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7C" w:rsidRDefault="00C6667C" w:rsidP="0037527D">
      <w:pPr>
        <w:jc w:val="center"/>
        <w:rPr>
          <w:b/>
          <w:sz w:val="28"/>
          <w:szCs w:val="28"/>
        </w:rPr>
      </w:pPr>
      <w:r w:rsidRPr="0037527D">
        <w:rPr>
          <w:b/>
          <w:sz w:val="28"/>
          <w:szCs w:val="28"/>
        </w:rPr>
        <w:t xml:space="preserve">Istituto Comprensivo di </w:t>
      </w:r>
      <w:r>
        <w:rPr>
          <w:b/>
          <w:sz w:val="28"/>
          <w:szCs w:val="28"/>
        </w:rPr>
        <w:t>Borgo Virgilio</w:t>
      </w:r>
    </w:p>
    <w:p w:rsidR="00C6667C" w:rsidRDefault="00C6667C" w:rsidP="0037527D">
      <w:pPr>
        <w:jc w:val="center"/>
        <w:rPr>
          <w:b/>
          <w:sz w:val="24"/>
          <w:szCs w:val="24"/>
        </w:rPr>
      </w:pPr>
      <w:r w:rsidRPr="0037527D">
        <w:rPr>
          <w:b/>
          <w:sz w:val="24"/>
          <w:szCs w:val="24"/>
        </w:rPr>
        <w:t>SCUOLA DELL’INFANZIA “ARCOBALENO “DI SAN BIAGIO</w:t>
      </w:r>
    </w:p>
    <w:p w:rsidR="00C6667C" w:rsidRPr="007F15AC" w:rsidRDefault="00C6667C" w:rsidP="007F15AC">
      <w:pPr>
        <w:jc w:val="center"/>
        <w:rPr>
          <w:sz w:val="36"/>
          <w:szCs w:val="36"/>
        </w:rPr>
      </w:pPr>
      <w:r w:rsidRPr="0037527D">
        <w:rPr>
          <w:sz w:val="36"/>
          <w:szCs w:val="36"/>
        </w:rPr>
        <w:t>Unità d’apprendimento:</w:t>
      </w:r>
    </w:p>
    <w:p w:rsidR="00C6667C" w:rsidRDefault="00C6667C" w:rsidP="001F0DE6">
      <w:pPr>
        <w:jc w:val="center"/>
        <w:rPr>
          <w:b/>
          <w:sz w:val="40"/>
          <w:szCs w:val="40"/>
        </w:rPr>
      </w:pPr>
      <w:r w:rsidRPr="001F0DE6">
        <w:rPr>
          <w:b/>
          <w:sz w:val="40"/>
          <w:szCs w:val="40"/>
        </w:rPr>
        <w:t>SETTIMANA DELLA GENTILEZZA</w:t>
      </w:r>
    </w:p>
    <w:p w:rsidR="00C6667C" w:rsidRDefault="00C6667C" w:rsidP="001F0DE6">
      <w:pPr>
        <w:jc w:val="center"/>
        <w:rPr>
          <w:b/>
          <w:sz w:val="32"/>
          <w:szCs w:val="32"/>
        </w:rPr>
      </w:pPr>
      <w:r w:rsidRPr="001F0DE6">
        <w:rPr>
          <w:b/>
          <w:sz w:val="32"/>
          <w:szCs w:val="32"/>
        </w:rPr>
        <w:t xml:space="preserve">SEZ B INSEGNANTI CORNOLTI S. </w:t>
      </w:r>
      <w:r>
        <w:rPr>
          <w:b/>
          <w:sz w:val="32"/>
          <w:szCs w:val="32"/>
        </w:rPr>
        <w:t>MORI S</w:t>
      </w:r>
      <w:r w:rsidRPr="001F0DE6">
        <w:rPr>
          <w:b/>
          <w:sz w:val="32"/>
          <w:szCs w:val="32"/>
        </w:rPr>
        <w:t>.</w:t>
      </w:r>
    </w:p>
    <w:p w:rsidR="00C6667C" w:rsidRDefault="00C6667C" w:rsidP="004215AF">
      <w:pPr>
        <w:rPr>
          <w:b/>
          <w:sz w:val="32"/>
          <w:szCs w:val="32"/>
        </w:rPr>
      </w:pPr>
      <w:r>
        <w:rPr>
          <w:b/>
          <w:sz w:val="32"/>
          <w:szCs w:val="32"/>
        </w:rPr>
        <w:t>Obiettivi:</w:t>
      </w:r>
    </w:p>
    <w:p w:rsidR="00C6667C" w:rsidRPr="00D30201" w:rsidRDefault="00C6667C" w:rsidP="004215AF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D30201">
        <w:rPr>
          <w:b/>
          <w:sz w:val="28"/>
          <w:szCs w:val="28"/>
        </w:rPr>
        <w:t>Conoscere le parole gentili</w:t>
      </w:r>
    </w:p>
    <w:p w:rsidR="00C6667C" w:rsidRPr="00D30201" w:rsidRDefault="00C6667C" w:rsidP="004215AF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D30201">
        <w:rPr>
          <w:b/>
          <w:sz w:val="28"/>
          <w:szCs w:val="28"/>
        </w:rPr>
        <w:t>Ascoltare e comprendere racconti, filastrocche e conversazioni</w:t>
      </w:r>
    </w:p>
    <w:p w:rsidR="00C6667C" w:rsidRDefault="00C6667C" w:rsidP="004215AF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D30201">
        <w:rPr>
          <w:b/>
          <w:sz w:val="28"/>
          <w:szCs w:val="28"/>
        </w:rPr>
        <w:t>Saper utilizzare comportamenti e parole gentili nei contesti pertinenti</w:t>
      </w:r>
    </w:p>
    <w:p w:rsidR="00C6667C" w:rsidRPr="00D30201" w:rsidRDefault="00C6667C" w:rsidP="004215AF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Primo approccio alla scrittura.</w:t>
      </w:r>
      <w:r w:rsidRPr="00D30201">
        <w:rPr>
          <w:b/>
          <w:sz w:val="28"/>
          <w:szCs w:val="28"/>
        </w:rPr>
        <w:t xml:space="preserve"> </w:t>
      </w:r>
    </w:p>
    <w:p w:rsidR="00C6667C" w:rsidRPr="0037527D" w:rsidRDefault="00C6667C">
      <w:pPr>
        <w:rPr>
          <w:b/>
          <w:sz w:val="32"/>
          <w:szCs w:val="32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.55pt;margin-top:20.2pt;width:452.25pt;height:163.3pt;z-index:251658240">
            <v:textbox>
              <w:txbxContent>
                <w:p w:rsidR="00C6667C" w:rsidRPr="00D30201" w:rsidRDefault="00C6667C" w:rsidP="00D3020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>Letture di libri sulla gentilezza</w:t>
                  </w:r>
                  <w:r>
                    <w:rPr>
                      <w:sz w:val="24"/>
                      <w:szCs w:val="24"/>
                    </w:rPr>
                    <w:t xml:space="preserve"> e discussione in grande gruppo;</w:t>
                  </w:r>
                </w:p>
                <w:p w:rsidR="00C6667C" w:rsidRDefault="00C6667C" w:rsidP="001F0DE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Lettura della storia “Le bolle pensiero”;</w:t>
                  </w:r>
                </w:p>
                <w:p w:rsidR="00C6667C" w:rsidRPr="00D30201" w:rsidRDefault="00C6667C" w:rsidP="001F0DE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Realizziamo il disegno della storia precedentemente letta;</w:t>
                  </w:r>
                </w:p>
                <w:p w:rsidR="00C6667C" w:rsidRDefault="00C6667C" w:rsidP="001F0DE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Coloriamo e punteggiamo le nostre case, ci disegniamo e costruiamo insieme il paese di “Gentilandia”;</w:t>
                  </w:r>
                </w:p>
                <w:p w:rsidR="00C6667C" w:rsidRDefault="00C6667C" w:rsidP="001F0DE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Scriviamo e coloriamo le bolle con le parole gentili;</w:t>
                  </w:r>
                </w:p>
                <w:p w:rsidR="00C6667C" w:rsidRPr="00D30201" w:rsidRDefault="00C6667C" w:rsidP="001F0DE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Realizziamo la nostra bacchetta magica scrivendoci sopra le nostre parole gentili;</w:t>
                  </w:r>
                </w:p>
                <w:p w:rsidR="00C6667C" w:rsidRPr="00D30201" w:rsidRDefault="00C6667C" w:rsidP="001F0DE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>Momento di intersezione con il pranzo in salone tutti insieme</w:t>
                  </w:r>
                </w:p>
                <w:p w:rsidR="00C6667C" w:rsidRPr="00D30201" w:rsidRDefault="00C6667C" w:rsidP="001F0DE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>Ascoltiamo e cantiamo canzoni sull’amicizia</w:t>
                  </w:r>
                </w:p>
              </w:txbxContent>
            </v:textbox>
          </v:shape>
        </w:pict>
      </w:r>
      <w:r w:rsidRPr="0037527D">
        <w:rPr>
          <w:b/>
          <w:sz w:val="32"/>
          <w:szCs w:val="32"/>
        </w:rPr>
        <w:t>Descrizione Attività</w:t>
      </w:r>
    </w:p>
    <w:p w:rsidR="00C6667C" w:rsidRDefault="00C6667C"/>
    <w:p w:rsidR="00C6667C" w:rsidRPr="007F15AC" w:rsidRDefault="00C6667C" w:rsidP="007F15AC"/>
    <w:p w:rsidR="00C6667C" w:rsidRPr="007F15AC" w:rsidRDefault="00C6667C" w:rsidP="007F15AC"/>
    <w:p w:rsidR="00C6667C" w:rsidRPr="007F15AC" w:rsidRDefault="00C6667C" w:rsidP="007F15AC"/>
    <w:p w:rsidR="00C6667C" w:rsidRDefault="00C6667C" w:rsidP="007F15AC">
      <w:pPr>
        <w:rPr>
          <w:b/>
          <w:sz w:val="28"/>
          <w:szCs w:val="28"/>
        </w:rPr>
      </w:pPr>
    </w:p>
    <w:p w:rsidR="00C6667C" w:rsidRDefault="00C6667C" w:rsidP="007F15AC">
      <w:pPr>
        <w:rPr>
          <w:b/>
          <w:sz w:val="28"/>
          <w:szCs w:val="28"/>
        </w:rPr>
      </w:pPr>
    </w:p>
    <w:p w:rsidR="00C6667C" w:rsidRDefault="00C6667C" w:rsidP="007F15AC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_x0000_s1027" type="#_x0000_t202" style="position:absolute;margin-left:20.55pt;margin-top:20.15pt;width:446.6pt;height:46.05pt;z-index:251659264">
            <v:textbox>
              <w:txbxContent>
                <w:p w:rsidR="00C6667C" w:rsidRPr="004215AF" w:rsidRDefault="00C6667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Dall’ 5 novembre  al 13</w:t>
                  </w:r>
                  <w:r w:rsidRPr="004215AF">
                    <w:rPr>
                      <w:sz w:val="28"/>
                      <w:szCs w:val="28"/>
                    </w:rPr>
                    <w:t xml:space="preserve"> novembre</w:t>
                  </w:r>
                </w:p>
              </w:txbxContent>
            </v:textbox>
          </v:shape>
        </w:pict>
      </w:r>
      <w:r w:rsidRPr="007F15AC">
        <w:rPr>
          <w:b/>
          <w:sz w:val="28"/>
          <w:szCs w:val="28"/>
        </w:rPr>
        <w:t>Tempi di attuazione</w:t>
      </w:r>
    </w:p>
    <w:p w:rsidR="00C6667C" w:rsidRDefault="00C6667C" w:rsidP="007F15AC">
      <w:pPr>
        <w:rPr>
          <w:b/>
          <w:sz w:val="28"/>
          <w:szCs w:val="28"/>
        </w:rPr>
      </w:pPr>
    </w:p>
    <w:p w:rsidR="00C6667C" w:rsidRDefault="00C6667C" w:rsidP="007F15AC">
      <w:pPr>
        <w:rPr>
          <w:b/>
          <w:sz w:val="28"/>
          <w:szCs w:val="28"/>
        </w:rPr>
      </w:pPr>
    </w:p>
    <w:p w:rsidR="00C6667C" w:rsidRDefault="00C6667C" w:rsidP="007F15AC">
      <w:pPr>
        <w:rPr>
          <w:b/>
          <w:sz w:val="28"/>
          <w:szCs w:val="28"/>
        </w:rPr>
      </w:pPr>
      <w:r>
        <w:rPr>
          <w:noProof/>
          <w:lang w:eastAsia="it-IT"/>
        </w:rPr>
        <w:pict>
          <v:shape id="_x0000_s1028" type="#_x0000_t202" style="position:absolute;margin-left:16.15pt;margin-top:27.85pt;width:457.05pt;height:141pt;z-index:251660288">
            <v:textbox style="mso-fit-shape-to-text:t">
              <w:txbxContent>
                <w:p w:rsidR="00C6667C" w:rsidRPr="004215AF" w:rsidRDefault="00C6667C">
                  <w:pPr>
                    <w:rPr>
                      <w:sz w:val="28"/>
                      <w:szCs w:val="28"/>
                    </w:rPr>
                  </w:pPr>
                  <w:r w:rsidRPr="004215AF">
                    <w:rPr>
                      <w:sz w:val="28"/>
                      <w:szCs w:val="28"/>
                    </w:rPr>
                    <w:t xml:space="preserve">Osservazione </w:t>
                  </w:r>
                  <w:r>
                    <w:rPr>
                      <w:sz w:val="28"/>
                      <w:szCs w:val="28"/>
                    </w:rPr>
                    <w:t>–</w:t>
                  </w:r>
                  <w:r w:rsidRPr="004215AF">
                    <w:rPr>
                      <w:sz w:val="28"/>
                      <w:szCs w:val="28"/>
                    </w:rPr>
                    <w:t xml:space="preserve"> partecipazione</w:t>
                  </w:r>
                  <w:r>
                    <w:rPr>
                      <w:sz w:val="28"/>
                      <w:szCs w:val="28"/>
                    </w:rPr>
                    <w:t xml:space="preserve"> – documentazione fotografica</w:t>
                  </w:r>
                </w:p>
              </w:txbxContent>
            </v:textbox>
          </v:shape>
        </w:pict>
      </w:r>
      <w:r>
        <w:rPr>
          <w:b/>
          <w:sz w:val="28"/>
          <w:szCs w:val="28"/>
        </w:rPr>
        <w:t>Modalità di verifica</w:t>
      </w:r>
    </w:p>
    <w:p w:rsidR="00C6667C" w:rsidRPr="004215AF" w:rsidRDefault="00C6667C" w:rsidP="004215AF">
      <w:pPr>
        <w:rPr>
          <w:sz w:val="28"/>
          <w:szCs w:val="28"/>
        </w:rPr>
      </w:pPr>
    </w:p>
    <w:p w:rsidR="00C6667C" w:rsidRPr="004215AF" w:rsidRDefault="00C6667C" w:rsidP="004215AF">
      <w:pPr>
        <w:rPr>
          <w:sz w:val="28"/>
          <w:szCs w:val="28"/>
        </w:rPr>
      </w:pPr>
    </w:p>
    <w:p w:rsidR="00C6667C" w:rsidRDefault="00C6667C" w:rsidP="004215AF">
      <w:pPr>
        <w:rPr>
          <w:sz w:val="28"/>
          <w:szCs w:val="28"/>
        </w:rPr>
      </w:pPr>
    </w:p>
    <w:p w:rsidR="00C6667C" w:rsidRPr="004215AF" w:rsidRDefault="00C6667C" w:rsidP="004215AF">
      <w:pPr>
        <w:tabs>
          <w:tab w:val="left" w:pos="8940"/>
        </w:tabs>
        <w:rPr>
          <w:sz w:val="28"/>
          <w:szCs w:val="28"/>
        </w:rPr>
      </w:pPr>
      <w:r>
        <w:rPr>
          <w:sz w:val="28"/>
          <w:szCs w:val="28"/>
        </w:rPr>
        <w:t>Data 13 novembre 2018                                    Stefania Cornolti – Silvia Mori</w:t>
      </w:r>
    </w:p>
    <w:sectPr w:rsidR="00C6667C" w:rsidRPr="004215AF" w:rsidSect="00B71C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30B5"/>
    <w:multiLevelType w:val="hybridMultilevel"/>
    <w:tmpl w:val="2D2AFA6C"/>
    <w:lvl w:ilvl="0" w:tplc="4E36C57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06B2E"/>
    <w:multiLevelType w:val="hybridMultilevel"/>
    <w:tmpl w:val="D66A1C0A"/>
    <w:lvl w:ilvl="0" w:tplc="0DFCFA8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8FB"/>
    <w:rsid w:val="00015740"/>
    <w:rsid w:val="001F0DE6"/>
    <w:rsid w:val="00202EEA"/>
    <w:rsid w:val="00223E8D"/>
    <w:rsid w:val="00227DD9"/>
    <w:rsid w:val="00327D1C"/>
    <w:rsid w:val="0037527D"/>
    <w:rsid w:val="00410FBF"/>
    <w:rsid w:val="0041233E"/>
    <w:rsid w:val="004215AF"/>
    <w:rsid w:val="005F223A"/>
    <w:rsid w:val="0060039B"/>
    <w:rsid w:val="00607ADE"/>
    <w:rsid w:val="00617515"/>
    <w:rsid w:val="00674F61"/>
    <w:rsid w:val="006B401D"/>
    <w:rsid w:val="00784D84"/>
    <w:rsid w:val="007A128D"/>
    <w:rsid w:val="007F15AC"/>
    <w:rsid w:val="008C75CF"/>
    <w:rsid w:val="008E78FB"/>
    <w:rsid w:val="00A338A2"/>
    <w:rsid w:val="00AA5E21"/>
    <w:rsid w:val="00B71C63"/>
    <w:rsid w:val="00C546F1"/>
    <w:rsid w:val="00C6667C"/>
    <w:rsid w:val="00CB7DF4"/>
    <w:rsid w:val="00D240F3"/>
    <w:rsid w:val="00D30201"/>
    <w:rsid w:val="00DE2691"/>
    <w:rsid w:val="00E95ACD"/>
    <w:rsid w:val="00EC0E00"/>
    <w:rsid w:val="00F8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C6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78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0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81</Words>
  <Characters>465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Borgo Virgilio</dc:title>
  <dc:subject/>
  <dc:creator>saz. B</dc:creator>
  <cp:keywords/>
  <dc:description/>
  <cp:lastModifiedBy>preside</cp:lastModifiedBy>
  <cp:revision>2</cp:revision>
  <cp:lastPrinted>2017-11-15T06:51:00Z</cp:lastPrinted>
  <dcterms:created xsi:type="dcterms:W3CDTF">2018-11-15T11:36:00Z</dcterms:created>
  <dcterms:modified xsi:type="dcterms:W3CDTF">2018-11-15T11:36:00Z</dcterms:modified>
</cp:coreProperties>
</file>