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926" w:rsidRPr="003E6A02" w:rsidRDefault="00DE6926" w:rsidP="000327E5">
      <w:pPr>
        <w:pStyle w:val="Title"/>
        <w:rPr>
          <w:rFonts w:cs="Arial"/>
          <w:sz w:val="22"/>
          <w:szCs w:val="22"/>
        </w:rPr>
      </w:pPr>
      <w:r w:rsidRPr="003E6A02">
        <w:rPr>
          <w:rFonts w:cs="Arial"/>
          <w:sz w:val="22"/>
          <w:szCs w:val="22"/>
        </w:rPr>
        <w:t>VERBALE INCONTRO</w:t>
      </w:r>
    </w:p>
    <w:p w:rsidR="00DE6926" w:rsidRPr="003E6A02" w:rsidRDefault="00DE6926" w:rsidP="000327E5">
      <w:pPr>
        <w:pStyle w:val="Title"/>
        <w:rPr>
          <w:rFonts w:cs="Arial"/>
          <w:sz w:val="22"/>
          <w:szCs w:val="22"/>
        </w:rPr>
      </w:pPr>
      <w:r w:rsidRPr="003E6A02">
        <w:rPr>
          <w:rFonts w:cs="Arial"/>
          <w:sz w:val="22"/>
          <w:szCs w:val="22"/>
        </w:rPr>
        <w:t>BANDO FAMI MISURA PER MISURA</w:t>
      </w:r>
    </w:p>
    <w:p w:rsidR="00DE6926" w:rsidRPr="003E6A02" w:rsidRDefault="00DE6926" w:rsidP="000327E5">
      <w:pPr>
        <w:pStyle w:val="Title"/>
        <w:rPr>
          <w:rFonts w:cs="Arial"/>
          <w:sz w:val="22"/>
          <w:szCs w:val="22"/>
        </w:rPr>
      </w:pPr>
      <w:r w:rsidRPr="003E6A02">
        <w:rPr>
          <w:rFonts w:cs="Arial"/>
          <w:sz w:val="22"/>
          <w:szCs w:val="22"/>
        </w:rPr>
        <w:t>PROGETTO “SENZA PERDERSI DI VISTA”</w:t>
      </w:r>
    </w:p>
    <w:p w:rsidR="00DE6926" w:rsidRPr="003E6A02" w:rsidRDefault="00DE6926" w:rsidP="003E6A02">
      <w:pPr>
        <w:pStyle w:val="Title"/>
        <w:jc w:val="both"/>
        <w:rPr>
          <w:rFonts w:cs="Arial"/>
          <w:sz w:val="22"/>
          <w:szCs w:val="22"/>
        </w:rPr>
      </w:pPr>
    </w:p>
    <w:p w:rsidR="00DE6926" w:rsidRPr="003E6A02" w:rsidRDefault="00DE6926" w:rsidP="003E6A02">
      <w:pPr>
        <w:pStyle w:val="Title"/>
        <w:spacing w:line="360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Il giorno 6/9/2017</w:t>
      </w:r>
      <w:r>
        <w:rPr>
          <w:rFonts w:cs="Arial"/>
          <w:b w:val="0"/>
          <w:sz w:val="22"/>
          <w:szCs w:val="22"/>
        </w:rPr>
        <w:t xml:space="preserve">, </w:t>
      </w:r>
      <w:r w:rsidRPr="003E6A02">
        <w:rPr>
          <w:rFonts w:cs="Arial"/>
          <w:b w:val="0"/>
          <w:sz w:val="22"/>
          <w:szCs w:val="22"/>
        </w:rPr>
        <w:t>dalle ore 11.00 alle ore 13.00, presso la presidenza dell’IC di Borgo Virgilio,  si  riuniscono i partner del progetto “Senza perdersi di vista” .</w:t>
      </w:r>
    </w:p>
    <w:p w:rsidR="00DE6926" w:rsidRPr="003E6A02" w:rsidRDefault="00DE6926" w:rsidP="003E6A02">
      <w:pPr>
        <w:pStyle w:val="Title"/>
        <w:spacing w:line="360" w:lineRule="auto"/>
        <w:jc w:val="both"/>
        <w:rPr>
          <w:rFonts w:cs="Arial"/>
          <w:b w:val="0"/>
          <w:sz w:val="22"/>
          <w:szCs w:val="22"/>
        </w:rPr>
      </w:pPr>
    </w:p>
    <w:p w:rsidR="00DE6926" w:rsidRPr="003E6A02" w:rsidRDefault="00DE6926" w:rsidP="003E6A02">
      <w:pPr>
        <w:pStyle w:val="Title"/>
        <w:spacing w:line="360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Sono presenti all’incontro</w:t>
      </w:r>
    </w:p>
    <w:p w:rsidR="00DE6926" w:rsidRPr="003E6A02" w:rsidRDefault="00DE6926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 xml:space="preserve">Dott.ssa Lucia Barbieri, dirigente scolastica I.C. Borgo Virgilio </w:t>
      </w:r>
    </w:p>
    <w:p w:rsidR="00DE6926" w:rsidRPr="003E6A02" w:rsidRDefault="00DE6926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Sig.ra Anna Volpi (cooperativa Il Giardino dei Viandanti)</w:t>
      </w:r>
    </w:p>
    <w:p w:rsidR="00DE6926" w:rsidRPr="003E6A02" w:rsidRDefault="00DE6926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Prof. Fabio Veneri (Enaip)</w:t>
      </w:r>
    </w:p>
    <w:p w:rsidR="00DE6926" w:rsidRPr="003E6A02" w:rsidRDefault="00DE6926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Sig.ra Ema Asunciòn Castarena (cooperativa Progetto Integrazione)</w:t>
      </w:r>
    </w:p>
    <w:p w:rsidR="00DE6926" w:rsidRPr="003E6A02" w:rsidRDefault="00DE6926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 xml:space="preserve">Prof.ssa </w:t>
      </w:r>
      <w:r>
        <w:rPr>
          <w:rFonts w:cs="Arial"/>
          <w:b w:val="0"/>
          <w:sz w:val="22"/>
          <w:szCs w:val="22"/>
        </w:rPr>
        <w:t>Rosy Buon</w:t>
      </w:r>
      <w:r w:rsidRPr="003E6A02">
        <w:rPr>
          <w:rFonts w:cs="Arial"/>
          <w:b w:val="0"/>
          <w:sz w:val="22"/>
          <w:szCs w:val="22"/>
        </w:rPr>
        <w:t xml:space="preserve">uomo (FS Intercultura a.s. 2016/2017 ex I.C. Virgilio) </w:t>
      </w:r>
    </w:p>
    <w:p w:rsidR="00DE6926" w:rsidRPr="003E6A02" w:rsidRDefault="00DE6926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Prof.ssa Alessia Zapparoli (FS Intercultura a.s. 2017/2018 I.C. Borgo Virgilio)</w:t>
      </w:r>
    </w:p>
    <w:p w:rsidR="00DE6926" w:rsidRPr="003E6A02" w:rsidRDefault="00DE6926" w:rsidP="0074712B">
      <w:pPr>
        <w:pStyle w:val="Title"/>
        <w:numPr>
          <w:ilvl w:val="0"/>
          <w:numId w:val="2"/>
        </w:numPr>
        <w:spacing w:line="276" w:lineRule="auto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Prof.ssa Rita Castagna (referente intercultura plesso di Cerese).</w:t>
      </w:r>
    </w:p>
    <w:p w:rsidR="00DE6926" w:rsidRPr="003E6A02" w:rsidRDefault="00DE6926" w:rsidP="003E6A02">
      <w:pPr>
        <w:pStyle w:val="Title"/>
        <w:spacing w:line="360" w:lineRule="auto"/>
        <w:jc w:val="both"/>
        <w:rPr>
          <w:rFonts w:cs="Arial"/>
          <w:b w:val="0"/>
          <w:sz w:val="22"/>
          <w:szCs w:val="22"/>
        </w:rPr>
      </w:pPr>
    </w:p>
    <w:p w:rsidR="00DE6926" w:rsidRPr="003E6A02" w:rsidRDefault="00DE6926" w:rsidP="00E70C5E">
      <w:pPr>
        <w:pStyle w:val="Title"/>
        <w:spacing w:line="360" w:lineRule="auto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Non sono presenti il d</w:t>
      </w:r>
      <w:r w:rsidRPr="003E6A02">
        <w:rPr>
          <w:rFonts w:cs="Arial"/>
          <w:b w:val="0"/>
          <w:sz w:val="22"/>
          <w:szCs w:val="22"/>
        </w:rPr>
        <w:t xml:space="preserve">ott. </w:t>
      </w:r>
      <w:r>
        <w:rPr>
          <w:rFonts w:cs="Arial"/>
          <w:b w:val="0"/>
          <w:sz w:val="22"/>
          <w:szCs w:val="22"/>
        </w:rPr>
        <w:t xml:space="preserve">Roberto </w:t>
      </w:r>
      <w:r w:rsidRPr="003E6A02">
        <w:rPr>
          <w:rFonts w:cs="Arial"/>
          <w:b w:val="0"/>
          <w:sz w:val="22"/>
          <w:szCs w:val="22"/>
        </w:rPr>
        <w:t xml:space="preserve">Capuzzo </w:t>
      </w:r>
      <w:r>
        <w:rPr>
          <w:rFonts w:cs="Arial"/>
          <w:b w:val="0"/>
          <w:sz w:val="22"/>
          <w:szCs w:val="22"/>
        </w:rPr>
        <w:t>(</w:t>
      </w:r>
      <w:r w:rsidRPr="003E6A02">
        <w:rPr>
          <w:rFonts w:cs="Arial"/>
          <w:b w:val="0"/>
          <w:sz w:val="22"/>
          <w:szCs w:val="22"/>
        </w:rPr>
        <w:t xml:space="preserve">dirigente </w:t>
      </w:r>
      <w:r>
        <w:rPr>
          <w:rFonts w:cs="Arial"/>
          <w:b w:val="0"/>
          <w:sz w:val="22"/>
          <w:szCs w:val="22"/>
        </w:rPr>
        <w:t>dell’</w:t>
      </w:r>
      <w:r w:rsidRPr="003E6A02">
        <w:rPr>
          <w:rFonts w:cs="Arial"/>
          <w:b w:val="0"/>
          <w:sz w:val="22"/>
          <w:szCs w:val="22"/>
        </w:rPr>
        <w:t>Istituto Superiore “Bonomi-Mazzolari”</w:t>
      </w:r>
      <w:r>
        <w:rPr>
          <w:rFonts w:cs="Arial"/>
          <w:b w:val="0"/>
          <w:sz w:val="22"/>
          <w:szCs w:val="22"/>
        </w:rPr>
        <w:t>, assente per impegni scolastici) e u</w:t>
      </w:r>
      <w:r w:rsidRPr="003E6A02">
        <w:rPr>
          <w:rFonts w:cs="Arial"/>
          <w:b w:val="0"/>
          <w:sz w:val="22"/>
          <w:szCs w:val="22"/>
        </w:rPr>
        <w:t>n rappresenta</w:t>
      </w:r>
      <w:r>
        <w:rPr>
          <w:rFonts w:cs="Arial"/>
          <w:b w:val="0"/>
          <w:sz w:val="22"/>
          <w:szCs w:val="22"/>
        </w:rPr>
        <w:t>n</w:t>
      </w:r>
      <w:r w:rsidRPr="003E6A02">
        <w:rPr>
          <w:rFonts w:cs="Arial"/>
          <w:b w:val="0"/>
          <w:sz w:val="22"/>
          <w:szCs w:val="22"/>
        </w:rPr>
        <w:t>te del CPIA .</w:t>
      </w:r>
    </w:p>
    <w:p w:rsidR="00DE6926" w:rsidRPr="003E6A02" w:rsidRDefault="00DE6926" w:rsidP="003E6A02">
      <w:pPr>
        <w:pStyle w:val="Title"/>
        <w:jc w:val="both"/>
        <w:rPr>
          <w:rFonts w:cs="Arial"/>
          <w:b w:val="0"/>
          <w:sz w:val="22"/>
          <w:szCs w:val="22"/>
        </w:rPr>
      </w:pPr>
    </w:p>
    <w:p w:rsidR="00DE6926" w:rsidRPr="003E6A02" w:rsidRDefault="00DE6926" w:rsidP="003E6A02">
      <w:pPr>
        <w:pStyle w:val="Title"/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O.d.G.:</w:t>
      </w:r>
    </w:p>
    <w:p w:rsidR="00DE6926" w:rsidRPr="003E6A02" w:rsidRDefault="00DE6926" w:rsidP="003E6A02">
      <w:pPr>
        <w:pStyle w:val="Title"/>
        <w:jc w:val="both"/>
        <w:rPr>
          <w:rFonts w:cs="Arial"/>
          <w:b w:val="0"/>
          <w:sz w:val="22"/>
          <w:szCs w:val="22"/>
        </w:rPr>
      </w:pPr>
    </w:p>
    <w:p w:rsidR="00DE6926" w:rsidRPr="003E6A02" w:rsidRDefault="00DE6926" w:rsidP="003E6A02">
      <w:pPr>
        <w:pStyle w:val="Title"/>
        <w:numPr>
          <w:ilvl w:val="0"/>
          <w:numId w:val="1"/>
        </w:numPr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Stato avanzamento</w:t>
      </w:r>
    </w:p>
    <w:p w:rsidR="00DE6926" w:rsidRPr="003E6A02" w:rsidRDefault="00DE6926" w:rsidP="003E6A02">
      <w:pPr>
        <w:pStyle w:val="Title"/>
        <w:numPr>
          <w:ilvl w:val="0"/>
          <w:numId w:val="1"/>
        </w:numPr>
        <w:jc w:val="both"/>
        <w:rPr>
          <w:rFonts w:cs="Arial"/>
          <w:b w:val="0"/>
          <w:sz w:val="22"/>
          <w:szCs w:val="22"/>
        </w:rPr>
      </w:pPr>
      <w:r w:rsidRPr="003E6A02">
        <w:rPr>
          <w:rFonts w:cs="Arial"/>
          <w:b w:val="0"/>
          <w:sz w:val="22"/>
          <w:szCs w:val="22"/>
        </w:rPr>
        <w:t>Progettazione lavori con i partner</w:t>
      </w:r>
    </w:p>
    <w:p w:rsidR="00DE6926" w:rsidRPr="003E6A02" w:rsidRDefault="00DE6926" w:rsidP="003E6A02">
      <w:pPr>
        <w:jc w:val="both"/>
        <w:rPr>
          <w:rFonts w:ascii="Arial" w:hAnsi="Arial" w:cs="Arial"/>
        </w:rPr>
      </w:pPr>
    </w:p>
    <w:p w:rsidR="00DE6926" w:rsidRPr="0003018D" w:rsidRDefault="00DE6926" w:rsidP="003E6A02">
      <w:pPr>
        <w:jc w:val="both"/>
        <w:rPr>
          <w:rFonts w:ascii="Arial" w:hAnsi="Arial" w:cs="Arial"/>
          <w:b/>
        </w:rPr>
      </w:pPr>
      <w:r w:rsidRPr="0003018D">
        <w:rPr>
          <w:rFonts w:ascii="Arial" w:hAnsi="Arial" w:cs="Arial"/>
          <w:b/>
        </w:rPr>
        <w:t>Punto 1</w:t>
      </w:r>
    </w:p>
    <w:p w:rsidR="00DE6926" w:rsidRPr="003E6A02" w:rsidRDefault="00DE6926" w:rsidP="003E6A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Aperta la seduta, ogni componente si presenta al gruppo di lavoro. Successivamente, viene data</w:t>
      </w:r>
      <w:r w:rsidRPr="003E6A02">
        <w:rPr>
          <w:rFonts w:ascii="Arial" w:hAnsi="Arial" w:cs="Arial"/>
        </w:rPr>
        <w:t xml:space="preserve"> la parola alla </w:t>
      </w:r>
      <w:r>
        <w:rPr>
          <w:rFonts w:ascii="Arial" w:hAnsi="Arial" w:cs="Arial"/>
        </w:rPr>
        <w:t xml:space="preserve">sig.ra Volpi, la quale espone </w:t>
      </w:r>
      <w:bookmarkStart w:id="0" w:name="_GoBack"/>
      <w:bookmarkEnd w:id="0"/>
      <w:r w:rsidRPr="003E6A02">
        <w:rPr>
          <w:rFonts w:ascii="Arial" w:hAnsi="Arial" w:cs="Arial"/>
        </w:rPr>
        <w:t>i punti salienti dell’incontro “ M</w:t>
      </w:r>
      <w:r>
        <w:rPr>
          <w:rFonts w:ascii="Arial" w:hAnsi="Arial" w:cs="Arial"/>
        </w:rPr>
        <w:t>isura per misura: atto secondo” (</w:t>
      </w:r>
      <w:r w:rsidRPr="003E6A02">
        <w:rPr>
          <w:rFonts w:ascii="Arial" w:hAnsi="Arial" w:cs="Arial"/>
        </w:rPr>
        <w:t>tenutosi il 5/9/2017 presso la sede della Regione Lombardia a Mil</w:t>
      </w:r>
      <w:r>
        <w:rPr>
          <w:rFonts w:ascii="Arial" w:hAnsi="Arial" w:cs="Arial"/>
        </w:rPr>
        <w:t xml:space="preserve">ano) e illustra </w:t>
      </w:r>
      <w:r w:rsidRPr="003E6A02">
        <w:rPr>
          <w:rFonts w:ascii="Arial" w:hAnsi="Arial" w:cs="Arial"/>
        </w:rPr>
        <w:t>le finalità del  progetto, le azioni specifiche di intervento e  gli indicatori; vengono in</w:t>
      </w:r>
      <w:r>
        <w:rPr>
          <w:rFonts w:ascii="Arial" w:hAnsi="Arial" w:cs="Arial"/>
        </w:rPr>
        <w:t>fine</w:t>
      </w:r>
      <w:r w:rsidRPr="003E6A02">
        <w:rPr>
          <w:rFonts w:ascii="Arial" w:hAnsi="Arial" w:cs="Arial"/>
        </w:rPr>
        <w:t xml:space="preserve"> specificati  i tempi (data fine progetto:  30 settembre 2018) e il budget.</w:t>
      </w:r>
    </w:p>
    <w:p w:rsidR="00DE6926" w:rsidRPr="0003018D" w:rsidRDefault="00DE6926" w:rsidP="003E6A02">
      <w:pPr>
        <w:jc w:val="both"/>
        <w:rPr>
          <w:rFonts w:ascii="Arial" w:hAnsi="Arial" w:cs="Arial"/>
          <w:b/>
        </w:rPr>
      </w:pPr>
      <w:r w:rsidRPr="0003018D">
        <w:rPr>
          <w:rFonts w:ascii="Arial" w:hAnsi="Arial" w:cs="Arial"/>
          <w:b/>
        </w:rPr>
        <w:t>Punto 2</w:t>
      </w:r>
    </w:p>
    <w:p w:rsidR="00DE6926" w:rsidRPr="003E6A02" w:rsidRDefault="00DE6926" w:rsidP="003E6A02">
      <w:pPr>
        <w:jc w:val="both"/>
        <w:rPr>
          <w:rFonts w:ascii="Arial" w:hAnsi="Arial" w:cs="Arial"/>
        </w:rPr>
      </w:pPr>
      <w:r w:rsidRPr="003E6A02">
        <w:rPr>
          <w:rFonts w:ascii="Arial" w:hAnsi="Arial" w:cs="Arial"/>
        </w:rPr>
        <w:t>I partner decidono di riunirsi il 25 settembre alle ore 14</w:t>
      </w:r>
      <w:r>
        <w:rPr>
          <w:rFonts w:ascii="Arial" w:hAnsi="Arial" w:cs="Arial"/>
        </w:rPr>
        <w:t>.00</w:t>
      </w:r>
      <w:r w:rsidRPr="003E6A02">
        <w:rPr>
          <w:rFonts w:ascii="Arial" w:hAnsi="Arial" w:cs="Arial"/>
        </w:rPr>
        <w:t>, presso l’ufficio della DS, per progettare il piano di lavoro sulla base delle azioni previste e del cronoprogramma ipotizzato.</w:t>
      </w:r>
    </w:p>
    <w:p w:rsidR="00DE6926" w:rsidRDefault="00DE6926" w:rsidP="003E6A02">
      <w:pPr>
        <w:jc w:val="both"/>
        <w:rPr>
          <w:rFonts w:ascii="Arial" w:hAnsi="Arial" w:cs="Arial"/>
        </w:rPr>
      </w:pPr>
      <w:r w:rsidRPr="003E6A02">
        <w:rPr>
          <w:rFonts w:ascii="Arial" w:hAnsi="Arial" w:cs="Arial"/>
        </w:rPr>
        <w:t>Esauriti gli argomenti di discussione, la seduta è tolta alle ore 13.00</w:t>
      </w:r>
      <w:r>
        <w:rPr>
          <w:rFonts w:ascii="Arial" w:hAnsi="Arial" w:cs="Arial"/>
        </w:rPr>
        <w:t>.</w:t>
      </w:r>
    </w:p>
    <w:p w:rsidR="00DE6926" w:rsidRDefault="00DE6926" w:rsidP="003E6A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DE6926" w:rsidRDefault="00DE6926" w:rsidP="0074712B">
      <w:pPr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Verbalizzante   </w:t>
      </w:r>
    </w:p>
    <w:p w:rsidR="00DE6926" w:rsidRPr="003E6A02" w:rsidRDefault="00DE6926" w:rsidP="0074712B">
      <w:pPr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Alessia Zapparoli</w:t>
      </w:r>
    </w:p>
    <w:sectPr w:rsidR="00DE6926" w:rsidRPr="003E6A02" w:rsidSect="00B4398C">
      <w:pgSz w:w="11906" w:h="16838"/>
      <w:pgMar w:top="1418" w:right="1134" w:bottom="204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DA7"/>
    <w:multiLevelType w:val="hybridMultilevel"/>
    <w:tmpl w:val="85C69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41E7B"/>
    <w:multiLevelType w:val="hybridMultilevel"/>
    <w:tmpl w:val="56508B66"/>
    <w:lvl w:ilvl="0" w:tplc="A18AB0F6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7B4"/>
    <w:rsid w:val="0003018D"/>
    <w:rsid w:val="000327E5"/>
    <w:rsid w:val="000E1791"/>
    <w:rsid w:val="000E7195"/>
    <w:rsid w:val="000F1340"/>
    <w:rsid w:val="000F709A"/>
    <w:rsid w:val="00101614"/>
    <w:rsid w:val="00187865"/>
    <w:rsid w:val="001917B4"/>
    <w:rsid w:val="001C5A53"/>
    <w:rsid w:val="002A247C"/>
    <w:rsid w:val="002D3056"/>
    <w:rsid w:val="003E6A02"/>
    <w:rsid w:val="00486512"/>
    <w:rsid w:val="004D2429"/>
    <w:rsid w:val="00542807"/>
    <w:rsid w:val="0054645D"/>
    <w:rsid w:val="005915DC"/>
    <w:rsid w:val="005B7F0B"/>
    <w:rsid w:val="005D7D46"/>
    <w:rsid w:val="006416CA"/>
    <w:rsid w:val="00642BC3"/>
    <w:rsid w:val="00677B44"/>
    <w:rsid w:val="0074712B"/>
    <w:rsid w:val="00B4398C"/>
    <w:rsid w:val="00BC6D29"/>
    <w:rsid w:val="00DD4DDE"/>
    <w:rsid w:val="00DE6926"/>
    <w:rsid w:val="00E70C5E"/>
    <w:rsid w:val="00F1016B"/>
    <w:rsid w:val="00FD22B6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F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917B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it-IT"/>
    </w:rPr>
  </w:style>
  <w:style w:type="character" w:customStyle="1" w:styleId="TitleChar">
    <w:name w:val="Title Char"/>
    <w:basedOn w:val="DefaultParagraphFont"/>
    <w:link w:val="Title"/>
    <w:uiPriority w:val="99"/>
    <w:locked/>
    <w:rsid w:val="001917B4"/>
    <w:rPr>
      <w:rFonts w:ascii="Arial" w:hAnsi="Arial" w:cs="Times New Roman"/>
      <w:b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270</Words>
  <Characters>1539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INCONTRO</dc:title>
  <dc:subject/>
  <dc:creator>Vulcanari</dc:creator>
  <cp:keywords/>
  <dc:description/>
  <cp:lastModifiedBy>preside</cp:lastModifiedBy>
  <cp:revision>2</cp:revision>
  <dcterms:created xsi:type="dcterms:W3CDTF">2017-09-07T09:40:00Z</dcterms:created>
  <dcterms:modified xsi:type="dcterms:W3CDTF">2017-09-07T09:40:00Z</dcterms:modified>
</cp:coreProperties>
</file>