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8F" w:rsidRPr="005D5E02" w:rsidRDefault="00A1178F" w:rsidP="004E3166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  <w:r w:rsidRPr="005D5E02">
        <w:rPr>
          <w:b/>
          <w:bCs/>
          <w:sz w:val="28"/>
          <w:szCs w:val="28"/>
        </w:rPr>
        <w:t xml:space="preserve">Istituto Comprensivo di </w:t>
      </w:r>
      <w:r>
        <w:rPr>
          <w:b/>
          <w:bCs/>
          <w:sz w:val="28"/>
          <w:szCs w:val="28"/>
        </w:rPr>
        <w:t>Borgo Virgilio</w:t>
      </w:r>
    </w:p>
    <w:p w:rsidR="00A1178F" w:rsidRDefault="00A1178F" w:rsidP="00970F7D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</w:p>
    <w:p w:rsidR="00A1178F" w:rsidRPr="00970F7D" w:rsidRDefault="00A1178F" w:rsidP="00970F7D">
      <w:pPr>
        <w:pStyle w:val="Default"/>
        <w:jc w:val="center"/>
        <w:outlineLvl w:val="0"/>
        <w:rPr>
          <w:rFonts w:ascii="Calibri" w:hAnsi="Calibri"/>
          <w:b/>
          <w:bCs/>
        </w:rPr>
      </w:pPr>
      <w:r w:rsidRPr="00970F7D">
        <w:rPr>
          <w:rFonts w:ascii="Calibri" w:hAnsi="Calibri"/>
          <w:b/>
          <w:bCs/>
        </w:rPr>
        <w:t xml:space="preserve">PROGRAMMAZIONE DISCIPLINARE PER COMPETENZE </w:t>
      </w:r>
      <w:r>
        <w:rPr>
          <w:rFonts w:ascii="Calibri" w:hAnsi="Calibri"/>
          <w:b/>
          <w:bCs/>
        </w:rPr>
        <w:t>SCUOLA SECONDARIA I GRADO</w:t>
      </w:r>
    </w:p>
    <w:p w:rsidR="00A1178F" w:rsidRPr="00970F7D" w:rsidRDefault="00A1178F" w:rsidP="00970F7D">
      <w:pPr>
        <w:pStyle w:val="Default"/>
        <w:jc w:val="center"/>
        <w:outlineLvl w:val="0"/>
        <w:rPr>
          <w:rFonts w:ascii="Calibri" w:hAnsi="Calibri"/>
          <w:b/>
          <w:bCs/>
        </w:rPr>
      </w:pP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Anno Scolastico 20… - 20…</w:t>
      </w: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</w:p>
    <w:p w:rsidR="00A1178F" w:rsidRPr="00970F7D" w:rsidRDefault="00A1178F" w:rsidP="00970F7D">
      <w:pPr>
        <w:autoSpaceDE w:val="0"/>
        <w:rPr>
          <w:rFonts w:ascii="Calibri" w:hAnsi="Calibri" w:cs="Helvetica-Bold"/>
          <w:color w:val="000000"/>
        </w:rPr>
      </w:pPr>
      <w:r w:rsidRPr="00970F7D">
        <w:rPr>
          <w:rFonts w:ascii="Calibri" w:hAnsi="Calibri" w:cs="Helvetica-Bold"/>
          <w:color w:val="000000"/>
        </w:rPr>
        <w:t>Classe ……</w:t>
      </w:r>
    </w:p>
    <w:p w:rsidR="00A1178F" w:rsidRPr="00970F7D" w:rsidRDefault="00A1178F" w:rsidP="00970F7D">
      <w:pPr>
        <w:autoSpaceDE w:val="0"/>
        <w:rPr>
          <w:rFonts w:ascii="Calibri" w:hAnsi="Calibri" w:cs="Helvetica-Bold"/>
          <w:color w:val="000000"/>
        </w:rPr>
      </w:pPr>
    </w:p>
    <w:p w:rsidR="00A1178F" w:rsidRPr="00970F7D" w:rsidRDefault="00A1178F" w:rsidP="00970F7D">
      <w:pPr>
        <w:autoSpaceDE w:val="0"/>
        <w:rPr>
          <w:rFonts w:ascii="Calibri" w:hAnsi="Calibri" w:cs="Helvetica-Bold"/>
          <w:color w:val="000000"/>
        </w:rPr>
      </w:pPr>
      <w:r w:rsidRPr="00970F7D">
        <w:rPr>
          <w:rFonts w:ascii="Calibri" w:hAnsi="Calibri" w:cs="Helvetica-Bold"/>
          <w:color w:val="000000"/>
        </w:rPr>
        <w:t>DOCENTE …................................................</w:t>
      </w:r>
    </w:p>
    <w:p w:rsidR="00A1178F" w:rsidRPr="00970F7D" w:rsidRDefault="00A1178F" w:rsidP="00970F7D">
      <w:pPr>
        <w:rPr>
          <w:rFonts w:ascii="Calibri" w:hAnsi="Calibri"/>
          <w:color w:val="000000"/>
        </w:rPr>
      </w:pPr>
    </w:p>
    <w:p w:rsidR="00A1178F" w:rsidRPr="00970F7D" w:rsidRDefault="00A1178F" w:rsidP="00970F7D">
      <w:pPr>
        <w:rPr>
          <w:rFonts w:ascii="Calibri" w:hAnsi="Calibri"/>
          <w:color w:val="000000"/>
        </w:rPr>
      </w:pPr>
      <w:r w:rsidRPr="00970F7D">
        <w:rPr>
          <w:rFonts w:ascii="Calibri" w:hAnsi="Calibri"/>
          <w:color w:val="000000"/>
        </w:rPr>
        <w:t>DISCIPLINA ….............................................................................</w:t>
      </w:r>
    </w:p>
    <w:p w:rsidR="00A1178F" w:rsidRPr="00970F7D" w:rsidRDefault="00A1178F" w:rsidP="00970F7D">
      <w:pPr>
        <w:rPr>
          <w:rFonts w:ascii="Calibri" w:hAnsi="Calibri"/>
          <w:color w:val="000000"/>
        </w:rPr>
      </w:pPr>
    </w:p>
    <w:p w:rsidR="00A1178F" w:rsidRPr="00970F7D" w:rsidRDefault="00A1178F" w:rsidP="00970F7D">
      <w:pPr>
        <w:rPr>
          <w:rFonts w:ascii="Calibri" w:hAnsi="Calibri"/>
          <w:color w:val="000000"/>
        </w:rPr>
      </w:pPr>
    </w:p>
    <w:p w:rsidR="00A1178F" w:rsidRPr="00712632" w:rsidRDefault="00A1178F" w:rsidP="00712632">
      <w:pPr>
        <w:pStyle w:val="ListParagraph"/>
        <w:numPr>
          <w:ilvl w:val="0"/>
          <w:numId w:val="5"/>
        </w:numPr>
        <w:rPr>
          <w:rFonts w:ascii="Calibri" w:hAnsi="Calibri"/>
          <w:color w:val="000000"/>
        </w:rPr>
      </w:pPr>
      <w:r w:rsidRPr="00712632">
        <w:rPr>
          <w:rFonts w:ascii="Calibri" w:hAnsi="Calibri"/>
          <w:b/>
          <w:bCs/>
          <w:color w:val="000000"/>
        </w:rPr>
        <w:t>Situazione iniziale</w:t>
      </w:r>
      <w:r w:rsidRPr="00970F7D">
        <w:rPr>
          <w:rStyle w:val="FootnoteReference"/>
          <w:rFonts w:ascii="Calibri" w:hAnsi="Calibri"/>
          <w:b/>
          <w:bCs/>
          <w:color w:val="000000"/>
        </w:rPr>
        <w:footnoteReference w:id="1"/>
      </w:r>
    </w:p>
    <w:p w:rsidR="00A1178F" w:rsidRPr="00970F7D" w:rsidRDefault="00A1178F" w:rsidP="00970F7D">
      <w:pPr>
        <w:rPr>
          <w:rFonts w:ascii="Calibri" w:hAnsi="Calibri"/>
          <w:color w:val="000000"/>
        </w:rPr>
      </w:pPr>
    </w:p>
    <w:p w:rsidR="00A1178F" w:rsidRDefault="00A1178F" w:rsidP="00970F7D">
      <w:pPr>
        <w:pStyle w:val="BodyText"/>
        <w:rPr>
          <w:rFonts w:ascii="Calibri" w:hAnsi="Calibri"/>
          <w:color w:val="000000"/>
        </w:rPr>
      </w:pPr>
      <w:r w:rsidRPr="00970F7D">
        <w:rPr>
          <w:rFonts w:ascii="Calibri" w:hAnsi="Calibri"/>
          <w:color w:val="000000"/>
        </w:rPr>
        <w:t>composizione: n°</w:t>
      </w:r>
      <w:r>
        <w:rPr>
          <w:rFonts w:ascii="Calibri" w:hAnsi="Calibri"/>
          <w:color w:val="000000"/>
        </w:rPr>
        <w:t xml:space="preserve"> _____ (di cui maschi n° _____ , </w:t>
      </w:r>
      <w:r w:rsidRPr="00970F7D">
        <w:rPr>
          <w:rFonts w:ascii="Calibri" w:hAnsi="Calibri"/>
          <w:color w:val="000000"/>
        </w:rPr>
        <w:t xml:space="preserve"> femmine n° ______</w:t>
      </w:r>
      <w:r>
        <w:rPr>
          <w:rFonts w:ascii="Calibri" w:hAnsi="Calibri"/>
          <w:color w:val="000000"/>
        </w:rPr>
        <w:t>, stranieri n°-------------, alunni certificati n°-----------------------, alunni con DSA n°----------------------------, altri alunni con BES n°-------</w:t>
      </w:r>
      <w:r w:rsidRPr="00970F7D">
        <w:rPr>
          <w:rFonts w:ascii="Calibri" w:hAnsi="Calibri"/>
          <w:color w:val="000000"/>
        </w:rPr>
        <w:t>)</w:t>
      </w:r>
    </w:p>
    <w:p w:rsidR="00A1178F" w:rsidRDefault="00A1178F" w:rsidP="00970F7D">
      <w:pPr>
        <w:pStyle w:val="BodyText"/>
        <w:rPr>
          <w:rFonts w:ascii="Calibri" w:hAnsi="Calibri"/>
          <w:color w:val="000000"/>
        </w:rPr>
      </w:pPr>
    </w:p>
    <w:p w:rsidR="00A1178F" w:rsidRDefault="00A1178F" w:rsidP="00970F7D">
      <w:pPr>
        <w:pStyle w:val="Body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Partecipazione</w:t>
      </w:r>
    </w:p>
    <w:p w:rsidR="00A1178F" w:rsidRDefault="00A1178F" w:rsidP="00970F7D">
      <w:pPr>
        <w:pStyle w:val="Body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Interesse</w:t>
      </w:r>
    </w:p>
    <w:p w:rsidR="00A1178F" w:rsidRPr="00970F7D" w:rsidRDefault="00A1178F" w:rsidP="00970F7D">
      <w:pPr>
        <w:pStyle w:val="Body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impegno</w:t>
      </w:r>
      <w:r w:rsidRPr="00970F7D">
        <w:rPr>
          <w:rFonts w:ascii="Calibri" w:hAnsi="Calibri"/>
          <w:color w:val="000000"/>
        </w:rPr>
        <w:br/>
      </w:r>
    </w:p>
    <w:p w:rsidR="00A1178F" w:rsidRPr="00970F7D" w:rsidRDefault="00A1178F" w:rsidP="00970F7D">
      <w:pPr>
        <w:pStyle w:val="BodyText"/>
        <w:rPr>
          <w:rFonts w:ascii="Calibri" w:hAnsi="Calibri"/>
        </w:rPr>
      </w:pPr>
      <w:r w:rsidRPr="00970F7D">
        <w:rPr>
          <w:rFonts w:ascii="Calibri" w:hAnsi="Calibri"/>
          <w:color w:val="000000"/>
        </w:rPr>
        <w:t xml:space="preserve">Tipo di </w:t>
      </w:r>
      <w:r>
        <w:rPr>
          <w:rFonts w:ascii="Calibri" w:hAnsi="Calibri"/>
          <w:b/>
          <w:color w:val="000000"/>
        </w:rPr>
        <w:t xml:space="preserve">/prove </w:t>
      </w:r>
      <w:r w:rsidRPr="00970F7D">
        <w:rPr>
          <w:rFonts w:ascii="Calibri" w:hAnsi="Calibri"/>
          <w:color w:val="000000"/>
        </w:rPr>
        <w:t xml:space="preserve"> effettuate:</w:t>
      </w:r>
      <w:r w:rsidRPr="00970F7D">
        <w:rPr>
          <w:rStyle w:val="FootnoteReference"/>
          <w:rFonts w:ascii="Calibri" w:hAnsi="Calibri"/>
          <w:color w:val="000000"/>
        </w:rPr>
        <w:footnoteReference w:id="2"/>
      </w:r>
      <w:r w:rsidRPr="00970F7D">
        <w:rPr>
          <w:rFonts w:ascii="Calibri" w:hAnsi="Calibri"/>
        </w:rPr>
        <w:br/>
      </w:r>
    </w:p>
    <w:p w:rsidR="00A1178F" w:rsidRPr="00970F7D" w:rsidRDefault="00A1178F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 w:rsidRPr="00970F7D">
        <w:rPr>
          <w:rFonts w:ascii="Calibri" w:hAnsi="Calibri"/>
        </w:rPr>
        <w:t xml:space="preserve">prove d'ingresso disciplinari </w:t>
      </w:r>
    </w:p>
    <w:p w:rsidR="00A1178F" w:rsidRPr="00970F7D" w:rsidRDefault="00A1178F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 w:rsidRPr="00970F7D">
        <w:rPr>
          <w:rFonts w:ascii="Calibri" w:hAnsi="Calibri"/>
        </w:rPr>
        <w:t>prove d'ingresso trasversali</w:t>
      </w:r>
    </w:p>
    <w:p w:rsidR="00A1178F" w:rsidRPr="00970F7D" w:rsidRDefault="00A1178F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 w:rsidRPr="00970F7D">
        <w:rPr>
          <w:rFonts w:ascii="Calibri" w:hAnsi="Calibri"/>
        </w:rPr>
        <w:t>osservazioni sistematiche</w:t>
      </w:r>
    </w:p>
    <w:p w:rsidR="00A1178F" w:rsidRDefault="00A1178F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 w:rsidRPr="00970F7D">
        <w:rPr>
          <w:rFonts w:ascii="Calibri" w:hAnsi="Calibri"/>
        </w:rPr>
        <w:t>griglie di osservazione</w:t>
      </w:r>
    </w:p>
    <w:p w:rsidR="00A1178F" w:rsidRDefault="00A1178F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colloqui con alunni</w:t>
      </w:r>
    </w:p>
    <w:p w:rsidR="00A1178F" w:rsidRPr="00970F7D" w:rsidRDefault="00A1178F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colloqui con famiglie </w:t>
      </w:r>
    </w:p>
    <w:p w:rsidR="00A1178F" w:rsidRPr="00970F7D" w:rsidRDefault="00A1178F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 w:rsidRPr="00970F7D">
        <w:rPr>
          <w:rFonts w:ascii="Calibri" w:hAnsi="Calibri"/>
        </w:rPr>
        <w:t>altre informazioni: _____________________________</w:t>
      </w:r>
    </w:p>
    <w:p w:rsidR="00A1178F" w:rsidRPr="00970F7D" w:rsidRDefault="00A1178F" w:rsidP="00970F7D">
      <w:pPr>
        <w:rPr>
          <w:rFonts w:ascii="Calibri" w:hAnsi="Calibri"/>
          <w:color w:val="000000"/>
        </w:rPr>
      </w:pP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I risultati delle prove d’ingresso hanno mostrato un livello ………………………(soddisfacente, accettabile, modesto, non ancora adeguato). La situazione può essere così sintetizzata:</w:t>
      </w: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Fascia A (livello alto)</w:t>
      </w: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Alunni:………………..…………………………………………………………………………</w:t>
      </w: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Fascia B (livello medio- alto)</w:t>
      </w: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Alunni:………………..…………………………………………………………………………</w:t>
      </w: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Fascia C (livello medio-basso)</w:t>
      </w: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Alunni:………………..…………………………………………………………………………</w:t>
      </w: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Fascia D (livello basso – non sufficiente)</w:t>
      </w:r>
    </w:p>
    <w:p w:rsidR="00A1178F" w:rsidRPr="00970F7D" w:rsidRDefault="00A1178F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Alunni:………………..…………………………………………………………………………</w:t>
      </w:r>
    </w:p>
    <w:p w:rsidR="00A1178F" w:rsidRPr="00970F7D" w:rsidRDefault="00A1178F" w:rsidP="00970F7D">
      <w:pPr>
        <w:rPr>
          <w:rFonts w:ascii="Calibri" w:hAnsi="Calibri"/>
          <w:color w:val="000000"/>
        </w:rPr>
      </w:pPr>
    </w:p>
    <w:p w:rsidR="00A1178F" w:rsidRPr="00712632" w:rsidRDefault="00A1178F" w:rsidP="00712632">
      <w:pPr>
        <w:pStyle w:val="ListParagraph"/>
        <w:numPr>
          <w:ilvl w:val="0"/>
          <w:numId w:val="5"/>
        </w:numPr>
        <w:rPr>
          <w:rFonts w:ascii="Calibri" w:hAnsi="Calibri"/>
          <w:b/>
          <w:bCs/>
          <w:color w:val="000000"/>
        </w:rPr>
      </w:pPr>
      <w:r w:rsidRPr="00712632">
        <w:rPr>
          <w:rFonts w:ascii="Calibri" w:hAnsi="Calibri"/>
          <w:b/>
          <w:bCs/>
          <w:color w:val="000000"/>
        </w:rPr>
        <w:t>Programmazione curricolare per competenze</w:t>
      </w:r>
    </w:p>
    <w:p w:rsidR="00A1178F" w:rsidRPr="00970F7D" w:rsidRDefault="00A1178F" w:rsidP="00970F7D">
      <w:pPr>
        <w:rPr>
          <w:rFonts w:ascii="Calibri" w:hAnsi="Calibri"/>
          <w:color w:val="000000"/>
        </w:rPr>
      </w:pPr>
    </w:p>
    <w:p w:rsidR="00A1178F" w:rsidRPr="00970F7D" w:rsidRDefault="00A1178F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Calibri" w:hAnsi="Calibri"/>
          <w:b/>
          <w:color w:val="000000"/>
          <w:kern w:val="0"/>
          <w:lang w:eastAsia="ar-SA"/>
        </w:rPr>
      </w:pPr>
      <w:r w:rsidRPr="00970F7D">
        <w:rPr>
          <w:rFonts w:ascii="Calibri" w:hAnsi="Calibri"/>
          <w:b/>
          <w:color w:val="000000"/>
          <w:kern w:val="0"/>
          <w:lang w:eastAsia="ar-SA"/>
        </w:rPr>
        <w:t>Quadro delle competenze</w:t>
      </w:r>
    </w:p>
    <w:p w:rsidR="00A1178F" w:rsidRPr="00970F7D" w:rsidRDefault="00A1178F" w:rsidP="00970F7D">
      <w:pPr>
        <w:widowControl/>
        <w:tabs>
          <w:tab w:val="left" w:pos="540"/>
        </w:tabs>
        <w:autoSpaceDE w:val="0"/>
        <w:rPr>
          <w:rFonts w:ascii="Calibri" w:hAnsi="Calibri"/>
          <w:kern w:val="0"/>
          <w:lang w:eastAsia="ar-SA"/>
        </w:rPr>
      </w:pPr>
      <w:r w:rsidRPr="00970F7D">
        <w:rPr>
          <w:rFonts w:ascii="Calibri" w:hAnsi="Calibri"/>
          <w:b/>
          <w:kern w:val="0"/>
          <w:lang w:eastAsia="ar-SA"/>
        </w:rPr>
        <w:t xml:space="preserve">Competenze disciplinari </w:t>
      </w:r>
      <w:r w:rsidRPr="00970F7D">
        <w:rPr>
          <w:rFonts w:ascii="Calibri" w:hAnsi="Calibri"/>
          <w:b/>
          <w:kern w:val="0"/>
          <w:u w:val="single"/>
          <w:lang w:eastAsia="ar-SA"/>
        </w:rPr>
        <w:t xml:space="preserve">specifiche </w:t>
      </w:r>
      <w:r w:rsidRPr="00970F7D">
        <w:rPr>
          <w:rFonts w:ascii="Calibri" w:hAnsi="Calibri"/>
          <w:b/>
          <w:kern w:val="0"/>
          <w:lang w:eastAsia="ar-SA"/>
        </w:rPr>
        <w:t>(definite all'interno dei gruppi disciplinari e riferite al curric</w:t>
      </w:r>
      <w:r>
        <w:rPr>
          <w:rFonts w:ascii="Calibri" w:hAnsi="Calibri"/>
          <w:b/>
          <w:kern w:val="0"/>
          <w:lang w:eastAsia="ar-SA"/>
        </w:rPr>
        <w:t>o</w:t>
      </w:r>
      <w:r w:rsidRPr="00970F7D">
        <w:rPr>
          <w:rFonts w:ascii="Calibri" w:hAnsi="Calibri"/>
          <w:b/>
          <w:kern w:val="0"/>
          <w:lang w:eastAsia="ar-SA"/>
        </w:rPr>
        <w:t>lo d'istituto) articolate in abilità e conoscenze</w:t>
      </w:r>
      <w:r w:rsidRPr="00970F7D">
        <w:rPr>
          <w:rFonts w:ascii="Calibri" w:hAnsi="Calibri"/>
          <w:kern w:val="0"/>
          <w:lang w:eastAsia="ar-SA"/>
        </w:rPr>
        <w:t xml:space="preserve"> </w:t>
      </w:r>
    </w:p>
    <w:p w:rsidR="00A1178F" w:rsidRPr="00970F7D" w:rsidRDefault="00A1178F" w:rsidP="00970F7D">
      <w:pPr>
        <w:widowControl/>
        <w:autoSpaceDE w:val="0"/>
        <w:rPr>
          <w:rFonts w:ascii="Calibri" w:hAnsi="Calibri"/>
          <w:kern w:val="0"/>
          <w:lang w:eastAsia="ar-SA"/>
        </w:rPr>
      </w:pPr>
    </w:p>
    <w:tbl>
      <w:tblPr>
        <w:tblW w:w="0" w:type="auto"/>
        <w:tblInd w:w="-6" w:type="dxa"/>
        <w:tblLayout w:type="fixed"/>
        <w:tblCellMar>
          <w:top w:w="113" w:type="dxa"/>
          <w:bottom w:w="113" w:type="dxa"/>
        </w:tblCellMar>
        <w:tblLook w:val="0000"/>
      </w:tblPr>
      <w:tblGrid>
        <w:gridCol w:w="6045"/>
        <w:gridCol w:w="3845"/>
      </w:tblGrid>
      <w:tr w:rsidR="00A1178F" w:rsidRPr="00970F7D" w:rsidTr="00B35EE9">
        <w:trPr>
          <w:trHeight w:val="43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kern w:val="0"/>
                <w:szCs w:val="22"/>
                <w:lang w:eastAsia="ar-SA"/>
              </w:rPr>
              <w:t>COMPETENZA</w:t>
            </w:r>
            <w:r w:rsidRPr="00970F7D">
              <w:rPr>
                <w:rFonts w:ascii="Calibri" w:hAnsi="Calibri"/>
                <w:kern w:val="0"/>
                <w:sz w:val="20"/>
                <w:lang w:eastAsia="ar-SA"/>
              </w:rPr>
              <w:t xml:space="preserve">: </w:t>
            </w:r>
            <w:r w:rsidRPr="00970F7D">
              <w:rPr>
                <w:rFonts w:ascii="Calibri" w:hAnsi="Calibri"/>
                <w:b/>
                <w:smallCaps/>
                <w:kern w:val="0"/>
                <w:sz w:val="20"/>
                <w:lang w:eastAsia="ar-SA"/>
              </w:rPr>
              <w:t>….........................................................................</w:t>
            </w: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jc w:val="center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jc w:val="center"/>
              <w:rPr>
                <w:rFonts w:ascii="Calibri" w:hAnsi="Calibri"/>
                <w:kern w:val="0"/>
                <w:sz w:val="2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conoscenze</w:t>
            </w: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  <w:p w:rsidR="00A1178F" w:rsidRPr="00970F7D" w:rsidRDefault="00A1178F" w:rsidP="00970F7D">
            <w:pPr>
              <w:widowControl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</w:tr>
      <w:tr w:rsidR="00A1178F" w:rsidRPr="00970F7D" w:rsidTr="00B35EE9">
        <w:trPr>
          <w:trHeight w:val="30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kern w:val="0"/>
                <w:szCs w:val="22"/>
                <w:lang w:eastAsia="ar-SA"/>
              </w:rPr>
              <w:t>COMPETENZA</w:t>
            </w:r>
            <w:r w:rsidRPr="00970F7D">
              <w:rPr>
                <w:rFonts w:ascii="Calibri" w:hAnsi="Calibri"/>
                <w:kern w:val="0"/>
                <w:sz w:val="20"/>
                <w:lang w:eastAsia="ar-SA"/>
              </w:rPr>
              <w:t xml:space="preserve">: </w:t>
            </w:r>
            <w:r w:rsidRPr="00970F7D">
              <w:rPr>
                <w:rFonts w:ascii="Calibri" w:hAnsi="Calibri"/>
                <w:b/>
                <w:smallCaps/>
                <w:kern w:val="0"/>
                <w:sz w:val="20"/>
                <w:lang w:eastAsia="ar-SA"/>
              </w:rPr>
              <w:t>….........................................................................</w:t>
            </w: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jc w:val="center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jc w:val="center"/>
              <w:rPr>
                <w:rFonts w:ascii="Calibri" w:hAnsi="Calibri"/>
                <w:kern w:val="0"/>
                <w:sz w:val="2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conoscenze</w:t>
            </w: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kern w:val="0"/>
                <w:szCs w:val="22"/>
                <w:lang w:eastAsia="ar-SA"/>
              </w:rPr>
              <w:t>COMPETENZA</w:t>
            </w:r>
            <w:r w:rsidRPr="00970F7D">
              <w:rPr>
                <w:rFonts w:ascii="Calibri" w:hAnsi="Calibri"/>
                <w:b/>
                <w:kern w:val="0"/>
                <w:sz w:val="20"/>
                <w:szCs w:val="22"/>
                <w:lang w:eastAsia="ar-SA"/>
              </w:rPr>
              <w:t xml:space="preserve">: </w:t>
            </w:r>
            <w:r w:rsidRPr="00970F7D">
              <w:rPr>
                <w:rFonts w:ascii="Calibri" w:hAnsi="Calibri"/>
                <w:b/>
                <w:smallCaps/>
                <w:kern w:val="0"/>
                <w:sz w:val="20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jc w:val="center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jc w:val="center"/>
              <w:rPr>
                <w:rFonts w:ascii="Calibri" w:hAnsi="Calibri"/>
                <w:kern w:val="0"/>
                <w:sz w:val="2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conoscenze</w:t>
            </w: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kern w:val="0"/>
                <w:szCs w:val="22"/>
                <w:lang w:eastAsia="ar-SA"/>
              </w:rPr>
              <w:t>COMPETENZA</w:t>
            </w:r>
            <w:r w:rsidRPr="00970F7D">
              <w:rPr>
                <w:rFonts w:ascii="Calibri" w:hAnsi="Calibri"/>
                <w:kern w:val="0"/>
                <w:sz w:val="20"/>
                <w:lang w:eastAsia="ar-SA"/>
              </w:rPr>
              <w:t xml:space="preserve">: </w:t>
            </w:r>
            <w:r w:rsidRPr="00970F7D">
              <w:rPr>
                <w:rFonts w:ascii="Calibri" w:hAnsi="Calibri"/>
                <w:b/>
                <w:smallCaps/>
                <w:kern w:val="0"/>
                <w:sz w:val="20"/>
                <w:lang w:eastAsia="ar-SA"/>
              </w:rPr>
              <w:t>….........................................................................</w:t>
            </w: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jc w:val="center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jc w:val="center"/>
              <w:rPr>
                <w:rFonts w:ascii="Calibri" w:hAnsi="Calibri"/>
                <w:kern w:val="0"/>
                <w:sz w:val="2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conoscenze</w:t>
            </w: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kern w:val="0"/>
                <w:szCs w:val="22"/>
                <w:lang w:eastAsia="ar-SA"/>
              </w:rPr>
              <w:t>COMPETENZA</w:t>
            </w:r>
            <w:r w:rsidRPr="00970F7D">
              <w:rPr>
                <w:rFonts w:ascii="Calibri" w:hAnsi="Calibri"/>
                <w:kern w:val="0"/>
                <w:sz w:val="20"/>
                <w:lang w:eastAsia="ar-SA"/>
              </w:rPr>
              <w:t xml:space="preserve">: </w:t>
            </w:r>
            <w:r w:rsidRPr="00970F7D">
              <w:rPr>
                <w:rFonts w:ascii="Calibri" w:hAnsi="Calibri"/>
                <w:b/>
                <w:smallCaps/>
                <w:kern w:val="0"/>
                <w:sz w:val="20"/>
                <w:lang w:eastAsia="ar-SA"/>
              </w:rPr>
              <w:t>….........................................................................</w:t>
            </w: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jc w:val="center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jc w:val="center"/>
              <w:rPr>
                <w:rFonts w:ascii="Calibri" w:hAnsi="Calibri"/>
                <w:kern w:val="0"/>
                <w:sz w:val="2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conoscenze</w:t>
            </w:r>
          </w:p>
        </w:tc>
      </w:tr>
      <w:tr w:rsidR="00A1178F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78F" w:rsidRPr="00970F7D" w:rsidRDefault="00A1178F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</w:tr>
    </w:tbl>
    <w:p w:rsidR="00A1178F" w:rsidRPr="00970F7D" w:rsidRDefault="00A1178F" w:rsidP="00970F7D">
      <w:pPr>
        <w:widowControl/>
        <w:autoSpaceDE w:val="0"/>
        <w:rPr>
          <w:rFonts w:eastAsia="Times New Roman"/>
          <w:color w:val="000000"/>
          <w:kern w:val="0"/>
          <w:lang w:eastAsia="ar-SA"/>
        </w:rPr>
      </w:pPr>
    </w:p>
    <w:p w:rsidR="00A1178F" w:rsidRPr="00970F7D" w:rsidRDefault="00A1178F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</w:p>
    <w:p w:rsidR="00A1178F" w:rsidRPr="00970F7D" w:rsidRDefault="00A1178F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</w:p>
    <w:p w:rsidR="00A1178F" w:rsidRPr="00970F7D" w:rsidRDefault="00A1178F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</w:p>
    <w:p w:rsidR="00A1178F" w:rsidRPr="00970F7D" w:rsidRDefault="00A1178F" w:rsidP="00970F7D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  <w:r w:rsidRPr="00970F7D">
        <w:rPr>
          <w:rFonts w:ascii="Calibri" w:hAnsi="Calibri"/>
          <w:kern w:val="0"/>
          <w:lang w:eastAsia="it-IT"/>
        </w:rPr>
        <w:t>Esempio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76"/>
        <w:gridCol w:w="3778"/>
      </w:tblGrid>
      <w:tr w:rsidR="00A1178F" w:rsidRPr="00970F7D" w:rsidTr="00B35EE9">
        <w:tc>
          <w:tcPr>
            <w:tcW w:w="9854" w:type="dxa"/>
            <w:gridSpan w:val="2"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  <w:r w:rsidRPr="00970F7D">
              <w:rPr>
                <w:rFonts w:ascii="Calibri" w:hAnsi="Calibri"/>
                <w:b/>
                <w:color w:val="FF0000"/>
                <w:kern w:val="0"/>
                <w:lang w:eastAsia="it-IT"/>
              </w:rPr>
              <w:br/>
            </w:r>
            <w:r w:rsidRPr="00970F7D">
              <w:rPr>
                <w:rFonts w:ascii="Calibri" w:hAnsi="Calibri"/>
                <w:b/>
                <w:color w:val="FF0000"/>
                <w:kern w:val="0"/>
                <w:szCs w:val="22"/>
                <w:lang w:eastAsia="it-IT"/>
              </w:rPr>
              <w:t>COMPETENZA</w:t>
            </w: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 xml:space="preserve">: </w:t>
            </w:r>
            <w:r w:rsidRPr="00970F7D">
              <w:rPr>
                <w:rFonts w:ascii="Calibri" w:hAnsi="Calibri"/>
                <w:b/>
                <w:color w:val="FF0000"/>
                <w:kern w:val="0"/>
                <w:sz w:val="20"/>
                <w:lang w:eastAsia="it-IT"/>
              </w:rPr>
              <w:t>ASCOLTO</w:t>
            </w:r>
            <w:r w:rsidRPr="00970F7D">
              <w:rPr>
                <w:rFonts w:ascii="Calibri" w:hAnsi="Calibri"/>
                <w:b/>
                <w:color w:val="FF0000"/>
                <w:kern w:val="0"/>
                <w:lang w:eastAsia="it-IT"/>
              </w:rPr>
              <w:t xml:space="preserve"> </w:t>
            </w: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>utilizzare l’ascolto in funzione relazionale e comunicativa</w:t>
            </w:r>
          </w:p>
        </w:tc>
      </w:tr>
      <w:tr w:rsidR="00A1178F" w:rsidRPr="00970F7D" w:rsidTr="00B35EE9"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jc w:val="center"/>
              <w:rPr>
                <w:rFonts w:ascii="Calibri" w:hAnsi="Calibri"/>
                <w:b/>
                <w:smallCaps/>
                <w:color w:val="FF0000"/>
                <w:kern w:val="0"/>
                <w:lang w:eastAsia="it-IT"/>
              </w:rPr>
            </w:pPr>
            <w:r w:rsidRPr="00970F7D">
              <w:rPr>
                <w:rFonts w:ascii="Calibri" w:hAnsi="Calibri"/>
                <w:b/>
                <w:smallCaps/>
                <w:color w:val="FF0000"/>
                <w:kern w:val="0"/>
                <w:lang w:eastAsia="it-IT"/>
              </w:rPr>
              <w:t>abilità</w:t>
            </w:r>
          </w:p>
        </w:tc>
        <w:tc>
          <w:tcPr>
            <w:tcW w:w="3778" w:type="dxa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jc w:val="center"/>
              <w:rPr>
                <w:rFonts w:ascii="Calibri" w:hAnsi="Calibri"/>
                <w:b/>
                <w:smallCaps/>
                <w:color w:val="FF0000"/>
                <w:kern w:val="0"/>
                <w:lang w:eastAsia="it-IT"/>
              </w:rPr>
            </w:pPr>
            <w:r w:rsidRPr="00970F7D">
              <w:rPr>
                <w:rFonts w:ascii="Calibri" w:hAnsi="Calibri"/>
                <w:b/>
                <w:smallCaps/>
                <w:color w:val="FF0000"/>
                <w:kern w:val="0"/>
                <w:lang w:eastAsia="it-IT"/>
              </w:rPr>
              <w:t>conoscenze</w:t>
            </w:r>
          </w:p>
        </w:tc>
      </w:tr>
      <w:tr w:rsidR="00A1178F" w:rsidRPr="00970F7D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>Abituarsi progressivamente a mantenere l’attenzione e la concentrazione per la durata dell’ascolto.</w:t>
            </w:r>
          </w:p>
        </w:tc>
        <w:tc>
          <w:tcPr>
            <w:tcW w:w="3778" w:type="dxa"/>
            <w:vMerge w:val="restart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>Ascolto di testi in lingua originale</w:t>
            </w:r>
          </w:p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>Dialoghi formali e informali</w:t>
            </w:r>
          </w:p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>Interviste</w:t>
            </w:r>
          </w:p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>Resoconti</w:t>
            </w:r>
          </w:p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>Testi narrativi e descrittivi</w:t>
            </w:r>
          </w:p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</w:p>
        </w:tc>
      </w:tr>
      <w:tr w:rsidR="00A1178F" w:rsidRPr="00970F7D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>Utilizzare l’ascolto come strumento di comprensione globale del messaggio.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</w:p>
        </w:tc>
      </w:tr>
      <w:tr w:rsidR="00A1178F" w:rsidRPr="00970F7D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>Cogliere gli aspetti non verbali e paraverbali della comunicazione.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</w:p>
        </w:tc>
      </w:tr>
      <w:tr w:rsidR="00A1178F" w:rsidRPr="00970F7D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  <w:r w:rsidRPr="00970F7D"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  <w:t>Saper ascoltare il punto di vista altrui.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A1178F" w:rsidRPr="00970F7D" w:rsidRDefault="00A1178F" w:rsidP="00970F7D">
            <w:pPr>
              <w:widowControl/>
              <w:suppressAutoHyphens w:val="0"/>
              <w:rPr>
                <w:rFonts w:ascii="Calibri" w:hAnsi="Calibri"/>
                <w:color w:val="FF0000"/>
                <w:kern w:val="0"/>
                <w:sz w:val="20"/>
                <w:lang w:eastAsia="it-IT"/>
              </w:rPr>
            </w:pPr>
          </w:p>
        </w:tc>
      </w:tr>
    </w:tbl>
    <w:p w:rsidR="00A1178F" w:rsidRPr="00970F7D" w:rsidRDefault="00A1178F" w:rsidP="00970F7D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color w:val="FF0000"/>
          <w:kern w:val="0"/>
          <w:lang w:eastAsia="it-IT"/>
        </w:rPr>
      </w:pPr>
    </w:p>
    <w:p w:rsidR="00A1178F" w:rsidRPr="00712632" w:rsidRDefault="00A1178F" w:rsidP="00712632">
      <w:pPr>
        <w:pStyle w:val="ListParagraph"/>
        <w:widowControl/>
        <w:numPr>
          <w:ilvl w:val="0"/>
          <w:numId w:val="5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Calibri" w:hAnsi="Calibri"/>
          <w:b/>
          <w:kern w:val="0"/>
          <w:lang w:eastAsia="it-IT"/>
        </w:rPr>
      </w:pPr>
      <w:r w:rsidRPr="00712632">
        <w:rPr>
          <w:rFonts w:ascii="Calibri" w:hAnsi="Calibri"/>
          <w:b/>
          <w:kern w:val="0"/>
          <w:lang w:eastAsia="it-IT"/>
        </w:rPr>
        <w:t xml:space="preserve">Contenuti specifici del programma   </w:t>
      </w:r>
    </w:p>
    <w:p w:rsidR="00A1178F" w:rsidRPr="00970F7D" w:rsidRDefault="00A1178F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Calibri" w:hAnsi="Calibri"/>
          <w:kern w:val="0"/>
          <w:lang w:eastAsia="it-IT"/>
        </w:rPr>
      </w:pPr>
      <w:r w:rsidRPr="00970F7D">
        <w:rPr>
          <w:rFonts w:ascii="Calibri" w:hAnsi="Calibri"/>
          <w:kern w:val="0"/>
          <w:lang w:eastAsia="it-IT"/>
        </w:rPr>
        <w:t>(articolati per moduli, unità di apprendimento e con indicazione dei tempi di svolgimento)</w:t>
      </w:r>
    </w:p>
    <w:p w:rsidR="00A1178F" w:rsidRPr="00970F7D" w:rsidRDefault="00A1178F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Calibri" w:hAnsi="Calibri"/>
          <w:kern w:val="0"/>
          <w:lang w:eastAsia="it-IT"/>
        </w:rPr>
      </w:pPr>
      <w:r w:rsidRPr="00970F7D">
        <w:rPr>
          <w:rFonts w:ascii="Calibri" w:hAnsi="Calibri"/>
          <w:kern w:val="0"/>
          <w:lang w:eastAsia="it-IT"/>
        </w:rPr>
        <w:t>Per ogni unità indicare anche gli obiettivi minimi</w:t>
      </w:r>
    </w:p>
    <w:tbl>
      <w:tblPr>
        <w:tblpPr w:leftFromText="141" w:rightFromText="141" w:vertAnchor="text" w:horzAnchor="margin" w:tblpXSpec="center" w:tblpY="191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771"/>
        <w:gridCol w:w="3332"/>
        <w:gridCol w:w="1986"/>
        <w:gridCol w:w="1911"/>
      </w:tblGrid>
      <w:tr w:rsidR="00A1178F" w:rsidRPr="00970F7D" w:rsidTr="00B35EE9">
        <w:tc>
          <w:tcPr>
            <w:tcW w:w="1771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COMPETENZA</w:t>
            </w:r>
          </w:p>
        </w:tc>
        <w:tc>
          <w:tcPr>
            <w:tcW w:w="3331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 xml:space="preserve">Obiettivi previsti espressi in termini di saper fare </w:t>
            </w:r>
          </w:p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L’alunno:</w:t>
            </w:r>
          </w:p>
        </w:tc>
        <w:tc>
          <w:tcPr>
            <w:tcW w:w="1985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Tempi di attuazione previsti</w:t>
            </w:r>
          </w:p>
        </w:tc>
        <w:tc>
          <w:tcPr>
            <w:tcW w:w="1910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Modalità di verifica previste</w:t>
            </w:r>
          </w:p>
        </w:tc>
      </w:tr>
      <w:tr w:rsidR="00A1178F" w:rsidRPr="00970F7D" w:rsidTr="00B35EE9">
        <w:tc>
          <w:tcPr>
            <w:tcW w:w="1771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  <w:tr w:rsidR="00A1178F" w:rsidRPr="00970F7D" w:rsidTr="00B35EE9">
        <w:tc>
          <w:tcPr>
            <w:tcW w:w="1771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  <w:tr w:rsidR="00A1178F" w:rsidRPr="00970F7D" w:rsidTr="00B35EE9">
        <w:tc>
          <w:tcPr>
            <w:tcW w:w="1771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  <w:tr w:rsidR="00A1178F" w:rsidRPr="00970F7D" w:rsidTr="00B35EE9">
        <w:trPr>
          <w:trHeight w:val="984"/>
        </w:trPr>
        <w:tc>
          <w:tcPr>
            <w:tcW w:w="1771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A1178F" w:rsidRPr="00970F7D" w:rsidRDefault="00A1178F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</w:tbl>
    <w:p w:rsidR="00A1178F" w:rsidRPr="00970F7D" w:rsidRDefault="00A1178F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Calibri" w:hAnsi="Calibri"/>
          <w:kern w:val="0"/>
          <w:lang w:eastAsia="it-IT"/>
        </w:rPr>
      </w:pPr>
    </w:p>
    <w:p w:rsidR="00A1178F" w:rsidRPr="00712632" w:rsidRDefault="00A1178F" w:rsidP="00712632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</w:p>
    <w:p w:rsidR="00A1178F" w:rsidRDefault="00A1178F" w:rsidP="00712632">
      <w:pPr>
        <w:pStyle w:val="ListParagraph"/>
        <w:numPr>
          <w:ilvl w:val="0"/>
          <w:numId w:val="6"/>
        </w:numPr>
        <w:autoSpaceDE w:val="0"/>
        <w:rPr>
          <w:rFonts w:ascii="Calibri" w:hAnsi="Calibri" w:cs="Helvetica-Bold"/>
          <w:b/>
          <w:bCs/>
          <w:color w:val="000000"/>
        </w:rPr>
      </w:pPr>
      <w:r>
        <w:rPr>
          <w:rFonts w:ascii="Calibri" w:hAnsi="Calibri" w:cs="Helvetica-Bold"/>
          <w:b/>
          <w:bCs/>
          <w:color w:val="000000"/>
        </w:rPr>
        <w:t>Obiettivi minimi per alunni in difficoltà di apprendimento</w:t>
      </w:r>
    </w:p>
    <w:p w:rsidR="00A1178F" w:rsidRDefault="00A1178F" w:rsidP="00712632">
      <w:pPr>
        <w:autoSpaceDE w:val="0"/>
        <w:rPr>
          <w:rFonts w:ascii="Calibri" w:hAnsi="Calibri" w:cs="Helvetica-Bold"/>
          <w:b/>
          <w:bCs/>
          <w:color w:val="000000"/>
        </w:rPr>
      </w:pPr>
      <w:r>
        <w:rPr>
          <w:rFonts w:ascii="Calibri" w:hAnsi="Calibri" w:cs="Helvetica-Bold"/>
          <w:b/>
          <w:bCs/>
          <w:color w:val="000000"/>
        </w:rPr>
        <w:t>-----------------------------</w:t>
      </w:r>
    </w:p>
    <w:p w:rsidR="00A1178F" w:rsidRPr="00712632" w:rsidRDefault="00A1178F" w:rsidP="00712632">
      <w:pPr>
        <w:autoSpaceDE w:val="0"/>
        <w:rPr>
          <w:rFonts w:ascii="Calibri" w:hAnsi="Calibri" w:cs="Helvetica-Bold"/>
          <w:b/>
          <w:bCs/>
          <w:color w:val="000000"/>
        </w:rPr>
      </w:pPr>
      <w:r>
        <w:rPr>
          <w:rFonts w:ascii="Calibri" w:hAnsi="Calibri" w:cs="Helvetica-Bold"/>
          <w:b/>
          <w:bCs/>
          <w:color w:val="000000"/>
        </w:rPr>
        <w:t>-----------------------------</w:t>
      </w:r>
    </w:p>
    <w:p w:rsidR="00A1178F" w:rsidRPr="00970F7D" w:rsidRDefault="00A1178F" w:rsidP="00970F7D">
      <w:pPr>
        <w:autoSpaceDE w:val="0"/>
        <w:rPr>
          <w:rFonts w:ascii="Calibri" w:hAnsi="Calibri" w:cs="Helvetica-Bold"/>
          <w:b/>
          <w:bCs/>
          <w:color w:val="000000"/>
        </w:rPr>
      </w:pPr>
    </w:p>
    <w:p w:rsidR="00A1178F" w:rsidRPr="00712632" w:rsidRDefault="00A1178F" w:rsidP="00712632">
      <w:pPr>
        <w:pStyle w:val="ListParagraph"/>
        <w:numPr>
          <w:ilvl w:val="0"/>
          <w:numId w:val="6"/>
        </w:numPr>
        <w:autoSpaceDE w:val="0"/>
        <w:rPr>
          <w:rFonts w:ascii="Calibri" w:hAnsi="Calibri" w:cs="Helvetica-Bold"/>
          <w:b/>
          <w:bCs/>
          <w:color w:val="000000"/>
        </w:rPr>
      </w:pPr>
      <w:r w:rsidRPr="00712632">
        <w:rPr>
          <w:rFonts w:ascii="Calibri" w:hAnsi="Calibri" w:cs="Helvetica-Bold"/>
          <w:b/>
          <w:bCs/>
          <w:color w:val="000000"/>
        </w:rPr>
        <w:t>Metodi e mezzi</w:t>
      </w:r>
    </w:p>
    <w:p w:rsidR="00A1178F" w:rsidRPr="00970F7D" w:rsidRDefault="00A1178F" w:rsidP="00970F7D">
      <w:pPr>
        <w:autoSpaceDE w:val="0"/>
        <w:rPr>
          <w:rFonts w:ascii="Calibri" w:hAnsi="Calibri" w:cs="Helvetica-Bold"/>
          <w:b/>
          <w:bCs/>
          <w:color w:val="000000"/>
        </w:rPr>
      </w:pPr>
      <w:r w:rsidRPr="00970F7D">
        <w:rPr>
          <w:rFonts w:ascii="Calibri" w:hAnsi="Calibri" w:cs="Helvetica"/>
          <w:color w:val="000000"/>
        </w:rPr>
        <w:t>Fasi dell'attività didattica (svolgimento delle lezioni):</w:t>
      </w:r>
    </w:p>
    <w:p w:rsidR="00A1178F" w:rsidRPr="00970F7D" w:rsidRDefault="00A1178F" w:rsidP="00970F7D">
      <w:pPr>
        <w:autoSpaceDE w:val="0"/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vengono dichiarati gli obiettivi e le finalità dell'attività proposta</w:t>
      </w:r>
    </w:p>
    <w:p w:rsidR="00A1178F" w:rsidRPr="00970F7D" w:rsidRDefault="00A1178F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vengono esplicitate con chiarezza le prestazioni richieste</w:t>
      </w:r>
    </w:p>
    <w:p w:rsidR="00A1178F" w:rsidRPr="00970F7D" w:rsidRDefault="00A1178F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viene privilegiata l'operatività</w:t>
      </w:r>
    </w:p>
    <w:p w:rsidR="00A1178F" w:rsidRPr="00970F7D" w:rsidRDefault="00A1178F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viene utilizzata la lezione frontale per presentare e riepilogare</w:t>
      </w:r>
    </w:p>
    <w:p w:rsidR="00A1178F" w:rsidRPr="00970F7D" w:rsidRDefault="00A1178F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viene fatto uso della discussione per coinvolgere e motivare</w:t>
      </w:r>
    </w:p>
    <w:p w:rsidR="00A1178F" w:rsidRPr="00970F7D" w:rsidRDefault="00A1178F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i/>
          <w:color w:val="000000"/>
        </w:rPr>
      </w:pPr>
      <w:r w:rsidRPr="00970F7D">
        <w:rPr>
          <w:rFonts w:ascii="Calibri" w:hAnsi="Calibri" w:cs="Helvetica"/>
          <w:color w:val="000000"/>
        </w:rPr>
        <w:t xml:space="preserve">viene utilizzato il metodo direttivo </w:t>
      </w:r>
      <w:r w:rsidRPr="00970F7D">
        <w:rPr>
          <w:rFonts w:ascii="Calibri" w:hAnsi="Calibri" w:cs="Helvetica"/>
          <w:i/>
          <w:color w:val="000000"/>
        </w:rPr>
        <w:t>(enfasi al ruolo guida del docente - centro dell'attività didattica)</w:t>
      </w:r>
    </w:p>
    <w:p w:rsidR="00A1178F" w:rsidRPr="00970F7D" w:rsidRDefault="00A1178F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i/>
          <w:color w:val="000000"/>
        </w:rPr>
      </w:pPr>
      <w:r w:rsidRPr="00970F7D">
        <w:rPr>
          <w:rFonts w:ascii="Calibri" w:hAnsi="Calibri" w:cs="Helvetica"/>
          <w:color w:val="000000"/>
        </w:rPr>
        <w:t xml:space="preserve">viene utilizzato il metodo non direttivo </w:t>
      </w:r>
      <w:r w:rsidRPr="00970F7D">
        <w:rPr>
          <w:rFonts w:ascii="Calibri" w:hAnsi="Calibri" w:cs="Helvetica"/>
          <w:i/>
          <w:color w:val="000000"/>
        </w:rPr>
        <w:t>(enfasi al ruolo guida del docente - centro dell'attività didattica)</w:t>
      </w:r>
    </w:p>
    <w:p w:rsidR="00A1178F" w:rsidRPr="00970F7D" w:rsidRDefault="00A1178F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i/>
          <w:color w:val="000000"/>
        </w:rPr>
      </w:pPr>
      <w:r w:rsidRPr="00970F7D">
        <w:rPr>
          <w:rFonts w:ascii="Calibri" w:hAnsi="Calibri" w:cs="Helvetica"/>
          <w:color w:val="000000"/>
        </w:rPr>
        <w:t xml:space="preserve">viene utilizzato il metodo direttivo </w:t>
      </w:r>
      <w:r w:rsidRPr="00970F7D">
        <w:rPr>
          <w:rFonts w:ascii="Calibri" w:hAnsi="Calibri" w:cs="Helvetica"/>
          <w:i/>
          <w:color w:val="000000"/>
        </w:rPr>
        <w:t>(enfasi dell'attività dell'alunno - centro dell'attività didattica)</w:t>
      </w:r>
    </w:p>
    <w:p w:rsidR="00A1178F" w:rsidRPr="00970F7D" w:rsidRDefault="00A1178F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i/>
          <w:color w:val="000000"/>
        </w:rPr>
      </w:pPr>
      <w:r w:rsidRPr="00970F7D">
        <w:rPr>
          <w:rFonts w:ascii="Calibri" w:hAnsi="Calibri" w:cs="Helvetica"/>
          <w:color w:val="000000"/>
        </w:rPr>
        <w:t xml:space="preserve">viene utilizzato il metodo dell'animazione </w:t>
      </w:r>
      <w:r w:rsidRPr="00970F7D">
        <w:rPr>
          <w:rFonts w:ascii="Calibri" w:hAnsi="Calibri" w:cs="Helvetica"/>
          <w:i/>
          <w:color w:val="000000"/>
        </w:rPr>
        <w:t>(lavori di gruppo di cui fanno parte docenti ed alunni)</w:t>
      </w:r>
    </w:p>
    <w:p w:rsidR="00A1178F" w:rsidRPr="00970F7D" w:rsidRDefault="00A1178F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i/>
          <w:color w:val="000000"/>
        </w:rPr>
      </w:pPr>
      <w:r w:rsidRPr="00970F7D">
        <w:rPr>
          <w:rFonts w:ascii="Calibri" w:hAnsi="Calibri" w:cs="Helvetica"/>
          <w:color w:val="000000"/>
        </w:rPr>
        <w:t xml:space="preserve">viene utilizzato il metodo "problem solving" </w:t>
      </w:r>
      <w:r w:rsidRPr="00970F7D">
        <w:rPr>
          <w:rFonts w:ascii="Calibri" w:hAnsi="Calibri" w:cs="Helvetica"/>
          <w:i/>
          <w:color w:val="000000"/>
        </w:rPr>
        <w:t>(basato sulla ricerca e scoperta dell'alunno)</w:t>
      </w:r>
    </w:p>
    <w:p w:rsidR="00A1178F" w:rsidRPr="00970F7D" w:rsidRDefault="00A1178F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i/>
          <w:color w:val="000000"/>
        </w:rPr>
        <w:t>altro ....................................................................................................................</w:t>
      </w:r>
    </w:p>
    <w:p w:rsidR="00A1178F" w:rsidRPr="00970F7D" w:rsidRDefault="00A1178F" w:rsidP="00970F7D">
      <w:pPr>
        <w:pStyle w:val="BodyText"/>
        <w:autoSpaceDE w:val="0"/>
        <w:spacing w:after="0"/>
        <w:ind w:left="360"/>
        <w:rPr>
          <w:rFonts w:ascii="Calibri" w:hAnsi="Calibri" w:cs="Helvetica"/>
          <w:i/>
          <w:color w:val="000000"/>
        </w:rPr>
      </w:pPr>
    </w:p>
    <w:p w:rsidR="00A1178F" w:rsidRPr="00970F7D" w:rsidRDefault="00A1178F" w:rsidP="00712632">
      <w:pPr>
        <w:pStyle w:val="BodyText"/>
        <w:numPr>
          <w:ilvl w:val="0"/>
          <w:numId w:val="6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b/>
          <w:bCs/>
          <w:color w:val="000000"/>
        </w:rPr>
        <w:t>O</w:t>
      </w:r>
      <w:r w:rsidRPr="00970F7D">
        <w:rPr>
          <w:rFonts w:ascii="Calibri" w:hAnsi="Calibri" w:cs="Helvetica"/>
          <w:b/>
          <w:color w:val="000000"/>
        </w:rPr>
        <w:t>rganizzazione del recupero (tempi e metodi):</w:t>
      </w:r>
      <w:r w:rsidRPr="00970F7D">
        <w:rPr>
          <w:rFonts w:ascii="Calibri" w:hAnsi="Calibri" w:cs="Helvetica"/>
          <w:color w:val="000000"/>
        </w:rPr>
        <w:br/>
        <w:t>I</w:t>
      </w:r>
      <w:r>
        <w:rPr>
          <w:rFonts w:ascii="Calibri" w:hAnsi="Calibri" w:cs="Helvetica"/>
          <w:color w:val="000000"/>
        </w:rPr>
        <w:t>l recupero didattico si svolgerà</w:t>
      </w:r>
      <w:r w:rsidRPr="00970F7D">
        <w:rPr>
          <w:rFonts w:ascii="Calibri" w:hAnsi="Calibri" w:cs="Helvetica"/>
          <w:color w:val="000000"/>
        </w:rPr>
        <w:t xml:space="preserve"> ricorrendo a:</w:t>
      </w:r>
    </w:p>
    <w:p w:rsidR="00A1178F" w:rsidRPr="00970F7D" w:rsidRDefault="00A1178F" w:rsidP="00970F7D">
      <w:pPr>
        <w:pStyle w:val="BodyText"/>
        <w:autoSpaceDE w:val="0"/>
        <w:spacing w:after="0"/>
        <w:rPr>
          <w:rFonts w:ascii="Calibri" w:hAnsi="Calibri" w:cs="Helvetica"/>
          <w:color w:val="000000"/>
        </w:rPr>
      </w:pPr>
    </w:p>
    <w:p w:rsidR="00A1178F" w:rsidRPr="00970F7D" w:rsidRDefault="00A1178F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controllo della comprensione</w:t>
      </w:r>
    </w:p>
    <w:p w:rsidR="00A1178F" w:rsidRPr="00970F7D" w:rsidRDefault="00A1178F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sollecitazione degli interventi e degli interessi</w:t>
      </w:r>
    </w:p>
    <w:p w:rsidR="00A1178F" w:rsidRPr="00970F7D" w:rsidRDefault="00A1178F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gradualità nelle richieste</w:t>
      </w:r>
    </w:p>
    <w:p w:rsidR="00A1178F" w:rsidRPr="00970F7D" w:rsidRDefault="00A1178F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esercitazioni guidate</w:t>
      </w:r>
    </w:p>
    <w:p w:rsidR="00A1178F" w:rsidRPr="00970F7D" w:rsidRDefault="00A1178F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prove e attività differenziate e semplificate su obiettivi minimi</w:t>
      </w:r>
    </w:p>
    <w:p w:rsidR="00A1178F" w:rsidRPr="00970F7D" w:rsidRDefault="00A1178F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schede strutturate</w:t>
      </w:r>
    </w:p>
    <w:p w:rsidR="00A1178F" w:rsidRPr="00970F7D" w:rsidRDefault="00A1178F" w:rsidP="00970F7D">
      <w:pPr>
        <w:pStyle w:val="BodyText"/>
        <w:numPr>
          <w:ilvl w:val="0"/>
          <w:numId w:val="2"/>
        </w:num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-Oblique"/>
          <w:i/>
          <w:iCs/>
          <w:color w:val="000000"/>
        </w:rPr>
        <w:t xml:space="preserve">Interventi di recupero (compresenze, laboratori, attività di classe, altro…): </w:t>
      </w:r>
      <w:r>
        <w:rPr>
          <w:rFonts w:ascii="Calibri" w:hAnsi="Calibri" w:cs="Helvetica"/>
          <w:color w:val="000000"/>
        </w:rPr>
        <w:t xml:space="preserve">gli alunni più in difficoltà </w:t>
      </w:r>
      <w:r w:rsidRPr="00970F7D">
        <w:rPr>
          <w:rFonts w:ascii="Calibri" w:hAnsi="Calibri" w:cs="Helvetica"/>
          <w:color w:val="000000"/>
        </w:rPr>
        <w:t xml:space="preserve"> vengono seguiti in modo individualizzato, durante le attività sia di classe, sia di laboratorio, anche organizzando gruppi di lavoro.</w:t>
      </w:r>
    </w:p>
    <w:p w:rsidR="00A1178F" w:rsidRPr="00712632" w:rsidRDefault="00A1178F" w:rsidP="00712632">
      <w:pPr>
        <w:pStyle w:val="ListParagraph"/>
        <w:numPr>
          <w:ilvl w:val="0"/>
          <w:numId w:val="6"/>
        </w:numPr>
        <w:autoSpaceDE w:val="0"/>
        <w:rPr>
          <w:rFonts w:ascii="Calibri" w:hAnsi="Calibri"/>
          <w:b/>
          <w:color w:val="000000"/>
        </w:rPr>
      </w:pPr>
      <w:r w:rsidRPr="00712632">
        <w:rPr>
          <w:rFonts w:ascii="Calibri" w:hAnsi="Calibri"/>
          <w:b/>
          <w:color w:val="000000"/>
        </w:rPr>
        <w:t>Valorizzazione delle eccellenze</w:t>
      </w:r>
    </w:p>
    <w:p w:rsidR="00A1178F" w:rsidRPr="00970F7D" w:rsidRDefault="00A1178F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>
        <w:rPr>
          <w:rFonts w:ascii="Calibri" w:hAnsi="Calibri" w:cs="Helvetica"/>
          <w:color w:val="000000"/>
        </w:rPr>
        <w:t>Compiti di approfondimento personale</w:t>
      </w:r>
    </w:p>
    <w:p w:rsidR="00A1178F" w:rsidRPr="00970F7D" w:rsidRDefault="00A1178F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s</w:t>
      </w:r>
      <w:r>
        <w:rPr>
          <w:rFonts w:ascii="Calibri" w:hAnsi="Calibri" w:cs="Helvetica"/>
          <w:color w:val="000000"/>
        </w:rPr>
        <w:t>ollecitazione</w:t>
      </w:r>
      <w:r w:rsidRPr="00970F7D">
        <w:rPr>
          <w:rFonts w:ascii="Calibri" w:hAnsi="Calibri" w:cs="Helvetica"/>
          <w:color w:val="000000"/>
        </w:rPr>
        <w:t xml:space="preserve"> degli interessi</w:t>
      </w:r>
    </w:p>
    <w:p w:rsidR="00A1178F" w:rsidRDefault="00A1178F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>
        <w:rPr>
          <w:rFonts w:ascii="Calibri" w:hAnsi="Calibri" w:cs="Helvetica"/>
          <w:color w:val="000000"/>
        </w:rPr>
        <w:t>valorizzazione degli interventi</w:t>
      </w:r>
    </w:p>
    <w:p w:rsidR="00A1178F" w:rsidRPr="00712632" w:rsidRDefault="00A1178F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>
        <w:rPr>
          <w:rFonts w:ascii="Calibri" w:hAnsi="Calibri" w:cs="Helvetica"/>
          <w:color w:val="000000"/>
        </w:rPr>
        <w:t>altro…………..</w:t>
      </w:r>
    </w:p>
    <w:p w:rsidR="00A1178F" w:rsidRDefault="00A1178F" w:rsidP="00970F7D">
      <w:pPr>
        <w:autoSpaceDE w:val="0"/>
        <w:rPr>
          <w:rFonts w:ascii="Calibri" w:hAnsi="Calibri"/>
          <w:b/>
          <w:color w:val="000000"/>
        </w:rPr>
      </w:pPr>
    </w:p>
    <w:p w:rsidR="00A1178F" w:rsidRPr="00970F7D" w:rsidRDefault="00A1178F" w:rsidP="00712632">
      <w:pPr>
        <w:pStyle w:val="BodyText"/>
        <w:numPr>
          <w:ilvl w:val="0"/>
          <w:numId w:val="6"/>
        </w:numPr>
        <w:autoSpaceDE w:val="0"/>
        <w:rPr>
          <w:rFonts w:ascii="Calibri" w:hAnsi="Calibri" w:cs="Helvetica-Oblique"/>
          <w:i/>
          <w:iCs/>
          <w:color w:val="000000"/>
        </w:rPr>
      </w:pPr>
      <w:r w:rsidRPr="00970F7D">
        <w:rPr>
          <w:rFonts w:ascii="Calibri" w:hAnsi="Calibri" w:cs="Helvetica-Oblique"/>
          <w:b/>
          <w:bCs/>
          <w:color w:val="000000"/>
        </w:rPr>
        <w:t xml:space="preserve">Attività di approfondimento </w:t>
      </w:r>
      <w:r w:rsidRPr="00970F7D">
        <w:rPr>
          <w:rFonts w:ascii="Calibri" w:hAnsi="Calibri" w:cs="Helvetica-Oblique"/>
          <w:i/>
          <w:iCs/>
          <w:color w:val="000000"/>
        </w:rPr>
        <w:t>(attività interdisciplinari, uscite, laboratori, Orientamento, altro…):</w:t>
      </w:r>
    </w:p>
    <w:p w:rsidR="00A1178F" w:rsidRDefault="00A1178F" w:rsidP="00712632">
      <w:pPr>
        <w:autoSpaceDE w:val="0"/>
        <w:rPr>
          <w:rFonts w:ascii="Calibri" w:hAnsi="Calibri" w:cs="Symbol"/>
          <w:color w:val="000000"/>
        </w:rPr>
      </w:pPr>
      <w:r w:rsidRPr="00970F7D">
        <w:rPr>
          <w:rFonts w:ascii="Calibri" w:hAnsi="Calibri" w:cs="Symbol"/>
          <w:color w:val="000000"/>
        </w:rPr>
        <w:t xml:space="preserve">• </w:t>
      </w:r>
      <w:r>
        <w:rPr>
          <w:rFonts w:ascii="Calibri" w:hAnsi="Calibri" w:cs="Symbol"/>
          <w:color w:val="000000"/>
        </w:rPr>
        <w:t>………………………</w:t>
      </w:r>
    </w:p>
    <w:p w:rsidR="00A1178F" w:rsidRPr="00970F7D" w:rsidRDefault="00A1178F" w:rsidP="00712632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Symbol"/>
          <w:color w:val="000000"/>
        </w:rPr>
        <w:t xml:space="preserve">• </w:t>
      </w:r>
      <w:r w:rsidRPr="00970F7D">
        <w:rPr>
          <w:rFonts w:ascii="Calibri" w:hAnsi="Calibri" w:cs="Helvetica"/>
          <w:color w:val="000000"/>
        </w:rPr>
        <w:t>Per le attività di orientamento si veda la Programmazione del consiglio di</w:t>
      </w:r>
    </w:p>
    <w:p w:rsidR="00A1178F" w:rsidRPr="00970F7D" w:rsidRDefault="00A1178F" w:rsidP="00712632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classe.</w:t>
      </w:r>
    </w:p>
    <w:p w:rsidR="00A1178F" w:rsidRDefault="00A1178F" w:rsidP="00970F7D">
      <w:pPr>
        <w:autoSpaceDE w:val="0"/>
        <w:rPr>
          <w:rFonts w:ascii="Calibri" w:hAnsi="Calibri"/>
          <w:b/>
          <w:color w:val="000000"/>
        </w:rPr>
      </w:pPr>
    </w:p>
    <w:p w:rsidR="00A1178F" w:rsidRPr="00712632" w:rsidRDefault="00A1178F" w:rsidP="00970F7D">
      <w:pPr>
        <w:autoSpaceDE w:val="0"/>
        <w:rPr>
          <w:rFonts w:ascii="Calibri" w:hAnsi="Calibri"/>
          <w:b/>
          <w:color w:val="000000"/>
        </w:rPr>
      </w:pPr>
    </w:p>
    <w:p w:rsidR="00A1178F" w:rsidRDefault="00A1178F" w:rsidP="00712632">
      <w:pPr>
        <w:pStyle w:val="ListParagraph"/>
        <w:numPr>
          <w:ilvl w:val="0"/>
          <w:numId w:val="6"/>
        </w:numPr>
        <w:autoSpaceDE w:val="0"/>
        <w:rPr>
          <w:rFonts w:ascii="Calibri" w:hAnsi="Calibri" w:cs="Helvetica-Bold"/>
          <w:b/>
          <w:bCs/>
          <w:color w:val="000000"/>
        </w:rPr>
      </w:pPr>
      <w:r w:rsidRPr="00712632">
        <w:rPr>
          <w:rFonts w:ascii="Calibri" w:hAnsi="Calibri" w:cs="Helvetica-Bold"/>
          <w:b/>
          <w:bCs/>
          <w:color w:val="000000"/>
        </w:rPr>
        <w:t>Verifica e valutazione</w:t>
      </w:r>
    </w:p>
    <w:p w:rsidR="00A1178F" w:rsidRPr="00E44DAB" w:rsidRDefault="00A1178F" w:rsidP="00E44DAB">
      <w:pPr>
        <w:autoSpaceDE w:val="0"/>
        <w:ind w:left="360"/>
        <w:rPr>
          <w:rFonts w:ascii="Calibri" w:hAnsi="Calibri" w:cs="Helvetica-Bold"/>
          <w:b/>
          <w:bCs/>
          <w:color w:val="000000"/>
        </w:rPr>
      </w:pPr>
    </w:p>
    <w:tbl>
      <w:tblPr>
        <w:tblW w:w="0" w:type="auto"/>
        <w:tblInd w:w="-72" w:type="dxa"/>
        <w:tblLook w:val="0000"/>
      </w:tblPr>
      <w:tblGrid>
        <w:gridCol w:w="6608"/>
        <w:gridCol w:w="3318"/>
      </w:tblGrid>
      <w:tr w:rsidR="00A1178F" w:rsidRPr="0054251A" w:rsidTr="00B35EE9">
        <w:trPr>
          <w:trHeight w:val="213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TIPOLOGIE DI PROVE DI VERIFICA 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NUMERO PROVE DI VERIFICA</w:t>
            </w:r>
          </w:p>
        </w:tc>
      </w:tr>
      <w:tr w:rsidR="00A1178F" w:rsidRPr="0054251A" w:rsidTr="00B35EE9">
        <w:trPr>
          <w:trHeight w:val="837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Prove scritte ……………………</w:t>
            </w:r>
            <w:bookmarkStart w:id="0" w:name="_GoBack"/>
            <w:bookmarkEnd w:id="0"/>
          </w:p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Prove orali ……………………..</w:t>
            </w:r>
          </w:p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Prove pratiche …………………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…….</w:t>
            </w:r>
          </w:p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…….</w:t>
            </w:r>
          </w:p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…….</w:t>
            </w:r>
          </w:p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</w:p>
        </w:tc>
      </w:tr>
    </w:tbl>
    <w:p w:rsidR="00A1178F" w:rsidRPr="00712632" w:rsidRDefault="00A1178F" w:rsidP="00712632">
      <w:pPr>
        <w:autoSpaceDE w:val="0"/>
        <w:rPr>
          <w:rFonts w:ascii="Calibri" w:hAnsi="Calibri" w:cs="Helvetica-Bold"/>
          <w:b/>
          <w:bCs/>
          <w:color w:val="000000"/>
        </w:rPr>
      </w:pPr>
    </w:p>
    <w:p w:rsidR="00A1178F" w:rsidRPr="0054251A" w:rsidRDefault="00A1178F" w:rsidP="00712632">
      <w:pPr>
        <w:pStyle w:val="Default"/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 xml:space="preserve">Griglia per le </w:t>
      </w:r>
      <w:r w:rsidRPr="00712632">
        <w:rPr>
          <w:rFonts w:ascii="Calibri" w:hAnsi="Calibri"/>
          <w:b/>
          <w:color w:val="auto"/>
        </w:rPr>
        <w:t>prove oggettive</w:t>
      </w:r>
      <w:r w:rsidRPr="0054251A">
        <w:rPr>
          <w:rFonts w:ascii="Calibri" w:hAnsi="Calibri"/>
          <w:color w:val="auto"/>
        </w:rPr>
        <w:t>:</w:t>
      </w:r>
    </w:p>
    <w:p w:rsidR="00A1178F" w:rsidRPr="0054251A" w:rsidRDefault="00A1178F" w:rsidP="00712632">
      <w:pPr>
        <w:pStyle w:val="Default"/>
        <w:rPr>
          <w:rFonts w:ascii="Calibri" w:hAnsi="Calibri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40"/>
        <w:gridCol w:w="4914"/>
      </w:tblGrid>
      <w:tr w:rsidR="00A1178F" w:rsidRPr="0054251A" w:rsidTr="00B35EE9">
        <w:trPr>
          <w:trHeight w:val="414"/>
        </w:trPr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0-  20%       </w:t>
            </w:r>
            <w:r w:rsidRPr="0054251A">
              <w:rPr>
                <w:rFonts w:ascii="Calibri" w:hAnsi="Calibri"/>
                <w:b/>
                <w:color w:val="auto"/>
              </w:rPr>
              <w:t>gravemente insufficiente</w:t>
            </w:r>
          </w:p>
        </w:tc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70-75%          </w:t>
            </w:r>
            <w:r w:rsidRPr="0054251A">
              <w:rPr>
                <w:rFonts w:ascii="Calibri" w:hAnsi="Calibri"/>
                <w:b/>
                <w:color w:val="auto"/>
              </w:rPr>
              <w:t>7</w:t>
            </w:r>
            <w:r w:rsidRPr="0054251A">
              <w:rPr>
                <w:rFonts w:ascii="Calibri" w:hAnsi="Calibri"/>
                <w:color w:val="auto"/>
              </w:rPr>
              <w:t xml:space="preserve"> </w:t>
            </w:r>
          </w:p>
        </w:tc>
      </w:tr>
      <w:tr w:rsidR="00A1178F" w:rsidRPr="0054251A" w:rsidTr="00B35EE9">
        <w:trPr>
          <w:trHeight w:val="414"/>
        </w:trPr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21- 33%    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4</w:t>
            </w:r>
          </w:p>
        </w:tc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76-79%          </w:t>
            </w:r>
            <w:r w:rsidRPr="0054251A">
              <w:rPr>
                <w:rFonts w:ascii="Calibri" w:hAnsi="Calibri"/>
                <w:b/>
                <w:color w:val="auto"/>
              </w:rPr>
              <w:t>7½</w:t>
            </w:r>
          </w:p>
        </w:tc>
      </w:tr>
      <w:tr w:rsidR="00A1178F" w:rsidRPr="0054251A" w:rsidTr="00B35EE9">
        <w:trPr>
          <w:trHeight w:val="414"/>
        </w:trPr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34-45%    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4 ½</w:t>
            </w:r>
            <w:r w:rsidRPr="0054251A">
              <w:rPr>
                <w:rFonts w:ascii="Calibri" w:hAnsi="Calibri"/>
                <w:color w:val="auto"/>
              </w:rPr>
              <w:t xml:space="preserve"> </w:t>
            </w:r>
          </w:p>
        </w:tc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80-85%          </w:t>
            </w:r>
            <w:r w:rsidRPr="0054251A">
              <w:rPr>
                <w:rFonts w:ascii="Calibri" w:hAnsi="Calibri"/>
                <w:b/>
                <w:color w:val="auto"/>
              </w:rPr>
              <w:t>8</w:t>
            </w:r>
          </w:p>
        </w:tc>
      </w:tr>
      <w:tr w:rsidR="00A1178F" w:rsidRPr="0054251A" w:rsidTr="00B35EE9">
        <w:trPr>
          <w:trHeight w:val="414"/>
        </w:trPr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46-52%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5</w:t>
            </w:r>
          </w:p>
        </w:tc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86-89%          </w:t>
            </w:r>
            <w:r w:rsidRPr="0054251A">
              <w:rPr>
                <w:rFonts w:ascii="Calibri" w:hAnsi="Calibri"/>
                <w:b/>
                <w:color w:val="auto"/>
              </w:rPr>
              <w:t>8½</w:t>
            </w:r>
          </w:p>
        </w:tc>
      </w:tr>
      <w:tr w:rsidR="00A1178F" w:rsidRPr="0054251A" w:rsidTr="00B35EE9">
        <w:trPr>
          <w:trHeight w:val="414"/>
        </w:trPr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53-57%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5 ½</w:t>
            </w:r>
            <w:r w:rsidRPr="0054251A">
              <w:rPr>
                <w:rFonts w:ascii="Calibri" w:hAnsi="Calibri"/>
                <w:color w:val="auto"/>
              </w:rPr>
              <w:t xml:space="preserve"> </w:t>
            </w:r>
          </w:p>
        </w:tc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90-94%          </w:t>
            </w:r>
            <w:r w:rsidRPr="0054251A">
              <w:rPr>
                <w:rFonts w:ascii="Calibri" w:hAnsi="Calibri"/>
                <w:b/>
                <w:color w:val="auto"/>
              </w:rPr>
              <w:t>9</w:t>
            </w:r>
          </w:p>
        </w:tc>
      </w:tr>
      <w:tr w:rsidR="00A1178F" w:rsidRPr="0054251A" w:rsidTr="00B35EE9">
        <w:trPr>
          <w:trHeight w:val="414"/>
        </w:trPr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spacing w:line="360" w:lineRule="auto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58-64%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6</w:t>
            </w:r>
            <w:r w:rsidRPr="0054251A">
              <w:rPr>
                <w:rFonts w:ascii="Calibri" w:hAnsi="Calibri"/>
                <w:color w:val="auto"/>
              </w:rPr>
              <w:t xml:space="preserve">  </w:t>
            </w:r>
          </w:p>
        </w:tc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95-98%          </w:t>
            </w:r>
            <w:r w:rsidRPr="0054251A">
              <w:rPr>
                <w:rFonts w:ascii="Calibri" w:hAnsi="Calibri"/>
                <w:b/>
                <w:color w:val="auto"/>
              </w:rPr>
              <w:t>9½</w:t>
            </w:r>
          </w:p>
        </w:tc>
      </w:tr>
      <w:tr w:rsidR="00A1178F" w:rsidRPr="0054251A" w:rsidTr="00B35EE9">
        <w:trPr>
          <w:trHeight w:val="414"/>
        </w:trPr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spacing w:line="360" w:lineRule="auto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65-69%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6 ½</w:t>
            </w:r>
          </w:p>
        </w:tc>
        <w:tc>
          <w:tcPr>
            <w:tcW w:w="5056" w:type="dxa"/>
          </w:tcPr>
          <w:p w:rsidR="00A1178F" w:rsidRPr="0054251A" w:rsidRDefault="00A1178F" w:rsidP="00B35EE9">
            <w:pPr>
              <w:pStyle w:val="Default"/>
              <w:spacing w:line="360" w:lineRule="auto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99-100           </w:t>
            </w:r>
            <w:r w:rsidRPr="0054251A">
              <w:rPr>
                <w:rFonts w:ascii="Calibri" w:hAnsi="Calibri"/>
                <w:b/>
                <w:color w:val="auto"/>
              </w:rPr>
              <w:t>10</w:t>
            </w:r>
          </w:p>
        </w:tc>
      </w:tr>
    </w:tbl>
    <w:p w:rsidR="00A1178F" w:rsidRPr="00970F7D" w:rsidRDefault="00A1178F" w:rsidP="00970F7D">
      <w:pPr>
        <w:tabs>
          <w:tab w:val="left" w:pos="0"/>
        </w:tabs>
        <w:jc w:val="both"/>
        <w:rPr>
          <w:rFonts w:ascii="Calibri" w:hAnsi="Calibri"/>
          <w:color w:val="000000"/>
        </w:rPr>
      </w:pPr>
    </w:p>
    <w:p w:rsidR="00A1178F" w:rsidRPr="00970F7D" w:rsidRDefault="00A1178F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Il percorso di valutazione viene individuato in alcune</w:t>
      </w:r>
      <w:r>
        <w:rPr>
          <w:rFonts w:ascii="Calibri" w:hAnsi="Calibri" w:cs="Arial"/>
          <w:color w:val="000000"/>
        </w:rPr>
        <w:t xml:space="preserve"> fasi che coinvolgono il docente</w:t>
      </w:r>
      <w:r w:rsidRPr="00970F7D">
        <w:rPr>
          <w:rFonts w:ascii="Calibri" w:hAnsi="Calibri" w:cs="Arial"/>
          <w:color w:val="000000"/>
        </w:rPr>
        <w:t xml:space="preserve"> delle singole discipline, il consiglio di classe ed il collegio dei docenti.</w:t>
      </w:r>
    </w:p>
    <w:p w:rsidR="00A1178F" w:rsidRPr="00970F7D" w:rsidRDefault="00A1178F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La misurazione viene effettuata attraverso prove scritte, orali o pratiche, strutturate e modulate con finalità diverse ecc. in minimo n. 2 per quadrimestre; il num</w:t>
      </w:r>
      <w:r>
        <w:rPr>
          <w:rFonts w:ascii="Calibri" w:hAnsi="Calibri" w:cs="Arial"/>
          <w:color w:val="000000"/>
        </w:rPr>
        <w:t xml:space="preserve">ero e le prove comuni per classi parallele </w:t>
      </w:r>
      <w:r w:rsidRPr="00970F7D">
        <w:rPr>
          <w:rFonts w:ascii="Calibri" w:hAnsi="Calibri" w:cs="Arial"/>
          <w:color w:val="000000"/>
        </w:rPr>
        <w:t>saranno decisi in sede di programmazione disciplinare</w:t>
      </w:r>
    </w:p>
    <w:p w:rsidR="00A1178F" w:rsidRPr="00970F7D" w:rsidRDefault="00A1178F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Nell’attribuire il livello si terrà conto delle singole misurazioni, come dati obiettivi di partenza, ma anche di alcuni aspetti relativi allo sviluppo personale, relazionale e cognitivo raggiunto ed espresso da ogni singolo alunno. A tale proposito è utile ribadire che i dati raccolti nella misurazione costituiscono il punto di partenza della riflessione del docente sull’emissione del giudizio valutativo.</w:t>
      </w:r>
    </w:p>
    <w:p w:rsidR="00A1178F" w:rsidRPr="00970F7D" w:rsidRDefault="00A1178F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I criteri utilizzati saranno i seguenti:</w:t>
      </w:r>
    </w:p>
    <w:p w:rsidR="00A1178F" w:rsidRPr="00970F7D" w:rsidRDefault="00A1178F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livello di partenza</w:t>
      </w:r>
    </w:p>
    <w:p w:rsidR="00A1178F" w:rsidRPr="00970F7D" w:rsidRDefault="00A1178F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atteggiamento nei confronti della disciplina</w:t>
      </w:r>
    </w:p>
    <w:p w:rsidR="00A1178F" w:rsidRPr="00970F7D" w:rsidRDefault="00A1178F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metodo di studio</w:t>
      </w:r>
    </w:p>
    <w:p w:rsidR="00A1178F" w:rsidRPr="00970F7D" w:rsidRDefault="00A1178F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costanza e produttività</w:t>
      </w:r>
    </w:p>
    <w:p w:rsidR="00A1178F" w:rsidRPr="00970F7D" w:rsidRDefault="00A1178F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collaborazione e cooperazione</w:t>
      </w:r>
    </w:p>
    <w:p w:rsidR="00A1178F" w:rsidRPr="00970F7D" w:rsidRDefault="00A1178F" w:rsidP="00970F7D">
      <w:pPr>
        <w:numPr>
          <w:ilvl w:val="0"/>
          <w:numId w:val="4"/>
        </w:numPr>
        <w:tabs>
          <w:tab w:val="left" w:pos="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consapevolezza ed autonomia</w:t>
      </w:r>
    </w:p>
    <w:p w:rsidR="00A1178F" w:rsidRPr="00970F7D" w:rsidRDefault="00A1178F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L</w:t>
      </w:r>
      <w:r w:rsidRPr="00970F7D">
        <w:rPr>
          <w:rFonts w:ascii="Calibri" w:hAnsi="Calibri" w:cs="Arial"/>
          <w:color w:val="000000"/>
        </w:rPr>
        <w:t>a scala di valutazione verrà espressa in decimi.</w:t>
      </w:r>
    </w:p>
    <w:p w:rsidR="00A1178F" w:rsidRPr="00970F7D" w:rsidRDefault="00A1178F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E44DAB" w:rsidRDefault="00A1178F" w:rsidP="00E44DAB">
      <w:pPr>
        <w:pStyle w:val="ListParagraph"/>
        <w:widowControl/>
        <w:numPr>
          <w:ilvl w:val="0"/>
          <w:numId w:val="6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Calibri" w:hAnsi="Calibri"/>
          <w:b/>
          <w:kern w:val="0"/>
          <w:lang w:eastAsia="it-IT"/>
        </w:rPr>
      </w:pPr>
      <w:r w:rsidRPr="00E44DAB">
        <w:rPr>
          <w:rFonts w:ascii="Calibri" w:hAnsi="Calibri"/>
          <w:b/>
          <w:kern w:val="0"/>
          <w:lang w:eastAsia="it-IT"/>
        </w:rPr>
        <w:t>Competenze di cittadinanza</w:t>
      </w:r>
    </w:p>
    <w:p w:rsidR="00A1178F" w:rsidRPr="00712632" w:rsidRDefault="00A1178F" w:rsidP="0071263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hAnsi="Calibri"/>
          <w:kern w:val="0"/>
          <w:lang w:eastAsia="it-IT"/>
        </w:rPr>
      </w:pPr>
      <w:r w:rsidRPr="00712632">
        <w:rPr>
          <w:rFonts w:ascii="Calibri" w:hAnsi="Calibri"/>
          <w:kern w:val="0"/>
          <w:lang w:eastAsia="it-IT"/>
        </w:rPr>
        <w:t>Quale specifico contributo può offrire la disciplina per lo sviluppo delle competenze chiave di cittadinanza</w:t>
      </w:r>
      <w:r>
        <w:rPr>
          <w:rFonts w:ascii="Calibri" w:hAnsi="Calibri"/>
          <w:kern w:val="0"/>
          <w:lang w:eastAsia="it-IT"/>
        </w:rPr>
        <w:t>?</w:t>
      </w:r>
    </w:p>
    <w:p w:rsidR="00A1178F" w:rsidRDefault="00A1178F" w:rsidP="00712632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  <w:r w:rsidRPr="00712632">
        <w:rPr>
          <w:rFonts w:ascii="Calibri" w:hAnsi="Calibri"/>
          <w:kern w:val="0"/>
          <w:lang w:eastAsia="it-IT"/>
        </w:rPr>
        <w:t>Formulare delle ipotesi operative, indicando attività e metodologie didattiche per alcune o tutte le competenze qui elencate (*)</w:t>
      </w:r>
    </w:p>
    <w:p w:rsidR="00A1178F" w:rsidRPr="00712632" w:rsidRDefault="00A1178F" w:rsidP="00712632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b/>
          <w:kern w:val="0"/>
          <w:u w:val="single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A1178F" w:rsidRPr="00712632" w:rsidTr="00712632">
        <w:tc>
          <w:tcPr>
            <w:tcW w:w="9854" w:type="dxa"/>
          </w:tcPr>
          <w:p w:rsidR="00A1178F" w:rsidRPr="00712632" w:rsidRDefault="00A1178F" w:rsidP="00712632">
            <w:pPr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/>
                <w:kern w:val="0"/>
                <w:lang w:eastAsia="it-IT"/>
              </w:rPr>
            </w:pPr>
          </w:p>
          <w:p w:rsidR="00A1178F" w:rsidRPr="00712632" w:rsidRDefault="00A1178F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b/>
                <w:kern w:val="0"/>
                <w:lang w:eastAsia="it-IT"/>
              </w:rPr>
            </w:pPr>
            <w:r w:rsidRPr="00712632">
              <w:rPr>
                <w:rFonts w:ascii="Calibri" w:hAnsi="Calibri"/>
                <w:b/>
                <w:kern w:val="0"/>
                <w:lang w:eastAsia="it-IT"/>
              </w:rPr>
              <w:t>IMPARARE A IMPARARE</w:t>
            </w:r>
          </w:p>
          <w:p w:rsidR="00A1178F" w:rsidRPr="00712632" w:rsidRDefault="00A1178F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b/>
                <w:kern w:val="0"/>
                <w:lang w:eastAsia="it-IT"/>
              </w:rPr>
            </w:pPr>
            <w:r w:rsidRPr="00712632">
              <w:rPr>
                <w:rFonts w:ascii="Calibri" w:hAnsi="Calibri"/>
                <w:b/>
                <w:kern w:val="0"/>
                <w:lang w:eastAsia="it-IT"/>
              </w:rPr>
              <w:t>PROGETTARE</w:t>
            </w:r>
          </w:p>
          <w:p w:rsidR="00A1178F" w:rsidRPr="00712632" w:rsidRDefault="00A1178F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b/>
                <w:kern w:val="0"/>
                <w:lang w:eastAsia="it-IT"/>
              </w:rPr>
            </w:pPr>
            <w:r w:rsidRPr="00712632">
              <w:rPr>
                <w:rFonts w:ascii="Calibri" w:hAnsi="Calibri"/>
                <w:b/>
                <w:kern w:val="0"/>
                <w:lang w:eastAsia="it-IT"/>
              </w:rPr>
              <w:t>RISOLVERE PROBLEMI</w:t>
            </w:r>
          </w:p>
          <w:p w:rsidR="00A1178F" w:rsidRPr="00712632" w:rsidRDefault="00A1178F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b/>
                <w:kern w:val="0"/>
                <w:lang w:eastAsia="it-IT"/>
              </w:rPr>
            </w:pPr>
            <w:r w:rsidRPr="00712632">
              <w:rPr>
                <w:rFonts w:ascii="Calibri" w:hAnsi="Calibri"/>
                <w:b/>
                <w:kern w:val="0"/>
                <w:lang w:eastAsia="it-IT"/>
              </w:rPr>
              <w:t>INDIVIDUARE COLLEGAMENTI E RELAZIONI</w:t>
            </w:r>
          </w:p>
          <w:p w:rsidR="00A1178F" w:rsidRPr="00712632" w:rsidRDefault="00A1178F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b/>
                <w:kern w:val="0"/>
                <w:lang w:eastAsia="it-IT"/>
              </w:rPr>
            </w:pPr>
            <w:r w:rsidRPr="00712632">
              <w:rPr>
                <w:rFonts w:ascii="Calibri" w:hAnsi="Calibri"/>
                <w:b/>
                <w:kern w:val="0"/>
                <w:lang w:eastAsia="it-IT"/>
              </w:rPr>
              <w:t>ACQUISIRE E INTERPRETARE LE INFORMAZIONI</w:t>
            </w:r>
          </w:p>
          <w:p w:rsidR="00A1178F" w:rsidRPr="00712632" w:rsidRDefault="00A1178F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b/>
                <w:kern w:val="0"/>
                <w:lang w:eastAsia="it-IT"/>
              </w:rPr>
            </w:pPr>
            <w:r w:rsidRPr="00712632">
              <w:rPr>
                <w:rFonts w:ascii="Calibri" w:hAnsi="Calibri"/>
                <w:b/>
                <w:kern w:val="0"/>
                <w:lang w:eastAsia="it-IT"/>
              </w:rPr>
              <w:t>COMUNICARE</w:t>
            </w:r>
          </w:p>
          <w:p w:rsidR="00A1178F" w:rsidRPr="00712632" w:rsidRDefault="00A1178F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b/>
                <w:kern w:val="0"/>
                <w:lang w:eastAsia="it-IT"/>
              </w:rPr>
            </w:pPr>
            <w:r w:rsidRPr="00712632">
              <w:rPr>
                <w:rFonts w:ascii="Calibri" w:hAnsi="Calibri"/>
                <w:b/>
                <w:kern w:val="0"/>
                <w:lang w:eastAsia="it-IT"/>
              </w:rPr>
              <w:t>COLLABORARE E PARTECIPARE</w:t>
            </w:r>
          </w:p>
          <w:p w:rsidR="00A1178F" w:rsidRPr="00712632" w:rsidRDefault="00A1178F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b/>
                <w:kern w:val="0"/>
                <w:lang w:eastAsia="it-IT"/>
              </w:rPr>
            </w:pPr>
            <w:r w:rsidRPr="00712632">
              <w:rPr>
                <w:rFonts w:ascii="Calibri" w:hAnsi="Calibri"/>
                <w:b/>
                <w:kern w:val="0"/>
                <w:lang w:eastAsia="it-IT"/>
              </w:rPr>
              <w:t>AGIRE IN MODO AUTONOMO E RESPONSABILE</w:t>
            </w:r>
          </w:p>
          <w:p w:rsidR="00A1178F" w:rsidRPr="00712632" w:rsidRDefault="00A1178F" w:rsidP="00712632">
            <w:pPr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/>
                <w:kern w:val="0"/>
                <w:lang w:eastAsia="it-IT"/>
              </w:rPr>
            </w:pPr>
          </w:p>
        </w:tc>
      </w:tr>
    </w:tbl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 w:rsidP="00970F7D">
      <w:pPr>
        <w:rPr>
          <w:rFonts w:ascii="Calibri" w:hAnsi="Calibri" w:cs="Helvetica"/>
          <w:b/>
          <w:bCs/>
          <w:color w:val="000000"/>
        </w:rPr>
      </w:pPr>
    </w:p>
    <w:p w:rsidR="00A1178F" w:rsidRPr="00970F7D" w:rsidRDefault="00A1178F">
      <w:pPr>
        <w:rPr>
          <w:rFonts w:ascii="Calibri" w:hAnsi="Calibri"/>
        </w:rPr>
      </w:pPr>
    </w:p>
    <w:sectPr w:rsidR="00A1178F" w:rsidRPr="00970F7D" w:rsidSect="00131B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78F" w:rsidRDefault="00A1178F" w:rsidP="00970F7D">
      <w:r>
        <w:separator/>
      </w:r>
    </w:p>
  </w:endnote>
  <w:endnote w:type="continuationSeparator" w:id="0">
    <w:p w:rsidR="00A1178F" w:rsidRDefault="00A1178F" w:rsidP="00970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78F" w:rsidRDefault="00A1178F" w:rsidP="00970F7D">
      <w:r>
        <w:separator/>
      </w:r>
    </w:p>
  </w:footnote>
  <w:footnote w:type="continuationSeparator" w:id="0">
    <w:p w:rsidR="00A1178F" w:rsidRDefault="00A1178F" w:rsidP="00970F7D">
      <w:r>
        <w:continuationSeparator/>
      </w:r>
    </w:p>
  </w:footnote>
  <w:footnote w:id="1">
    <w:p w:rsidR="00A1178F" w:rsidRDefault="00A1178F" w:rsidP="00970F7D">
      <w:pPr>
        <w:pStyle w:val="FootnoteText"/>
      </w:pPr>
      <w:r>
        <w:rPr>
          <w:rStyle w:val="Caratteredellanota"/>
          <w:rFonts w:ascii="Tahoma" w:hAnsi="Tahoma"/>
        </w:rPr>
        <w:footnoteRef/>
      </w:r>
      <w:r>
        <w:tab/>
        <w:t>Per le classi prime, questa parte si riferirà ai risultati delle prove d'ingresso e a quelli in uscita dalla scuola primaria, quindi la sua compilazione sarà differita fino alla metà, circa, del primo quadrimestre.</w:t>
      </w:r>
    </w:p>
  </w:footnote>
  <w:footnote w:id="2">
    <w:p w:rsidR="00A1178F" w:rsidRDefault="00A1178F" w:rsidP="00970F7D">
      <w:pPr>
        <w:pStyle w:val="FootnoteText"/>
      </w:pPr>
      <w:r>
        <w:rPr>
          <w:rStyle w:val="FootnoteReference"/>
        </w:rPr>
        <w:footnoteRef/>
      </w:r>
      <w:r>
        <w:t xml:space="preserve">    Listare le voci che interessano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E26FF"/>
    <w:multiLevelType w:val="hybridMultilevel"/>
    <w:tmpl w:val="F56848BA"/>
    <w:lvl w:ilvl="0" w:tplc="0410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2F0AEF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93761B"/>
    <w:multiLevelType w:val="hybridMultilevel"/>
    <w:tmpl w:val="995CC4FE"/>
    <w:lvl w:ilvl="0" w:tplc="735C11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911C6E"/>
    <w:multiLevelType w:val="hybridMultilevel"/>
    <w:tmpl w:val="C0E45BE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AA3878"/>
    <w:multiLevelType w:val="hybridMultilevel"/>
    <w:tmpl w:val="32D213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8F12FD"/>
    <w:multiLevelType w:val="hybridMultilevel"/>
    <w:tmpl w:val="566240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8639B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F7D"/>
    <w:rsid w:val="000A3898"/>
    <w:rsid w:val="00131B13"/>
    <w:rsid w:val="003E79C5"/>
    <w:rsid w:val="004E3166"/>
    <w:rsid w:val="005068C7"/>
    <w:rsid w:val="0054251A"/>
    <w:rsid w:val="00570485"/>
    <w:rsid w:val="005D2AB9"/>
    <w:rsid w:val="005D5E02"/>
    <w:rsid w:val="00712632"/>
    <w:rsid w:val="00832233"/>
    <w:rsid w:val="008E18FC"/>
    <w:rsid w:val="00970F7D"/>
    <w:rsid w:val="00971576"/>
    <w:rsid w:val="00A1178F"/>
    <w:rsid w:val="00B35EE9"/>
    <w:rsid w:val="00C14418"/>
    <w:rsid w:val="00DE7AAD"/>
    <w:rsid w:val="00E25583"/>
    <w:rsid w:val="00E44DAB"/>
    <w:rsid w:val="00FF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7D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tteredellanota">
    <w:name w:val="Carattere della nota"/>
    <w:uiPriority w:val="99"/>
    <w:rsid w:val="00970F7D"/>
  </w:style>
  <w:style w:type="character" w:styleId="FootnoteReference">
    <w:name w:val="footnote reference"/>
    <w:basedOn w:val="DefaultParagraphFont"/>
    <w:uiPriority w:val="99"/>
    <w:semiHidden/>
    <w:rsid w:val="00970F7D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970F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70F7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970F7D"/>
    <w:pPr>
      <w:suppressLineNumbers/>
      <w:ind w:left="283" w:hanging="283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70F7D"/>
    <w:rPr>
      <w:rFonts w:ascii="Times New Roman" w:eastAsia="Arial Unicode MS" w:hAnsi="Times New Roman" w:cs="Times New Roman"/>
      <w:kern w:val="1"/>
      <w:sz w:val="20"/>
      <w:szCs w:val="20"/>
    </w:rPr>
  </w:style>
  <w:style w:type="paragraph" w:customStyle="1" w:styleId="Default">
    <w:name w:val="Default"/>
    <w:uiPriority w:val="99"/>
    <w:rsid w:val="00970F7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126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E7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7AA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1043</Words>
  <Characters>5950</Characters>
  <Application>Microsoft Office Outlook</Application>
  <DocSecurity>0</DocSecurity>
  <Lines>0</Lines>
  <Paragraphs>0</Paragraphs>
  <ScaleCrop>false</ScaleCrop>
  <Company>Olidata S.p.A.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Bagnolo San Vito</dc:title>
  <dc:subject/>
  <dc:creator>Lucia Barbieri</dc:creator>
  <cp:keywords/>
  <dc:description/>
  <cp:lastModifiedBy>preside</cp:lastModifiedBy>
  <cp:revision>3</cp:revision>
  <cp:lastPrinted>2015-07-28T09:11:00Z</cp:lastPrinted>
  <dcterms:created xsi:type="dcterms:W3CDTF">2018-08-31T07:26:00Z</dcterms:created>
  <dcterms:modified xsi:type="dcterms:W3CDTF">2018-08-31T07:27:00Z</dcterms:modified>
</cp:coreProperties>
</file>