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710"/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6070"/>
        <w:gridCol w:w="2152"/>
      </w:tblGrid>
      <w:tr w:rsidR="00AA7B90" w:rsidRPr="009B12A6" w:rsidTr="00F216AF">
        <w:trPr>
          <w:trHeight w:val="724"/>
        </w:trPr>
        <w:tc>
          <w:tcPr>
            <w:tcW w:w="17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90" w:rsidRPr="00712B9D" w:rsidRDefault="00AA7B90" w:rsidP="00697B69">
            <w:pPr>
              <w:rPr>
                <w:rFonts w:ascii="Verdana" w:hAnsi="Verdana"/>
                <w:b/>
                <w:sz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4" o:title="" gain="79922f"/>
                  <w10:wrap side="left" anchorx="page"/>
                </v:shape>
                <o:OLEObject Type="Embed" ProgID="PI3.Image" ShapeID="_x0000_s1026" DrawAspect="Content" ObjectID="_1598770204" r:id="rId5"/>
              </w:pict>
            </w:r>
            <w:r w:rsidRPr="00712B9D">
              <w:rPr>
                <w:rFonts w:ascii="Verdana" w:hAnsi="Verdana"/>
                <w:b/>
                <w:sz w:val="20"/>
              </w:rPr>
              <w:t>D 18</w:t>
            </w:r>
          </w:p>
          <w:p w:rsidR="00AA7B90" w:rsidRPr="00712B9D" w:rsidRDefault="00AA7B90" w:rsidP="00697B69">
            <w:pPr>
              <w:rPr>
                <w:rFonts w:ascii="Verdana" w:hAnsi="Verdana"/>
                <w:b/>
                <w:sz w:val="20"/>
              </w:rPr>
            </w:pPr>
            <w:r w:rsidRPr="00712B9D">
              <w:rPr>
                <w:rFonts w:ascii="Verdana" w:hAnsi="Verdana"/>
                <w:b/>
                <w:sz w:val="20"/>
              </w:rPr>
              <w:t>08/09/2018</w:t>
            </w:r>
          </w:p>
          <w:p w:rsidR="00AA7B90" w:rsidRPr="009B12A6" w:rsidRDefault="00AA7B90" w:rsidP="00697B69">
            <w:pPr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B90" w:rsidRPr="009B12A6" w:rsidRDefault="00AA7B90" w:rsidP="00697B69">
            <w:pPr>
              <w:rPr>
                <w:rFonts w:ascii="Verdana" w:hAnsi="Verdana"/>
                <w:b/>
                <w:i/>
                <w:iCs/>
                <w:sz w:val="24"/>
              </w:rPr>
            </w:pPr>
            <w:r w:rsidRPr="009B12A6">
              <w:rPr>
                <w:rFonts w:ascii="Verdana" w:hAnsi="Verdana"/>
                <w:b/>
                <w:i/>
                <w:iCs/>
                <w:sz w:val="24"/>
              </w:rPr>
              <w:t xml:space="preserve">              Istituto Comprensivo di</w:t>
            </w:r>
          </w:p>
          <w:p w:rsidR="00AA7B90" w:rsidRPr="009B12A6" w:rsidRDefault="00AA7B90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b/>
                <w:i/>
                <w:iCs/>
                <w:sz w:val="24"/>
              </w:rPr>
              <w:t xml:space="preserve">                   Borgo Virgilio</w:t>
            </w:r>
            <w:r w:rsidRPr="009B12A6">
              <w:rPr>
                <w:rFonts w:ascii="Verdana" w:hAnsi="Verdana"/>
                <w:sz w:val="24"/>
              </w:rPr>
              <w:t xml:space="preserve"> 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7B90" w:rsidRPr="009B12A6" w:rsidRDefault="00AA7B90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sz w:val="24"/>
              </w:rPr>
              <w:t>Data</w:t>
            </w:r>
          </w:p>
          <w:p w:rsidR="00AA7B90" w:rsidRPr="009B12A6" w:rsidRDefault="00AA7B90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sz w:val="24"/>
              </w:rPr>
              <w:t xml:space="preserve"> </w:t>
            </w:r>
          </w:p>
        </w:tc>
      </w:tr>
    </w:tbl>
    <w:p w:rsidR="00AA7B90" w:rsidRDefault="00AA7B90"/>
    <w:p w:rsidR="00AA7B90" w:rsidRDefault="00AA7B90" w:rsidP="00E20BC3">
      <w:pPr>
        <w:jc w:val="center"/>
        <w:rPr>
          <w:rFonts w:ascii="Verdana" w:hAnsi="Verdana"/>
        </w:rPr>
      </w:pPr>
      <w:r w:rsidRPr="00697B69">
        <w:rPr>
          <w:rFonts w:ascii="Verdana" w:hAnsi="Verdana"/>
        </w:rPr>
        <w:t>SCUOLA SECONDARIA DI PRIMO GRADO DI BAGNOLO SAN VITO</w:t>
      </w:r>
    </w:p>
    <w:p w:rsidR="00AA7B90" w:rsidRDefault="00AA7B90" w:rsidP="00E20BC3">
      <w:pPr>
        <w:jc w:val="center"/>
        <w:rPr>
          <w:rFonts w:ascii="Verdana" w:hAnsi="Verdana"/>
          <w:i/>
          <w:sz w:val="24"/>
          <w:szCs w:val="24"/>
        </w:rPr>
      </w:pPr>
      <w:r w:rsidRPr="00E20BC3">
        <w:rPr>
          <w:rFonts w:ascii="Verdana" w:hAnsi="Verdana"/>
          <w:i/>
          <w:sz w:val="24"/>
          <w:szCs w:val="24"/>
        </w:rPr>
        <w:t xml:space="preserve">TRACCIA PER IL COLLOQUIO CON I </w:t>
      </w:r>
      <w:r w:rsidRPr="00E20BC3">
        <w:rPr>
          <w:rFonts w:ascii="Verdana" w:hAnsi="Verdana"/>
          <w:i/>
          <w:sz w:val="24"/>
          <w:szCs w:val="24"/>
          <w:u w:val="single"/>
        </w:rPr>
        <w:t>GENITORI</w:t>
      </w:r>
      <w:r w:rsidRPr="00E20BC3">
        <w:rPr>
          <w:rFonts w:ascii="Verdana" w:hAnsi="Verdana"/>
          <w:i/>
          <w:sz w:val="24"/>
          <w:szCs w:val="24"/>
        </w:rPr>
        <w:t xml:space="preserve"> DEGLI ALUNNI DELLE </w:t>
      </w:r>
    </w:p>
    <w:p w:rsidR="00AA7B90" w:rsidRPr="00E20BC3" w:rsidRDefault="00AA7B90" w:rsidP="00E20BC3">
      <w:pPr>
        <w:jc w:val="center"/>
        <w:rPr>
          <w:rFonts w:ascii="Verdana" w:hAnsi="Verdana"/>
          <w:i/>
          <w:sz w:val="24"/>
          <w:szCs w:val="24"/>
          <w:u w:val="single"/>
        </w:rPr>
      </w:pPr>
      <w:r w:rsidRPr="00E20BC3">
        <w:rPr>
          <w:rFonts w:ascii="Verdana" w:hAnsi="Verdana"/>
          <w:i/>
          <w:sz w:val="24"/>
          <w:szCs w:val="24"/>
          <w:u w:val="single"/>
        </w:rPr>
        <w:t>CLASSI PRIME</w:t>
      </w:r>
    </w:p>
    <w:p w:rsidR="00AA7B90" w:rsidRDefault="00AA7B90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544"/>
      </w:tblGrid>
      <w:tr w:rsidR="00AA7B90" w:rsidRPr="00697B69" w:rsidTr="00BE5347">
        <w:tc>
          <w:tcPr>
            <w:tcW w:w="6487" w:type="dxa"/>
          </w:tcPr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ALUNNO…………………………………………….</w:t>
            </w:r>
          </w:p>
        </w:tc>
        <w:tc>
          <w:tcPr>
            <w:tcW w:w="3544" w:type="dxa"/>
          </w:tcPr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 w:rsidP="00E20BC3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CLASSE………………………</w:t>
            </w:r>
          </w:p>
        </w:tc>
      </w:tr>
      <w:tr w:rsidR="00AA7B90" w:rsidRPr="00697B69" w:rsidTr="00BE5347">
        <w:tc>
          <w:tcPr>
            <w:tcW w:w="10031" w:type="dxa"/>
            <w:gridSpan w:val="2"/>
          </w:tcPr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  <w:r w:rsidRPr="00BE5347">
              <w:rPr>
                <w:rFonts w:ascii="Verdana" w:hAnsi="Verdana"/>
              </w:rPr>
              <w:t xml:space="preserve">INTERESSI </w:t>
            </w:r>
            <w:r w:rsidRPr="00BE5347">
              <w:rPr>
                <w:rFonts w:ascii="Verdana" w:hAnsi="Verdana"/>
                <w:sz w:val="22"/>
                <w:szCs w:val="22"/>
              </w:rPr>
              <w:t>(anche extrascolastici)</w:t>
            </w: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</w:tc>
      </w:tr>
      <w:tr w:rsidR="00AA7B90" w:rsidRPr="00697B69" w:rsidTr="00BE5347">
        <w:tc>
          <w:tcPr>
            <w:tcW w:w="10031" w:type="dxa"/>
            <w:gridSpan w:val="2"/>
          </w:tcPr>
          <w:p w:rsidR="00AA7B90" w:rsidRPr="00BE5347" w:rsidRDefault="00AA7B90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MATERIE PREFERITE</w:t>
            </w: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</w:tc>
      </w:tr>
      <w:tr w:rsidR="00AA7B90" w:rsidRPr="00697B69" w:rsidTr="00BE5347">
        <w:tc>
          <w:tcPr>
            <w:tcW w:w="10031" w:type="dxa"/>
            <w:gridSpan w:val="2"/>
          </w:tcPr>
          <w:p w:rsidR="00AA7B90" w:rsidRPr="00BE5347" w:rsidRDefault="00AA7B90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LIVELLO DI SOCIALIZZAZIONE</w:t>
            </w: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</w:tc>
      </w:tr>
      <w:tr w:rsidR="00AA7B90" w:rsidRPr="00697B69" w:rsidTr="00BE5347">
        <w:tc>
          <w:tcPr>
            <w:tcW w:w="10031" w:type="dxa"/>
            <w:gridSpan w:val="2"/>
          </w:tcPr>
          <w:p w:rsidR="00AA7B90" w:rsidRPr="00BE5347" w:rsidRDefault="00AA7B90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ASPETTATIVE, TIMORI, PREOCCUPAZIONI</w:t>
            </w: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</w:p>
        </w:tc>
      </w:tr>
      <w:tr w:rsidR="00AA7B90" w:rsidRPr="00697B69" w:rsidTr="00BE5347">
        <w:tc>
          <w:tcPr>
            <w:tcW w:w="10031" w:type="dxa"/>
            <w:gridSpan w:val="2"/>
          </w:tcPr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  <w:r w:rsidRPr="00BE5347">
              <w:rPr>
                <w:rFonts w:ascii="Verdana" w:hAnsi="Verdana"/>
              </w:rPr>
              <w:t xml:space="preserve">SEGNALAZIONI IMPORTANTI </w:t>
            </w:r>
            <w:r w:rsidRPr="00BE5347">
              <w:rPr>
                <w:rFonts w:ascii="Verdana" w:hAnsi="Verdana"/>
                <w:sz w:val="22"/>
                <w:szCs w:val="22"/>
              </w:rPr>
              <w:t>(problemi particolari, di salute, alimentari…)</w:t>
            </w: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  <w:sz w:val="22"/>
                <w:szCs w:val="22"/>
              </w:rPr>
            </w:pPr>
          </w:p>
          <w:p w:rsidR="00AA7B90" w:rsidRPr="00BE5347" w:rsidRDefault="00AA7B90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</w:tr>
    </w:tbl>
    <w:p w:rsidR="00AA7B90" w:rsidRDefault="00AA7B90" w:rsidP="00E20BC3"/>
    <w:sectPr w:rsidR="00AA7B90" w:rsidSect="000729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A85"/>
    <w:rsid w:val="000729C6"/>
    <w:rsid w:val="002E7304"/>
    <w:rsid w:val="00483A85"/>
    <w:rsid w:val="004B2EFA"/>
    <w:rsid w:val="00697B69"/>
    <w:rsid w:val="006B1FB3"/>
    <w:rsid w:val="00712B9D"/>
    <w:rsid w:val="009B12A6"/>
    <w:rsid w:val="00AA7B90"/>
    <w:rsid w:val="00B50133"/>
    <w:rsid w:val="00BE5347"/>
    <w:rsid w:val="00E20BC3"/>
    <w:rsid w:val="00F21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69"/>
    <w:rPr>
      <w:rFonts w:ascii="Comic Sans MS" w:eastAsia="Times New Roman" w:hAnsi="Comic Sans MS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97B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73</Words>
  <Characters>421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18</dc:title>
  <dc:subject/>
  <dc:creator>.</dc:creator>
  <cp:keywords/>
  <dc:description/>
  <cp:lastModifiedBy>preside</cp:lastModifiedBy>
  <cp:revision>2</cp:revision>
  <dcterms:created xsi:type="dcterms:W3CDTF">2018-09-18T08:04:00Z</dcterms:created>
  <dcterms:modified xsi:type="dcterms:W3CDTF">2018-09-18T08:04:00Z</dcterms:modified>
</cp:coreProperties>
</file>