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-170"/>
        <w:tblW w:w="105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3E582D" w:rsidRPr="005B28BF" w:rsidTr="005B28BF">
        <w:trPr>
          <w:trHeight w:val="724"/>
        </w:trPr>
        <w:tc>
          <w:tcPr>
            <w:tcW w:w="21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82D" w:rsidRDefault="003E582D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b/>
                <w:lang w:eastAsia="it-IT"/>
              </w:rPr>
            </w:pPr>
            <w:r>
              <w:rPr>
                <w:noProof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4" o:title="" gain="79922f"/>
                  <w10:wrap side="left" anchorx="page"/>
                </v:shape>
                <o:OLEObject Type="Embed" ProgID="PI3.Image" ShapeID="_x0000_s1026" DrawAspect="Content" ObjectID="_1595922272" r:id="rId5"/>
              </w:pict>
            </w:r>
            <w:r>
              <w:rPr>
                <w:rFonts w:ascii="Verdana" w:hAnsi="Verdana"/>
                <w:b/>
                <w:lang w:eastAsia="it-IT"/>
              </w:rPr>
              <w:t>D10 b</w:t>
            </w:r>
          </w:p>
          <w:p w:rsidR="003E582D" w:rsidRPr="005B28BF" w:rsidRDefault="003E582D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b/>
                <w:lang w:eastAsia="it-IT"/>
              </w:rPr>
            </w:pPr>
            <w:r>
              <w:rPr>
                <w:b/>
              </w:rPr>
              <w:t>del 08/09/201</w:t>
            </w:r>
            <w:bookmarkStart w:id="0" w:name="_GoBack"/>
            <w:bookmarkEnd w:id="0"/>
            <w:r>
              <w:rPr>
                <w:b/>
              </w:rPr>
              <w:t>8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82D" w:rsidRPr="005B28BF" w:rsidRDefault="003E582D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b/>
                <w:i/>
                <w:iCs/>
                <w:lang w:eastAsia="it-IT"/>
              </w:rPr>
            </w:pPr>
            <w:r w:rsidRPr="005B28BF">
              <w:rPr>
                <w:rFonts w:ascii="Verdana" w:hAnsi="Verdana"/>
                <w:b/>
                <w:i/>
                <w:iCs/>
                <w:lang w:eastAsia="it-IT"/>
              </w:rPr>
              <w:t xml:space="preserve">                    Istituto Comprensivo di</w:t>
            </w:r>
          </w:p>
          <w:p w:rsidR="003E582D" w:rsidRPr="005B28BF" w:rsidRDefault="003E582D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b/>
                <w:lang w:eastAsia="it-IT"/>
              </w:rPr>
            </w:pPr>
            <w:r w:rsidRPr="005B28BF">
              <w:rPr>
                <w:rFonts w:ascii="Verdana" w:hAnsi="Verdana"/>
                <w:b/>
                <w:i/>
                <w:iCs/>
                <w:lang w:eastAsia="it-IT"/>
              </w:rPr>
              <w:t xml:space="preserve">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82D" w:rsidRPr="005B28BF" w:rsidRDefault="003E582D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lang w:eastAsia="it-IT"/>
              </w:rPr>
            </w:pPr>
            <w:r w:rsidRPr="005B28BF">
              <w:rPr>
                <w:rFonts w:ascii="Verdana" w:hAnsi="Verdana"/>
                <w:lang w:eastAsia="it-IT"/>
              </w:rPr>
              <w:t>N°</w:t>
            </w:r>
          </w:p>
          <w:p w:rsidR="003E582D" w:rsidRPr="005B28BF" w:rsidRDefault="003E582D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lang w:eastAsia="it-IT"/>
              </w:rPr>
            </w:pPr>
            <w:r w:rsidRPr="005B28BF">
              <w:rPr>
                <w:rFonts w:ascii="Verdana" w:hAnsi="Verdana"/>
                <w:lang w:eastAsia="it-IT"/>
              </w:rPr>
              <w:t xml:space="preserve">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E582D" w:rsidRPr="005B28BF" w:rsidRDefault="003E582D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lang w:eastAsia="it-IT"/>
              </w:rPr>
            </w:pPr>
            <w:r w:rsidRPr="005B28BF">
              <w:rPr>
                <w:rFonts w:ascii="Verdana" w:hAnsi="Verdana"/>
                <w:lang w:eastAsia="it-IT"/>
              </w:rPr>
              <w:t>Data</w:t>
            </w:r>
          </w:p>
          <w:p w:rsidR="003E582D" w:rsidRPr="005B28BF" w:rsidRDefault="003E582D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lang w:eastAsia="it-IT"/>
              </w:rPr>
            </w:pPr>
            <w:r w:rsidRPr="005B28BF">
              <w:rPr>
                <w:rFonts w:ascii="Verdana" w:hAnsi="Verdana"/>
                <w:lang w:eastAsia="it-IT"/>
              </w:rPr>
              <w:t xml:space="preserve"> </w:t>
            </w:r>
          </w:p>
        </w:tc>
      </w:tr>
    </w:tbl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  <w:t>AI GENITORI DI</w:t>
      </w: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5B28BF">
        <w:rPr>
          <w:rFonts w:ascii="Verdana" w:hAnsi="Verdana"/>
        </w:rPr>
        <w:t>Cl.       Sc.  Sec. 1° grado</w:t>
      </w:r>
    </w:p>
    <w:p w:rsidR="003E582D" w:rsidRPr="005B28BF" w:rsidRDefault="003E582D" w:rsidP="00B30183">
      <w:pPr>
        <w:spacing w:after="0" w:line="240" w:lineRule="auto"/>
        <w:ind w:left="6372"/>
        <w:rPr>
          <w:rFonts w:ascii="Verdana" w:hAnsi="Verdana"/>
        </w:rPr>
      </w:pPr>
      <w:r w:rsidRPr="005B28BF">
        <w:rPr>
          <w:rFonts w:ascii="Verdana" w:hAnsi="Verdana"/>
        </w:rPr>
        <w:t xml:space="preserve">                                                                                                                      plesso di _____________</w:t>
      </w: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>Oggetto: Comunicazione – Insufficienze/ Comportamento</w:t>
      </w: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</w:p>
    <w:p w:rsidR="003E582D" w:rsidRPr="005B28BF" w:rsidRDefault="003E582D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 xml:space="preserve">Il Consiglio di classe della ________ riunitosi per la valutazione quadrimestrale il ______________                         </w:t>
      </w:r>
    </w:p>
    <w:p w:rsidR="003E582D" w:rsidRPr="005B28BF" w:rsidRDefault="003E582D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ha evidenziato come l’alunno/a___________________ presenti una valutazione non sufficiente nelle seguenti discipline:</w:t>
      </w:r>
    </w:p>
    <w:p w:rsidR="003E582D" w:rsidRPr="005B28BF" w:rsidRDefault="003E582D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________________________________________________________________________________</w:t>
      </w:r>
    </w:p>
    <w:p w:rsidR="003E582D" w:rsidRPr="005B28BF" w:rsidRDefault="003E582D" w:rsidP="008A760B">
      <w:pPr>
        <w:spacing w:after="0" w:line="240" w:lineRule="auto"/>
        <w:jc w:val="both"/>
        <w:rPr>
          <w:rFonts w:ascii="Verdana" w:hAnsi="Verdana"/>
        </w:rPr>
      </w:pPr>
    </w:p>
    <w:p w:rsidR="003E582D" w:rsidRPr="005B28BF" w:rsidRDefault="003E582D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Si richiede pertanto alla famiglia un’attiva collaborazione perché il figlio possa recuperare le lacune evidenziate.</w:t>
      </w:r>
    </w:p>
    <w:p w:rsidR="003E582D" w:rsidRPr="005B28BF" w:rsidRDefault="003E582D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Si ricorda che il mancato recupero di tali insufficienze potrà precludere l’ammissione alla classe successiva o all’esame di terza, come prevede la Circolare ministeriale.</w:t>
      </w:r>
    </w:p>
    <w:p w:rsidR="003E582D" w:rsidRPr="005B28BF" w:rsidRDefault="003E582D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Gli insegnanti delle discipline sopraindicate sono a disposizione per un colloquio individuale al momento della consegna della scheda o secondo il calendario dei “Colloqui docenti-genitori” consegnato all’inizio dell’anno scolastico.</w:t>
      </w:r>
    </w:p>
    <w:p w:rsidR="003E582D" w:rsidRPr="005B28BF" w:rsidRDefault="003E582D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Si fa presente ai genitori che l’alunno/a ha spesso un comportamento poco corretto e per questo ha avuto n.        note disciplinari sul registro di classe.</w:t>
      </w: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 xml:space="preserve">P/IL Consiglio di Classe                   </w:t>
      </w:r>
      <w:r>
        <w:rPr>
          <w:rFonts w:ascii="Verdana" w:hAnsi="Verdana"/>
        </w:rPr>
        <w:t xml:space="preserve">                            </w:t>
      </w:r>
      <w:r w:rsidRPr="005B28BF">
        <w:rPr>
          <w:rFonts w:ascii="Verdana" w:hAnsi="Verdana"/>
        </w:rPr>
        <w:t xml:space="preserve">   IL DIRIGENTE SCOLASTICO</w:t>
      </w:r>
    </w:p>
    <w:p w:rsidR="003E582D" w:rsidRPr="005B28BF" w:rsidRDefault="003E582D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 xml:space="preserve">  il Coordinatore                                                                                                 </w:t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</w:p>
    <w:p w:rsidR="003E582D" w:rsidRPr="005B28BF" w:rsidRDefault="003E582D" w:rsidP="008A760B">
      <w:pPr>
        <w:rPr>
          <w:rFonts w:ascii="Verdana" w:hAnsi="Verdana"/>
        </w:rPr>
      </w:pPr>
    </w:p>
    <w:p w:rsidR="003E582D" w:rsidRPr="005B28BF" w:rsidRDefault="003E582D" w:rsidP="008A760B">
      <w:pPr>
        <w:rPr>
          <w:rFonts w:ascii="Verdana" w:hAnsi="Verdana"/>
        </w:rPr>
      </w:pPr>
      <w:r w:rsidRPr="005B28BF">
        <w:rPr>
          <w:rFonts w:ascii="Verdana" w:hAnsi="Verdana"/>
        </w:rPr>
        <w:t>_______________________________________________________________________________________</w:t>
      </w:r>
    </w:p>
    <w:p w:rsidR="003E582D" w:rsidRPr="005B28BF" w:rsidRDefault="003E582D" w:rsidP="008A760B">
      <w:pPr>
        <w:rPr>
          <w:rFonts w:ascii="Verdana" w:hAnsi="Verdana"/>
        </w:rPr>
      </w:pPr>
      <w:r w:rsidRPr="005B28BF">
        <w:rPr>
          <w:rFonts w:ascii="Verdana" w:hAnsi="Verdana"/>
        </w:rPr>
        <w:t>Il sottoscritto____________________________________,  genitore dell’alunno/a ____________________</w:t>
      </w:r>
    </w:p>
    <w:p w:rsidR="003E582D" w:rsidRPr="005B28BF" w:rsidRDefault="003E582D" w:rsidP="008A760B">
      <w:pPr>
        <w:rPr>
          <w:rFonts w:ascii="Verdana" w:hAnsi="Verdana"/>
        </w:rPr>
      </w:pPr>
      <w:r w:rsidRPr="005B28BF">
        <w:rPr>
          <w:rFonts w:ascii="Verdana" w:hAnsi="Verdana"/>
        </w:rPr>
        <w:t>della classe_____________dichiara di aver ricevuto la comunicazione relativa alla situazione scolastica del/la figlio/a</w:t>
      </w:r>
    </w:p>
    <w:p w:rsidR="003E582D" w:rsidRPr="005B28BF" w:rsidRDefault="003E582D" w:rsidP="008A760B">
      <w:pPr>
        <w:rPr>
          <w:rFonts w:ascii="Verdana" w:hAnsi="Verdana"/>
        </w:rPr>
      </w:pPr>
      <w:r w:rsidRPr="005B28BF">
        <w:rPr>
          <w:rFonts w:ascii="Verdana" w:hAnsi="Verdana"/>
        </w:rPr>
        <w:t xml:space="preserve">                                                                                                  Firma del genitore __________________________</w:t>
      </w:r>
    </w:p>
    <w:p w:rsidR="003E582D" w:rsidRPr="005B28BF" w:rsidRDefault="003E582D" w:rsidP="008A760B">
      <w:pPr>
        <w:rPr>
          <w:rFonts w:ascii="Verdana" w:hAnsi="Verdana"/>
        </w:rPr>
      </w:pPr>
      <w:r w:rsidRPr="005B28BF">
        <w:rPr>
          <w:rFonts w:ascii="Verdana" w:hAnsi="Verdana"/>
        </w:rPr>
        <w:t>(da ritagliare e restituire alla coordinatrice della classe entro 5 giorni)</w:t>
      </w:r>
    </w:p>
    <w:sectPr w:rsidR="003E582D" w:rsidRPr="005B28BF" w:rsidSect="008575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60B"/>
    <w:rsid w:val="000B0AEC"/>
    <w:rsid w:val="00244B98"/>
    <w:rsid w:val="0036064D"/>
    <w:rsid w:val="003E582D"/>
    <w:rsid w:val="003F4D09"/>
    <w:rsid w:val="003F770E"/>
    <w:rsid w:val="004F4D2E"/>
    <w:rsid w:val="005B28BF"/>
    <w:rsid w:val="00633235"/>
    <w:rsid w:val="00686C06"/>
    <w:rsid w:val="006E70FB"/>
    <w:rsid w:val="00762411"/>
    <w:rsid w:val="00797A17"/>
    <w:rsid w:val="008575E3"/>
    <w:rsid w:val="00866369"/>
    <w:rsid w:val="008833F2"/>
    <w:rsid w:val="008A760B"/>
    <w:rsid w:val="008C776F"/>
    <w:rsid w:val="009B3B4A"/>
    <w:rsid w:val="009B4F52"/>
    <w:rsid w:val="009E198F"/>
    <w:rsid w:val="00A41C60"/>
    <w:rsid w:val="00AD1B05"/>
    <w:rsid w:val="00B30183"/>
    <w:rsid w:val="00BF3FD9"/>
    <w:rsid w:val="00C02AD3"/>
    <w:rsid w:val="00C512C0"/>
    <w:rsid w:val="00C90268"/>
    <w:rsid w:val="00DA0F84"/>
    <w:rsid w:val="00E568D6"/>
    <w:rsid w:val="00F13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A760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5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319</Words>
  <Characters>1822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preside</cp:lastModifiedBy>
  <cp:revision>6</cp:revision>
  <dcterms:created xsi:type="dcterms:W3CDTF">2017-09-10T10:01:00Z</dcterms:created>
  <dcterms:modified xsi:type="dcterms:W3CDTF">2018-08-16T08:58:00Z</dcterms:modified>
</cp:coreProperties>
</file>