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5DFC" w:rsidRPr="00534145" w:rsidRDefault="00EF5DFC" w:rsidP="00A35D62">
      <w:pPr>
        <w:spacing w:after="0"/>
        <w:rPr>
          <w:rFonts w:ascii="Verdana" w:hAnsi="Verdana"/>
          <w:b/>
          <w:sz w:val="20"/>
        </w:rPr>
      </w:pPr>
      <w:r w:rsidRPr="00534145">
        <w:rPr>
          <w:rFonts w:ascii="Verdana" w:hAnsi="Verdana"/>
          <w:b/>
          <w:sz w:val="20"/>
        </w:rPr>
        <w:t>Scuola primaria di BAGNOLO SAN VITO</w:t>
      </w:r>
    </w:p>
    <w:p w:rsidR="00EF5DFC" w:rsidRPr="00534145" w:rsidRDefault="00EF5DFC" w:rsidP="00A35D62">
      <w:pPr>
        <w:spacing w:after="0"/>
        <w:rPr>
          <w:rFonts w:ascii="Verdana" w:hAnsi="Verdana"/>
          <w:b/>
          <w:sz w:val="20"/>
        </w:rPr>
      </w:pPr>
      <w:r w:rsidRPr="00534145">
        <w:rPr>
          <w:rFonts w:ascii="Verdana" w:hAnsi="Verdana"/>
          <w:b/>
          <w:sz w:val="20"/>
        </w:rPr>
        <w:t xml:space="preserve">Scheda Monitoraggio prove comuni 1° quadrimestre  </w:t>
      </w:r>
    </w:p>
    <w:p w:rsidR="00EF5DFC" w:rsidRPr="00534145" w:rsidRDefault="00EF5DFC" w:rsidP="00A35D62">
      <w:pPr>
        <w:spacing w:after="0"/>
        <w:rPr>
          <w:rFonts w:ascii="Verdana" w:hAnsi="Verdana"/>
          <w:b/>
          <w:sz w:val="20"/>
        </w:rPr>
      </w:pPr>
      <w:r>
        <w:rPr>
          <w:rFonts w:ascii="Verdana" w:hAnsi="Verdana"/>
          <w:b/>
          <w:sz w:val="20"/>
        </w:rPr>
        <w:t>Data rilevazione 31 gennaio 2019</w:t>
      </w:r>
    </w:p>
    <w:p w:rsidR="00EF5DFC" w:rsidRDefault="00EF5DFC" w:rsidP="00A35D62">
      <w:pPr>
        <w:spacing w:after="0"/>
        <w:rPr>
          <w:rFonts w:ascii="Verdana" w:hAnsi="Verdana"/>
          <w:sz w:val="20"/>
        </w:rPr>
      </w:pPr>
      <w:r w:rsidRPr="00534145">
        <w:rPr>
          <w:rFonts w:ascii="Verdana" w:hAnsi="Verdana"/>
          <w:sz w:val="20"/>
        </w:rPr>
        <w:t>ITALIANO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526"/>
        <w:gridCol w:w="2016"/>
        <w:gridCol w:w="2835"/>
        <w:gridCol w:w="2409"/>
      </w:tblGrid>
      <w:tr w:rsidR="00EF5DFC" w:rsidRPr="00534145" w:rsidTr="00F26C18">
        <w:tc>
          <w:tcPr>
            <w:tcW w:w="1526" w:type="dxa"/>
          </w:tcPr>
          <w:p w:rsidR="00EF5DFC" w:rsidRPr="00534145" w:rsidRDefault="00EF5DFC" w:rsidP="00F26C18">
            <w:pPr>
              <w:spacing w:after="0" w:line="240" w:lineRule="auto"/>
              <w:rPr>
                <w:rFonts w:ascii="Verdana" w:hAnsi="Verdana"/>
                <w:sz w:val="20"/>
              </w:rPr>
            </w:pPr>
          </w:p>
        </w:tc>
        <w:tc>
          <w:tcPr>
            <w:tcW w:w="4678" w:type="dxa"/>
            <w:gridSpan w:val="2"/>
          </w:tcPr>
          <w:p w:rsidR="00EF5DFC" w:rsidRPr="00534145" w:rsidRDefault="00EF5DFC" w:rsidP="00F26C18">
            <w:pPr>
              <w:spacing w:after="0" w:line="240" w:lineRule="auto"/>
              <w:rPr>
                <w:rFonts w:ascii="Verdana" w:hAnsi="Verdana"/>
                <w:sz w:val="20"/>
              </w:rPr>
            </w:pPr>
            <w:r w:rsidRPr="00534145">
              <w:rPr>
                <w:rFonts w:ascii="Verdana" w:hAnsi="Verdana"/>
                <w:sz w:val="20"/>
              </w:rPr>
              <w:t>Monitoraggio processo</w:t>
            </w:r>
          </w:p>
        </w:tc>
        <w:tc>
          <w:tcPr>
            <w:tcW w:w="2409" w:type="dxa"/>
          </w:tcPr>
          <w:p w:rsidR="00EF5DFC" w:rsidRPr="00534145" w:rsidRDefault="00EF5DFC" w:rsidP="00F26C18">
            <w:pPr>
              <w:spacing w:after="0" w:line="240" w:lineRule="auto"/>
              <w:rPr>
                <w:rFonts w:ascii="Verdana" w:hAnsi="Verdana"/>
                <w:sz w:val="20"/>
              </w:rPr>
            </w:pPr>
            <w:r w:rsidRPr="00534145">
              <w:rPr>
                <w:rFonts w:ascii="Verdana" w:hAnsi="Verdana"/>
                <w:sz w:val="20"/>
              </w:rPr>
              <w:t>Monitoraggio esiti</w:t>
            </w:r>
          </w:p>
        </w:tc>
      </w:tr>
      <w:tr w:rsidR="00EF5DFC" w:rsidRPr="00534145" w:rsidTr="00F26C18">
        <w:tc>
          <w:tcPr>
            <w:tcW w:w="1526" w:type="dxa"/>
          </w:tcPr>
          <w:p w:rsidR="00EF5DFC" w:rsidRPr="00534145" w:rsidRDefault="00EF5DFC" w:rsidP="00F26C18">
            <w:pPr>
              <w:spacing w:after="0" w:line="240" w:lineRule="auto"/>
              <w:rPr>
                <w:rFonts w:ascii="Verdana" w:hAnsi="Verdana"/>
                <w:sz w:val="20"/>
              </w:rPr>
            </w:pPr>
          </w:p>
        </w:tc>
        <w:tc>
          <w:tcPr>
            <w:tcW w:w="1843" w:type="dxa"/>
          </w:tcPr>
          <w:p w:rsidR="00EF5DFC" w:rsidRPr="00534145" w:rsidRDefault="00EF5DFC" w:rsidP="00F26C18">
            <w:pPr>
              <w:spacing w:after="0" w:line="240" w:lineRule="auto"/>
              <w:rPr>
                <w:rFonts w:ascii="Verdana" w:hAnsi="Verdana"/>
                <w:sz w:val="20"/>
              </w:rPr>
            </w:pPr>
            <w:r w:rsidRPr="00534145">
              <w:rPr>
                <w:rFonts w:ascii="Verdana" w:hAnsi="Verdana"/>
                <w:sz w:val="20"/>
              </w:rPr>
              <w:t>Somministrazione prove  (Sì/No)</w:t>
            </w:r>
          </w:p>
        </w:tc>
        <w:tc>
          <w:tcPr>
            <w:tcW w:w="2835" w:type="dxa"/>
          </w:tcPr>
          <w:p w:rsidR="00EF5DFC" w:rsidRPr="00534145" w:rsidRDefault="00EF5DFC" w:rsidP="00F26C18">
            <w:pPr>
              <w:spacing w:after="0" w:line="240" w:lineRule="auto"/>
              <w:rPr>
                <w:rFonts w:ascii="Verdana" w:hAnsi="Verdana"/>
                <w:sz w:val="20"/>
              </w:rPr>
            </w:pPr>
            <w:r w:rsidRPr="00534145">
              <w:rPr>
                <w:rFonts w:ascii="Verdana" w:hAnsi="Verdana"/>
                <w:sz w:val="20"/>
              </w:rPr>
              <w:t>N. prove com</w:t>
            </w:r>
            <w:r>
              <w:rPr>
                <w:rFonts w:ascii="Verdana" w:hAnsi="Verdana"/>
                <w:sz w:val="20"/>
              </w:rPr>
              <w:t>uni somministrate (es.3 su 4</w:t>
            </w:r>
            <w:r w:rsidRPr="00534145">
              <w:rPr>
                <w:rFonts w:ascii="Verdana" w:hAnsi="Verdana"/>
                <w:sz w:val="20"/>
              </w:rPr>
              <w:t>)</w:t>
            </w:r>
          </w:p>
        </w:tc>
        <w:tc>
          <w:tcPr>
            <w:tcW w:w="2409" w:type="dxa"/>
          </w:tcPr>
          <w:p w:rsidR="00EF5DFC" w:rsidRPr="00534145" w:rsidRDefault="00EF5DFC" w:rsidP="00F26C18">
            <w:pPr>
              <w:spacing w:after="0" w:line="240" w:lineRule="auto"/>
              <w:rPr>
                <w:rFonts w:ascii="Verdana" w:hAnsi="Verdana"/>
                <w:sz w:val="20"/>
              </w:rPr>
            </w:pPr>
            <w:r w:rsidRPr="00534145">
              <w:rPr>
                <w:rFonts w:ascii="Verdana" w:hAnsi="Verdana"/>
                <w:sz w:val="20"/>
              </w:rPr>
              <w:t>Percentuale complessiva di positività</w:t>
            </w:r>
          </w:p>
        </w:tc>
      </w:tr>
      <w:tr w:rsidR="00EF5DFC" w:rsidRPr="00534145" w:rsidTr="00F26C18">
        <w:tc>
          <w:tcPr>
            <w:tcW w:w="1526" w:type="dxa"/>
          </w:tcPr>
          <w:p w:rsidR="00EF5DFC" w:rsidRPr="00534145" w:rsidRDefault="00EF5DFC" w:rsidP="00F26C18">
            <w:pPr>
              <w:spacing w:after="0" w:line="240" w:lineRule="auto"/>
              <w:rPr>
                <w:rFonts w:ascii="Verdana" w:hAnsi="Verdana"/>
                <w:sz w:val="20"/>
              </w:rPr>
            </w:pPr>
            <w:r w:rsidRPr="00534145">
              <w:rPr>
                <w:rFonts w:ascii="Verdana" w:hAnsi="Verdana"/>
                <w:sz w:val="20"/>
              </w:rPr>
              <w:t>1^ A</w:t>
            </w:r>
          </w:p>
        </w:tc>
        <w:tc>
          <w:tcPr>
            <w:tcW w:w="1843" w:type="dxa"/>
          </w:tcPr>
          <w:p w:rsidR="00EF5DFC" w:rsidRPr="00534145" w:rsidRDefault="00EF5DFC" w:rsidP="00F26C18">
            <w:pPr>
              <w:spacing w:after="0" w:line="240" w:lineRule="auto"/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sì</w:t>
            </w:r>
          </w:p>
        </w:tc>
        <w:tc>
          <w:tcPr>
            <w:tcW w:w="2835" w:type="dxa"/>
          </w:tcPr>
          <w:p w:rsidR="00EF5DFC" w:rsidRPr="00534145" w:rsidRDefault="00EF5DFC" w:rsidP="00F26C18">
            <w:pPr>
              <w:spacing w:after="0" w:line="240" w:lineRule="auto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2 su 2</w:t>
            </w:r>
          </w:p>
        </w:tc>
        <w:tc>
          <w:tcPr>
            <w:tcW w:w="2409" w:type="dxa"/>
          </w:tcPr>
          <w:p w:rsidR="00EF5DFC" w:rsidRDefault="00EF5DFC" w:rsidP="00F26C18">
            <w:pPr>
              <w:spacing w:after="0" w:line="240" w:lineRule="auto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 xml:space="preserve">94% dettato  </w:t>
            </w:r>
          </w:p>
          <w:p w:rsidR="00EF5DFC" w:rsidRPr="00534145" w:rsidRDefault="00EF5DFC" w:rsidP="00F26C18">
            <w:pPr>
              <w:spacing w:after="0" w:line="240" w:lineRule="auto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94% comprensione</w:t>
            </w:r>
          </w:p>
        </w:tc>
      </w:tr>
      <w:tr w:rsidR="00EF5DFC" w:rsidRPr="00534145" w:rsidTr="00F26C18">
        <w:tc>
          <w:tcPr>
            <w:tcW w:w="1526" w:type="dxa"/>
          </w:tcPr>
          <w:p w:rsidR="00EF5DFC" w:rsidRPr="00534145" w:rsidRDefault="00EF5DFC" w:rsidP="00F26C18">
            <w:pPr>
              <w:spacing w:after="0" w:line="240" w:lineRule="auto"/>
              <w:rPr>
                <w:rFonts w:ascii="Verdana" w:hAnsi="Verdana"/>
                <w:sz w:val="20"/>
              </w:rPr>
            </w:pPr>
            <w:r w:rsidRPr="00534145">
              <w:rPr>
                <w:rFonts w:ascii="Verdana" w:hAnsi="Verdana"/>
                <w:sz w:val="20"/>
              </w:rPr>
              <w:t>1^ B</w:t>
            </w:r>
          </w:p>
        </w:tc>
        <w:tc>
          <w:tcPr>
            <w:tcW w:w="1843" w:type="dxa"/>
          </w:tcPr>
          <w:p w:rsidR="00EF5DFC" w:rsidRPr="00534145" w:rsidRDefault="00EF5DFC" w:rsidP="00F26C18">
            <w:pPr>
              <w:spacing w:after="0" w:line="240" w:lineRule="auto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sì</w:t>
            </w:r>
          </w:p>
        </w:tc>
        <w:tc>
          <w:tcPr>
            <w:tcW w:w="2835" w:type="dxa"/>
          </w:tcPr>
          <w:p w:rsidR="00EF5DFC" w:rsidRPr="00534145" w:rsidRDefault="00EF5DFC" w:rsidP="00F26C18">
            <w:pPr>
              <w:spacing w:after="0" w:line="240" w:lineRule="auto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2 su 2</w:t>
            </w:r>
          </w:p>
        </w:tc>
        <w:tc>
          <w:tcPr>
            <w:tcW w:w="2409" w:type="dxa"/>
          </w:tcPr>
          <w:p w:rsidR="00EF5DFC" w:rsidRDefault="00EF5DFC" w:rsidP="00F26C18">
            <w:pPr>
              <w:spacing w:after="0" w:line="240" w:lineRule="auto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100% dettato</w:t>
            </w:r>
          </w:p>
          <w:p w:rsidR="00EF5DFC" w:rsidRPr="00534145" w:rsidRDefault="00EF5DFC" w:rsidP="00F26C18">
            <w:pPr>
              <w:spacing w:after="0" w:line="240" w:lineRule="auto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100% comprensione</w:t>
            </w:r>
          </w:p>
        </w:tc>
      </w:tr>
      <w:tr w:rsidR="00EF5DFC" w:rsidRPr="00534145" w:rsidTr="00F26C18">
        <w:tc>
          <w:tcPr>
            <w:tcW w:w="1526" w:type="dxa"/>
          </w:tcPr>
          <w:p w:rsidR="00EF5DFC" w:rsidRPr="00534145" w:rsidRDefault="00EF5DFC" w:rsidP="00F26C18">
            <w:pPr>
              <w:spacing w:after="0" w:line="240" w:lineRule="auto"/>
              <w:rPr>
                <w:rFonts w:ascii="Verdana" w:hAnsi="Verdana"/>
                <w:sz w:val="20"/>
              </w:rPr>
            </w:pPr>
            <w:r w:rsidRPr="00534145">
              <w:rPr>
                <w:rFonts w:ascii="Verdana" w:hAnsi="Verdana"/>
                <w:sz w:val="20"/>
              </w:rPr>
              <w:t>1^ C</w:t>
            </w:r>
          </w:p>
        </w:tc>
        <w:tc>
          <w:tcPr>
            <w:tcW w:w="1843" w:type="dxa"/>
          </w:tcPr>
          <w:p w:rsidR="00EF5DFC" w:rsidRPr="00534145" w:rsidRDefault="00EF5DFC" w:rsidP="00F26C18">
            <w:pPr>
              <w:spacing w:after="0" w:line="240" w:lineRule="auto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sì</w:t>
            </w:r>
          </w:p>
        </w:tc>
        <w:tc>
          <w:tcPr>
            <w:tcW w:w="2835" w:type="dxa"/>
          </w:tcPr>
          <w:p w:rsidR="00EF5DFC" w:rsidRPr="00534145" w:rsidRDefault="00EF5DFC" w:rsidP="00F26C18">
            <w:pPr>
              <w:spacing w:after="0" w:line="240" w:lineRule="auto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2 su 2</w:t>
            </w:r>
          </w:p>
        </w:tc>
        <w:tc>
          <w:tcPr>
            <w:tcW w:w="2409" w:type="dxa"/>
          </w:tcPr>
          <w:p w:rsidR="00EF5DFC" w:rsidRDefault="00EF5DFC" w:rsidP="00F26C18">
            <w:pPr>
              <w:spacing w:after="0" w:line="240" w:lineRule="auto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82% dettato</w:t>
            </w:r>
          </w:p>
          <w:p w:rsidR="00EF5DFC" w:rsidRPr="00534145" w:rsidRDefault="00EF5DFC" w:rsidP="00F26C18">
            <w:pPr>
              <w:spacing w:after="0" w:line="240" w:lineRule="auto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100% comprensione</w:t>
            </w:r>
          </w:p>
        </w:tc>
      </w:tr>
      <w:tr w:rsidR="00EF5DFC" w:rsidRPr="00534145" w:rsidTr="00F26C18">
        <w:tc>
          <w:tcPr>
            <w:tcW w:w="1526" w:type="dxa"/>
          </w:tcPr>
          <w:p w:rsidR="00EF5DFC" w:rsidRPr="00534145" w:rsidRDefault="00EF5DFC" w:rsidP="00F26C18">
            <w:pPr>
              <w:spacing w:after="0" w:line="240" w:lineRule="auto"/>
              <w:rPr>
                <w:rFonts w:ascii="Verdana" w:hAnsi="Verdana"/>
                <w:sz w:val="20"/>
              </w:rPr>
            </w:pPr>
            <w:r w:rsidRPr="00534145">
              <w:rPr>
                <w:rFonts w:ascii="Verdana" w:hAnsi="Verdana"/>
                <w:sz w:val="20"/>
              </w:rPr>
              <w:t>2^ A</w:t>
            </w:r>
          </w:p>
        </w:tc>
        <w:tc>
          <w:tcPr>
            <w:tcW w:w="1843" w:type="dxa"/>
          </w:tcPr>
          <w:p w:rsidR="00EF5DFC" w:rsidRPr="00534145" w:rsidRDefault="00EF5DFC" w:rsidP="00F26C18">
            <w:pPr>
              <w:spacing w:after="0" w:line="240" w:lineRule="auto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sì</w:t>
            </w:r>
          </w:p>
        </w:tc>
        <w:tc>
          <w:tcPr>
            <w:tcW w:w="2835" w:type="dxa"/>
          </w:tcPr>
          <w:p w:rsidR="00EF5DFC" w:rsidRPr="00534145" w:rsidRDefault="00EF5DFC" w:rsidP="00F26C18">
            <w:pPr>
              <w:spacing w:after="0" w:line="240" w:lineRule="auto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5 su 5</w:t>
            </w:r>
          </w:p>
        </w:tc>
        <w:tc>
          <w:tcPr>
            <w:tcW w:w="2409" w:type="dxa"/>
          </w:tcPr>
          <w:p w:rsidR="00EF5DFC" w:rsidRPr="00534145" w:rsidRDefault="00EF5DFC" w:rsidP="00F26C18">
            <w:pPr>
              <w:spacing w:after="0" w:line="240" w:lineRule="auto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95%</w:t>
            </w:r>
          </w:p>
        </w:tc>
      </w:tr>
      <w:tr w:rsidR="00EF5DFC" w:rsidRPr="00534145" w:rsidTr="00F26C18">
        <w:tc>
          <w:tcPr>
            <w:tcW w:w="1526" w:type="dxa"/>
          </w:tcPr>
          <w:p w:rsidR="00EF5DFC" w:rsidRPr="00534145" w:rsidRDefault="00EF5DFC" w:rsidP="00F26C18">
            <w:pPr>
              <w:spacing w:after="0" w:line="240" w:lineRule="auto"/>
              <w:rPr>
                <w:rFonts w:ascii="Verdana" w:hAnsi="Verdana"/>
                <w:sz w:val="20"/>
              </w:rPr>
            </w:pPr>
            <w:r w:rsidRPr="00534145">
              <w:rPr>
                <w:rFonts w:ascii="Verdana" w:hAnsi="Verdana"/>
                <w:sz w:val="20"/>
              </w:rPr>
              <w:t>2^ B</w:t>
            </w:r>
          </w:p>
        </w:tc>
        <w:tc>
          <w:tcPr>
            <w:tcW w:w="1843" w:type="dxa"/>
          </w:tcPr>
          <w:p w:rsidR="00EF5DFC" w:rsidRPr="00534145" w:rsidRDefault="00EF5DFC" w:rsidP="00F26C18">
            <w:pPr>
              <w:spacing w:after="0" w:line="240" w:lineRule="auto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sì</w:t>
            </w:r>
          </w:p>
        </w:tc>
        <w:tc>
          <w:tcPr>
            <w:tcW w:w="2835" w:type="dxa"/>
          </w:tcPr>
          <w:p w:rsidR="00EF5DFC" w:rsidRPr="00534145" w:rsidRDefault="00EF5DFC" w:rsidP="00F26C18">
            <w:pPr>
              <w:spacing w:after="0" w:line="240" w:lineRule="auto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5 su 5</w:t>
            </w:r>
          </w:p>
        </w:tc>
        <w:tc>
          <w:tcPr>
            <w:tcW w:w="2409" w:type="dxa"/>
          </w:tcPr>
          <w:p w:rsidR="00EF5DFC" w:rsidRPr="00534145" w:rsidRDefault="00EF5DFC" w:rsidP="00F26C18">
            <w:pPr>
              <w:spacing w:after="0" w:line="240" w:lineRule="auto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97%</w:t>
            </w:r>
          </w:p>
        </w:tc>
      </w:tr>
      <w:tr w:rsidR="00EF5DFC" w:rsidRPr="00534145" w:rsidTr="00F26C18">
        <w:tc>
          <w:tcPr>
            <w:tcW w:w="1526" w:type="dxa"/>
          </w:tcPr>
          <w:p w:rsidR="00EF5DFC" w:rsidRPr="00534145" w:rsidRDefault="00EF5DFC" w:rsidP="00F26C18">
            <w:pPr>
              <w:spacing w:after="0" w:line="240" w:lineRule="auto"/>
              <w:rPr>
                <w:rFonts w:ascii="Verdana" w:hAnsi="Verdana"/>
                <w:sz w:val="20"/>
              </w:rPr>
            </w:pPr>
            <w:r w:rsidRPr="00534145">
              <w:rPr>
                <w:rFonts w:ascii="Verdana" w:hAnsi="Verdana"/>
                <w:sz w:val="20"/>
              </w:rPr>
              <w:t>2^ C</w:t>
            </w:r>
          </w:p>
        </w:tc>
        <w:tc>
          <w:tcPr>
            <w:tcW w:w="1843" w:type="dxa"/>
          </w:tcPr>
          <w:p w:rsidR="00EF5DFC" w:rsidRPr="00534145" w:rsidRDefault="00EF5DFC" w:rsidP="00F26C18">
            <w:pPr>
              <w:spacing w:after="0" w:line="240" w:lineRule="auto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sì</w:t>
            </w:r>
          </w:p>
        </w:tc>
        <w:tc>
          <w:tcPr>
            <w:tcW w:w="2835" w:type="dxa"/>
          </w:tcPr>
          <w:p w:rsidR="00EF5DFC" w:rsidRPr="00534145" w:rsidRDefault="00EF5DFC" w:rsidP="00F26C18">
            <w:pPr>
              <w:spacing w:after="0" w:line="240" w:lineRule="auto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5 su 5</w:t>
            </w:r>
          </w:p>
        </w:tc>
        <w:tc>
          <w:tcPr>
            <w:tcW w:w="2409" w:type="dxa"/>
          </w:tcPr>
          <w:p w:rsidR="00EF5DFC" w:rsidRPr="00534145" w:rsidRDefault="00EF5DFC" w:rsidP="00F26C18">
            <w:pPr>
              <w:spacing w:after="0" w:line="240" w:lineRule="auto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96%</w:t>
            </w:r>
          </w:p>
        </w:tc>
      </w:tr>
    </w:tbl>
    <w:p w:rsidR="00EF5DFC" w:rsidRPr="00534145" w:rsidRDefault="00EF5DFC">
      <w:pPr>
        <w:rPr>
          <w:rFonts w:ascii="Verdana" w:hAnsi="Verdana"/>
          <w:sz w:val="20"/>
        </w:rPr>
      </w:pPr>
    </w:p>
    <w:p w:rsidR="00EF5DFC" w:rsidRPr="00534145" w:rsidRDefault="00EF5DFC" w:rsidP="00A35D62">
      <w:pPr>
        <w:spacing w:after="0"/>
        <w:rPr>
          <w:rFonts w:ascii="Verdana" w:hAnsi="Verdana"/>
          <w:sz w:val="20"/>
        </w:rPr>
      </w:pPr>
      <w:r w:rsidRPr="00534145">
        <w:rPr>
          <w:rFonts w:ascii="Verdana" w:hAnsi="Verdana"/>
          <w:sz w:val="20"/>
        </w:rPr>
        <w:t>MATEMATICA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526"/>
        <w:gridCol w:w="2016"/>
        <w:gridCol w:w="2835"/>
        <w:gridCol w:w="2409"/>
      </w:tblGrid>
      <w:tr w:rsidR="00EF5DFC" w:rsidRPr="00534145" w:rsidTr="00F26C18">
        <w:tc>
          <w:tcPr>
            <w:tcW w:w="1526" w:type="dxa"/>
          </w:tcPr>
          <w:p w:rsidR="00EF5DFC" w:rsidRPr="00534145" w:rsidRDefault="00EF5DFC" w:rsidP="00F26C18">
            <w:pPr>
              <w:spacing w:after="0" w:line="240" w:lineRule="auto"/>
              <w:rPr>
                <w:rFonts w:ascii="Verdana" w:hAnsi="Verdana"/>
                <w:sz w:val="20"/>
              </w:rPr>
            </w:pPr>
          </w:p>
        </w:tc>
        <w:tc>
          <w:tcPr>
            <w:tcW w:w="4678" w:type="dxa"/>
            <w:gridSpan w:val="2"/>
          </w:tcPr>
          <w:p w:rsidR="00EF5DFC" w:rsidRPr="00534145" w:rsidRDefault="00EF5DFC" w:rsidP="00F26C18">
            <w:pPr>
              <w:spacing w:after="0" w:line="240" w:lineRule="auto"/>
              <w:rPr>
                <w:rFonts w:ascii="Verdana" w:hAnsi="Verdana"/>
                <w:sz w:val="20"/>
              </w:rPr>
            </w:pPr>
            <w:r w:rsidRPr="00534145">
              <w:rPr>
                <w:rFonts w:ascii="Verdana" w:hAnsi="Verdana"/>
                <w:sz w:val="20"/>
              </w:rPr>
              <w:t>Monitoraggio processo</w:t>
            </w:r>
          </w:p>
        </w:tc>
        <w:tc>
          <w:tcPr>
            <w:tcW w:w="2409" w:type="dxa"/>
          </w:tcPr>
          <w:p w:rsidR="00EF5DFC" w:rsidRPr="00534145" w:rsidRDefault="00EF5DFC" w:rsidP="00F26C18">
            <w:pPr>
              <w:spacing w:after="0" w:line="240" w:lineRule="auto"/>
              <w:rPr>
                <w:rFonts w:ascii="Verdana" w:hAnsi="Verdana"/>
                <w:sz w:val="20"/>
              </w:rPr>
            </w:pPr>
            <w:r w:rsidRPr="00534145">
              <w:rPr>
                <w:rFonts w:ascii="Verdana" w:hAnsi="Verdana"/>
                <w:sz w:val="20"/>
              </w:rPr>
              <w:t>Monitoraggio esiti</w:t>
            </w:r>
          </w:p>
        </w:tc>
      </w:tr>
      <w:tr w:rsidR="00EF5DFC" w:rsidRPr="00534145" w:rsidTr="00F26C18">
        <w:tc>
          <w:tcPr>
            <w:tcW w:w="1526" w:type="dxa"/>
          </w:tcPr>
          <w:p w:rsidR="00EF5DFC" w:rsidRPr="00534145" w:rsidRDefault="00EF5DFC" w:rsidP="00F26C18">
            <w:pPr>
              <w:spacing w:after="0" w:line="240" w:lineRule="auto"/>
              <w:rPr>
                <w:rFonts w:ascii="Verdana" w:hAnsi="Verdana"/>
                <w:sz w:val="20"/>
              </w:rPr>
            </w:pPr>
          </w:p>
        </w:tc>
        <w:tc>
          <w:tcPr>
            <w:tcW w:w="1843" w:type="dxa"/>
          </w:tcPr>
          <w:p w:rsidR="00EF5DFC" w:rsidRPr="00534145" w:rsidRDefault="00EF5DFC" w:rsidP="00F26C18">
            <w:pPr>
              <w:spacing w:after="0" w:line="240" w:lineRule="auto"/>
              <w:rPr>
                <w:rFonts w:ascii="Verdana" w:hAnsi="Verdana"/>
                <w:sz w:val="20"/>
              </w:rPr>
            </w:pPr>
            <w:r w:rsidRPr="00534145">
              <w:rPr>
                <w:rFonts w:ascii="Verdana" w:hAnsi="Verdana"/>
                <w:sz w:val="20"/>
              </w:rPr>
              <w:t>Somministrazione prove  (Sì/No)</w:t>
            </w:r>
          </w:p>
        </w:tc>
        <w:tc>
          <w:tcPr>
            <w:tcW w:w="2835" w:type="dxa"/>
          </w:tcPr>
          <w:p w:rsidR="00EF5DFC" w:rsidRPr="00534145" w:rsidRDefault="00EF5DFC" w:rsidP="00F26C18">
            <w:pPr>
              <w:spacing w:after="0" w:line="240" w:lineRule="auto"/>
              <w:rPr>
                <w:rFonts w:ascii="Verdana" w:hAnsi="Verdana"/>
                <w:sz w:val="20"/>
              </w:rPr>
            </w:pPr>
            <w:r w:rsidRPr="00534145">
              <w:rPr>
                <w:rFonts w:ascii="Verdana" w:hAnsi="Verdana"/>
                <w:sz w:val="20"/>
              </w:rPr>
              <w:t>N. p</w:t>
            </w:r>
            <w:r>
              <w:rPr>
                <w:rFonts w:ascii="Verdana" w:hAnsi="Verdana"/>
                <w:sz w:val="20"/>
              </w:rPr>
              <w:t>rove comuni somministrate (es.3 su 4</w:t>
            </w:r>
            <w:r w:rsidRPr="00534145">
              <w:rPr>
                <w:rFonts w:ascii="Verdana" w:hAnsi="Verdana"/>
                <w:sz w:val="20"/>
              </w:rPr>
              <w:t>)</w:t>
            </w:r>
          </w:p>
        </w:tc>
        <w:tc>
          <w:tcPr>
            <w:tcW w:w="2409" w:type="dxa"/>
          </w:tcPr>
          <w:p w:rsidR="00EF5DFC" w:rsidRPr="00534145" w:rsidRDefault="00EF5DFC" w:rsidP="00F26C18">
            <w:pPr>
              <w:spacing w:after="0" w:line="240" w:lineRule="auto"/>
              <w:rPr>
                <w:rFonts w:ascii="Verdana" w:hAnsi="Verdana"/>
                <w:sz w:val="20"/>
              </w:rPr>
            </w:pPr>
            <w:r w:rsidRPr="00534145">
              <w:rPr>
                <w:rFonts w:ascii="Verdana" w:hAnsi="Verdana"/>
                <w:sz w:val="20"/>
              </w:rPr>
              <w:t>Percentuale complessiva di positività</w:t>
            </w:r>
          </w:p>
        </w:tc>
      </w:tr>
      <w:tr w:rsidR="00EF5DFC" w:rsidRPr="00534145" w:rsidTr="00F26C18">
        <w:tc>
          <w:tcPr>
            <w:tcW w:w="1526" w:type="dxa"/>
          </w:tcPr>
          <w:p w:rsidR="00EF5DFC" w:rsidRPr="00534145" w:rsidRDefault="00EF5DFC" w:rsidP="00F26C18">
            <w:pPr>
              <w:spacing w:after="0" w:line="240" w:lineRule="auto"/>
              <w:rPr>
                <w:rFonts w:ascii="Verdana" w:hAnsi="Verdana"/>
                <w:sz w:val="20"/>
              </w:rPr>
            </w:pPr>
            <w:r w:rsidRPr="00534145">
              <w:rPr>
                <w:rFonts w:ascii="Verdana" w:hAnsi="Verdana"/>
                <w:sz w:val="20"/>
              </w:rPr>
              <w:t>1^ A</w:t>
            </w:r>
          </w:p>
        </w:tc>
        <w:tc>
          <w:tcPr>
            <w:tcW w:w="1843" w:type="dxa"/>
          </w:tcPr>
          <w:p w:rsidR="00EF5DFC" w:rsidRPr="00534145" w:rsidRDefault="00EF5DFC" w:rsidP="00F26C18">
            <w:pPr>
              <w:spacing w:after="0" w:line="240" w:lineRule="auto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sì</w:t>
            </w:r>
          </w:p>
        </w:tc>
        <w:tc>
          <w:tcPr>
            <w:tcW w:w="2835" w:type="dxa"/>
          </w:tcPr>
          <w:p w:rsidR="00EF5DFC" w:rsidRPr="00534145" w:rsidRDefault="00EF5DFC" w:rsidP="00F26C18">
            <w:pPr>
              <w:spacing w:after="0" w:line="240" w:lineRule="auto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4 su 4</w:t>
            </w:r>
          </w:p>
        </w:tc>
        <w:tc>
          <w:tcPr>
            <w:tcW w:w="2409" w:type="dxa"/>
          </w:tcPr>
          <w:p w:rsidR="00EF5DFC" w:rsidRPr="00534145" w:rsidRDefault="00EF5DFC" w:rsidP="00F26C18">
            <w:pPr>
              <w:spacing w:after="0" w:line="240" w:lineRule="auto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100%</w:t>
            </w:r>
          </w:p>
        </w:tc>
      </w:tr>
      <w:tr w:rsidR="00EF5DFC" w:rsidRPr="00534145" w:rsidTr="00F26C18">
        <w:tc>
          <w:tcPr>
            <w:tcW w:w="1526" w:type="dxa"/>
          </w:tcPr>
          <w:p w:rsidR="00EF5DFC" w:rsidRPr="00534145" w:rsidRDefault="00EF5DFC" w:rsidP="00F26C18">
            <w:pPr>
              <w:spacing w:after="0" w:line="240" w:lineRule="auto"/>
              <w:rPr>
                <w:rFonts w:ascii="Verdana" w:hAnsi="Verdana"/>
                <w:sz w:val="20"/>
              </w:rPr>
            </w:pPr>
            <w:r w:rsidRPr="00534145">
              <w:rPr>
                <w:rFonts w:ascii="Verdana" w:hAnsi="Verdana"/>
                <w:sz w:val="20"/>
              </w:rPr>
              <w:t>1^ B</w:t>
            </w:r>
          </w:p>
        </w:tc>
        <w:tc>
          <w:tcPr>
            <w:tcW w:w="1843" w:type="dxa"/>
          </w:tcPr>
          <w:p w:rsidR="00EF5DFC" w:rsidRPr="00534145" w:rsidRDefault="00EF5DFC" w:rsidP="00F26C18">
            <w:pPr>
              <w:spacing w:after="0" w:line="240" w:lineRule="auto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sì</w:t>
            </w:r>
          </w:p>
        </w:tc>
        <w:tc>
          <w:tcPr>
            <w:tcW w:w="2835" w:type="dxa"/>
          </w:tcPr>
          <w:p w:rsidR="00EF5DFC" w:rsidRPr="00534145" w:rsidRDefault="00EF5DFC" w:rsidP="00F26C18">
            <w:pPr>
              <w:spacing w:after="0" w:line="240" w:lineRule="auto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4 su 4</w:t>
            </w:r>
          </w:p>
        </w:tc>
        <w:tc>
          <w:tcPr>
            <w:tcW w:w="2409" w:type="dxa"/>
          </w:tcPr>
          <w:p w:rsidR="00EF5DFC" w:rsidRPr="00534145" w:rsidRDefault="00EF5DFC" w:rsidP="00F26C18">
            <w:pPr>
              <w:spacing w:after="0" w:line="240" w:lineRule="auto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94%</w:t>
            </w:r>
          </w:p>
        </w:tc>
      </w:tr>
      <w:tr w:rsidR="00EF5DFC" w:rsidRPr="00534145" w:rsidTr="00F26C18">
        <w:tc>
          <w:tcPr>
            <w:tcW w:w="1526" w:type="dxa"/>
          </w:tcPr>
          <w:p w:rsidR="00EF5DFC" w:rsidRPr="00534145" w:rsidRDefault="00EF5DFC" w:rsidP="00F26C18">
            <w:pPr>
              <w:spacing w:after="0" w:line="240" w:lineRule="auto"/>
              <w:rPr>
                <w:rFonts w:ascii="Verdana" w:hAnsi="Verdana"/>
                <w:sz w:val="20"/>
              </w:rPr>
            </w:pPr>
            <w:r w:rsidRPr="00534145">
              <w:rPr>
                <w:rFonts w:ascii="Verdana" w:hAnsi="Verdana"/>
                <w:sz w:val="20"/>
              </w:rPr>
              <w:t>1^ C</w:t>
            </w:r>
          </w:p>
        </w:tc>
        <w:tc>
          <w:tcPr>
            <w:tcW w:w="1843" w:type="dxa"/>
          </w:tcPr>
          <w:p w:rsidR="00EF5DFC" w:rsidRPr="00534145" w:rsidRDefault="00EF5DFC" w:rsidP="00F26C18">
            <w:pPr>
              <w:spacing w:after="0" w:line="240" w:lineRule="auto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sì</w:t>
            </w:r>
          </w:p>
        </w:tc>
        <w:tc>
          <w:tcPr>
            <w:tcW w:w="2835" w:type="dxa"/>
          </w:tcPr>
          <w:p w:rsidR="00EF5DFC" w:rsidRPr="00534145" w:rsidRDefault="00EF5DFC" w:rsidP="00F26C18">
            <w:pPr>
              <w:spacing w:after="0" w:line="240" w:lineRule="auto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4 su 4</w:t>
            </w:r>
          </w:p>
        </w:tc>
        <w:tc>
          <w:tcPr>
            <w:tcW w:w="2409" w:type="dxa"/>
          </w:tcPr>
          <w:p w:rsidR="00EF5DFC" w:rsidRPr="00534145" w:rsidRDefault="00EF5DFC" w:rsidP="00F26C18">
            <w:pPr>
              <w:spacing w:after="0" w:line="240" w:lineRule="auto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96%</w:t>
            </w:r>
          </w:p>
        </w:tc>
      </w:tr>
      <w:tr w:rsidR="00EF5DFC" w:rsidRPr="00534145" w:rsidTr="00F26C18">
        <w:tc>
          <w:tcPr>
            <w:tcW w:w="1526" w:type="dxa"/>
          </w:tcPr>
          <w:p w:rsidR="00EF5DFC" w:rsidRPr="00534145" w:rsidRDefault="00EF5DFC" w:rsidP="00F26C18">
            <w:pPr>
              <w:spacing w:after="0" w:line="240" w:lineRule="auto"/>
              <w:rPr>
                <w:rFonts w:ascii="Verdana" w:hAnsi="Verdana"/>
                <w:sz w:val="20"/>
              </w:rPr>
            </w:pPr>
            <w:r w:rsidRPr="00534145">
              <w:rPr>
                <w:rFonts w:ascii="Verdana" w:hAnsi="Verdana"/>
                <w:sz w:val="20"/>
              </w:rPr>
              <w:t>2^ A</w:t>
            </w:r>
          </w:p>
        </w:tc>
        <w:tc>
          <w:tcPr>
            <w:tcW w:w="1843" w:type="dxa"/>
          </w:tcPr>
          <w:p w:rsidR="00EF5DFC" w:rsidRPr="00534145" w:rsidRDefault="00EF5DFC" w:rsidP="00F26C18">
            <w:pPr>
              <w:spacing w:after="0" w:line="240" w:lineRule="auto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sì</w:t>
            </w:r>
          </w:p>
        </w:tc>
        <w:tc>
          <w:tcPr>
            <w:tcW w:w="2835" w:type="dxa"/>
          </w:tcPr>
          <w:p w:rsidR="00EF5DFC" w:rsidRPr="00534145" w:rsidRDefault="00EF5DFC" w:rsidP="00F26C18">
            <w:pPr>
              <w:spacing w:after="0" w:line="240" w:lineRule="auto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3 su 3</w:t>
            </w:r>
          </w:p>
        </w:tc>
        <w:tc>
          <w:tcPr>
            <w:tcW w:w="2409" w:type="dxa"/>
          </w:tcPr>
          <w:p w:rsidR="00EF5DFC" w:rsidRPr="00534145" w:rsidRDefault="00EF5DFC" w:rsidP="00F26C18">
            <w:pPr>
              <w:spacing w:after="0" w:line="240" w:lineRule="auto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100%</w:t>
            </w:r>
          </w:p>
        </w:tc>
      </w:tr>
      <w:tr w:rsidR="00EF5DFC" w:rsidRPr="00534145" w:rsidTr="00F26C18">
        <w:tc>
          <w:tcPr>
            <w:tcW w:w="1526" w:type="dxa"/>
          </w:tcPr>
          <w:p w:rsidR="00EF5DFC" w:rsidRPr="00534145" w:rsidRDefault="00EF5DFC" w:rsidP="00F26C18">
            <w:pPr>
              <w:spacing w:after="0" w:line="240" w:lineRule="auto"/>
              <w:rPr>
                <w:rFonts w:ascii="Verdana" w:hAnsi="Verdana"/>
                <w:sz w:val="20"/>
              </w:rPr>
            </w:pPr>
            <w:r w:rsidRPr="00534145">
              <w:rPr>
                <w:rFonts w:ascii="Verdana" w:hAnsi="Verdana"/>
                <w:sz w:val="20"/>
              </w:rPr>
              <w:t>2^ B</w:t>
            </w:r>
          </w:p>
        </w:tc>
        <w:tc>
          <w:tcPr>
            <w:tcW w:w="1843" w:type="dxa"/>
          </w:tcPr>
          <w:p w:rsidR="00EF5DFC" w:rsidRPr="00534145" w:rsidRDefault="00EF5DFC" w:rsidP="00F26C18">
            <w:pPr>
              <w:spacing w:after="0" w:line="240" w:lineRule="auto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sì</w:t>
            </w:r>
          </w:p>
        </w:tc>
        <w:tc>
          <w:tcPr>
            <w:tcW w:w="2835" w:type="dxa"/>
          </w:tcPr>
          <w:p w:rsidR="00EF5DFC" w:rsidRPr="00534145" w:rsidRDefault="00EF5DFC" w:rsidP="00F26C18">
            <w:pPr>
              <w:spacing w:after="0" w:line="240" w:lineRule="auto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3 su 3</w:t>
            </w:r>
          </w:p>
        </w:tc>
        <w:tc>
          <w:tcPr>
            <w:tcW w:w="2409" w:type="dxa"/>
          </w:tcPr>
          <w:p w:rsidR="00EF5DFC" w:rsidRPr="00534145" w:rsidRDefault="00EF5DFC" w:rsidP="00F26C18">
            <w:pPr>
              <w:spacing w:after="0" w:line="240" w:lineRule="auto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94%</w:t>
            </w:r>
          </w:p>
        </w:tc>
      </w:tr>
      <w:tr w:rsidR="00EF5DFC" w:rsidRPr="00534145" w:rsidTr="00F26C18">
        <w:tc>
          <w:tcPr>
            <w:tcW w:w="1526" w:type="dxa"/>
          </w:tcPr>
          <w:p w:rsidR="00EF5DFC" w:rsidRPr="00534145" w:rsidRDefault="00EF5DFC" w:rsidP="00F26C18">
            <w:pPr>
              <w:spacing w:after="0" w:line="240" w:lineRule="auto"/>
              <w:rPr>
                <w:rFonts w:ascii="Verdana" w:hAnsi="Verdana"/>
                <w:sz w:val="20"/>
              </w:rPr>
            </w:pPr>
            <w:r w:rsidRPr="00534145">
              <w:rPr>
                <w:rFonts w:ascii="Verdana" w:hAnsi="Verdana"/>
                <w:sz w:val="20"/>
              </w:rPr>
              <w:t>2^ C</w:t>
            </w:r>
          </w:p>
        </w:tc>
        <w:tc>
          <w:tcPr>
            <w:tcW w:w="1843" w:type="dxa"/>
          </w:tcPr>
          <w:p w:rsidR="00EF5DFC" w:rsidRPr="00534145" w:rsidRDefault="00EF5DFC" w:rsidP="00F26C18">
            <w:pPr>
              <w:spacing w:after="0" w:line="240" w:lineRule="auto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sì</w:t>
            </w:r>
          </w:p>
        </w:tc>
        <w:tc>
          <w:tcPr>
            <w:tcW w:w="2835" w:type="dxa"/>
          </w:tcPr>
          <w:p w:rsidR="00EF5DFC" w:rsidRPr="00534145" w:rsidRDefault="00EF5DFC" w:rsidP="00F26C18">
            <w:pPr>
              <w:spacing w:after="0" w:line="240" w:lineRule="auto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3 su 3</w:t>
            </w:r>
          </w:p>
        </w:tc>
        <w:tc>
          <w:tcPr>
            <w:tcW w:w="2409" w:type="dxa"/>
          </w:tcPr>
          <w:p w:rsidR="00EF5DFC" w:rsidRPr="00534145" w:rsidRDefault="00EF5DFC" w:rsidP="00F26C18">
            <w:pPr>
              <w:spacing w:after="0" w:line="240" w:lineRule="auto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96%</w:t>
            </w:r>
          </w:p>
        </w:tc>
      </w:tr>
    </w:tbl>
    <w:p w:rsidR="00EF5DFC" w:rsidRPr="00534145" w:rsidRDefault="00EF5DFC" w:rsidP="004557D8">
      <w:pPr>
        <w:rPr>
          <w:rFonts w:ascii="Verdana" w:hAnsi="Verdana"/>
          <w:b/>
          <w:sz w:val="20"/>
        </w:rPr>
      </w:pPr>
    </w:p>
    <w:p w:rsidR="00EF5DFC" w:rsidRPr="00534145" w:rsidRDefault="00EF5DFC" w:rsidP="00A35D62">
      <w:pPr>
        <w:spacing w:after="0" w:line="240" w:lineRule="auto"/>
        <w:rPr>
          <w:rFonts w:ascii="Verdana" w:hAnsi="Verdana"/>
          <w:b/>
          <w:sz w:val="20"/>
        </w:rPr>
      </w:pPr>
      <w:r w:rsidRPr="00534145">
        <w:rPr>
          <w:rFonts w:ascii="Verdana" w:hAnsi="Verdana"/>
          <w:b/>
          <w:sz w:val="20"/>
        </w:rPr>
        <w:t>Scuola primaria di SAN BIAGIO</w:t>
      </w:r>
    </w:p>
    <w:p w:rsidR="00EF5DFC" w:rsidRPr="00534145" w:rsidRDefault="00EF5DFC" w:rsidP="00A35D62">
      <w:pPr>
        <w:spacing w:after="0" w:line="240" w:lineRule="auto"/>
        <w:rPr>
          <w:rFonts w:ascii="Verdana" w:hAnsi="Verdana"/>
          <w:b/>
          <w:sz w:val="20"/>
        </w:rPr>
      </w:pPr>
      <w:r w:rsidRPr="00534145">
        <w:rPr>
          <w:rFonts w:ascii="Verdana" w:hAnsi="Verdana"/>
          <w:b/>
          <w:sz w:val="20"/>
        </w:rPr>
        <w:t xml:space="preserve">Scheda Monitoraggio prove comuni 1° quadrimestre  </w:t>
      </w:r>
    </w:p>
    <w:p w:rsidR="00EF5DFC" w:rsidRPr="00534145" w:rsidRDefault="00EF5DFC" w:rsidP="00A35D62">
      <w:pPr>
        <w:spacing w:after="0" w:line="240" w:lineRule="auto"/>
        <w:rPr>
          <w:rFonts w:ascii="Verdana" w:hAnsi="Verdana"/>
          <w:b/>
          <w:sz w:val="20"/>
        </w:rPr>
      </w:pPr>
      <w:r w:rsidRPr="00534145">
        <w:rPr>
          <w:rFonts w:ascii="Verdana" w:hAnsi="Verdana"/>
          <w:b/>
          <w:sz w:val="20"/>
        </w:rPr>
        <w:t>Data rilevazione ............................................</w:t>
      </w:r>
    </w:p>
    <w:p w:rsidR="00EF5DFC" w:rsidRPr="00534145" w:rsidRDefault="00EF5DFC" w:rsidP="00A35D62">
      <w:pPr>
        <w:spacing w:after="0"/>
        <w:rPr>
          <w:rFonts w:ascii="Verdana" w:hAnsi="Verdana"/>
          <w:sz w:val="20"/>
        </w:rPr>
      </w:pPr>
      <w:r w:rsidRPr="00534145">
        <w:rPr>
          <w:rFonts w:ascii="Verdana" w:hAnsi="Verdana"/>
          <w:sz w:val="20"/>
        </w:rPr>
        <w:t>ITALIANO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526"/>
        <w:gridCol w:w="2016"/>
        <w:gridCol w:w="2835"/>
        <w:gridCol w:w="2409"/>
      </w:tblGrid>
      <w:tr w:rsidR="00EF5DFC" w:rsidRPr="00534145" w:rsidTr="00D913BC">
        <w:tc>
          <w:tcPr>
            <w:tcW w:w="1526" w:type="dxa"/>
          </w:tcPr>
          <w:p w:rsidR="00EF5DFC" w:rsidRPr="00534145" w:rsidRDefault="00EF5DFC" w:rsidP="00D913BC">
            <w:pPr>
              <w:spacing w:after="0" w:line="240" w:lineRule="auto"/>
              <w:rPr>
                <w:rFonts w:ascii="Verdana" w:hAnsi="Verdana"/>
                <w:sz w:val="20"/>
              </w:rPr>
            </w:pPr>
          </w:p>
        </w:tc>
        <w:tc>
          <w:tcPr>
            <w:tcW w:w="4678" w:type="dxa"/>
            <w:gridSpan w:val="2"/>
          </w:tcPr>
          <w:p w:rsidR="00EF5DFC" w:rsidRPr="00534145" w:rsidRDefault="00EF5DFC" w:rsidP="00D913BC">
            <w:pPr>
              <w:spacing w:after="0" w:line="240" w:lineRule="auto"/>
              <w:rPr>
                <w:rFonts w:ascii="Verdana" w:hAnsi="Verdana"/>
                <w:sz w:val="20"/>
              </w:rPr>
            </w:pPr>
            <w:r w:rsidRPr="00534145">
              <w:rPr>
                <w:rFonts w:ascii="Verdana" w:hAnsi="Verdana"/>
                <w:sz w:val="20"/>
              </w:rPr>
              <w:t>Monitoraggio processo</w:t>
            </w:r>
          </w:p>
        </w:tc>
        <w:tc>
          <w:tcPr>
            <w:tcW w:w="2409" w:type="dxa"/>
          </w:tcPr>
          <w:p w:rsidR="00EF5DFC" w:rsidRPr="00534145" w:rsidRDefault="00EF5DFC" w:rsidP="00D913BC">
            <w:pPr>
              <w:spacing w:after="0" w:line="240" w:lineRule="auto"/>
              <w:rPr>
                <w:rFonts w:ascii="Verdana" w:hAnsi="Verdana"/>
                <w:sz w:val="20"/>
              </w:rPr>
            </w:pPr>
            <w:r w:rsidRPr="00534145">
              <w:rPr>
                <w:rFonts w:ascii="Verdana" w:hAnsi="Verdana"/>
                <w:sz w:val="20"/>
              </w:rPr>
              <w:t>Monitoraggio esiti</w:t>
            </w:r>
          </w:p>
        </w:tc>
      </w:tr>
      <w:tr w:rsidR="00EF5DFC" w:rsidRPr="00534145" w:rsidTr="00D913BC">
        <w:tc>
          <w:tcPr>
            <w:tcW w:w="1526" w:type="dxa"/>
          </w:tcPr>
          <w:p w:rsidR="00EF5DFC" w:rsidRPr="00534145" w:rsidRDefault="00EF5DFC" w:rsidP="00D913BC">
            <w:pPr>
              <w:spacing w:after="0" w:line="240" w:lineRule="auto"/>
              <w:rPr>
                <w:rFonts w:ascii="Verdana" w:hAnsi="Verdana"/>
                <w:sz w:val="20"/>
              </w:rPr>
            </w:pPr>
          </w:p>
        </w:tc>
        <w:tc>
          <w:tcPr>
            <w:tcW w:w="1843" w:type="dxa"/>
          </w:tcPr>
          <w:p w:rsidR="00EF5DFC" w:rsidRPr="00534145" w:rsidRDefault="00EF5DFC" w:rsidP="00D913BC">
            <w:pPr>
              <w:spacing w:after="0" w:line="240" w:lineRule="auto"/>
              <w:rPr>
                <w:rFonts w:ascii="Verdana" w:hAnsi="Verdana"/>
                <w:sz w:val="20"/>
              </w:rPr>
            </w:pPr>
            <w:r w:rsidRPr="00534145">
              <w:rPr>
                <w:rFonts w:ascii="Verdana" w:hAnsi="Verdana"/>
                <w:sz w:val="20"/>
              </w:rPr>
              <w:t>Somministrazione prove  (Sì/No)</w:t>
            </w:r>
          </w:p>
        </w:tc>
        <w:tc>
          <w:tcPr>
            <w:tcW w:w="2835" w:type="dxa"/>
          </w:tcPr>
          <w:p w:rsidR="00EF5DFC" w:rsidRPr="00534145" w:rsidRDefault="00EF5DFC" w:rsidP="00D913BC">
            <w:pPr>
              <w:spacing w:after="0" w:line="240" w:lineRule="auto"/>
              <w:rPr>
                <w:rFonts w:ascii="Verdana" w:hAnsi="Verdana"/>
                <w:sz w:val="20"/>
              </w:rPr>
            </w:pPr>
            <w:r w:rsidRPr="00534145">
              <w:rPr>
                <w:rFonts w:ascii="Verdana" w:hAnsi="Verdana"/>
                <w:sz w:val="20"/>
              </w:rPr>
              <w:t>N. p</w:t>
            </w:r>
            <w:r>
              <w:rPr>
                <w:rFonts w:ascii="Verdana" w:hAnsi="Verdana"/>
                <w:sz w:val="20"/>
              </w:rPr>
              <w:t>rove comuni somministrate (es.3 su 4</w:t>
            </w:r>
            <w:r w:rsidRPr="00534145">
              <w:rPr>
                <w:rFonts w:ascii="Verdana" w:hAnsi="Verdana"/>
                <w:sz w:val="20"/>
              </w:rPr>
              <w:t>)</w:t>
            </w:r>
          </w:p>
        </w:tc>
        <w:tc>
          <w:tcPr>
            <w:tcW w:w="2409" w:type="dxa"/>
          </w:tcPr>
          <w:p w:rsidR="00EF5DFC" w:rsidRPr="00534145" w:rsidRDefault="00EF5DFC" w:rsidP="00D913BC">
            <w:pPr>
              <w:spacing w:after="0" w:line="240" w:lineRule="auto"/>
              <w:rPr>
                <w:rFonts w:ascii="Verdana" w:hAnsi="Verdana"/>
                <w:sz w:val="20"/>
              </w:rPr>
            </w:pPr>
            <w:r w:rsidRPr="00534145">
              <w:rPr>
                <w:rFonts w:ascii="Verdana" w:hAnsi="Verdana"/>
                <w:sz w:val="20"/>
              </w:rPr>
              <w:t>Percentuale complessiva di positività</w:t>
            </w:r>
          </w:p>
        </w:tc>
      </w:tr>
      <w:tr w:rsidR="00EF5DFC" w:rsidRPr="00534145" w:rsidTr="00D913BC">
        <w:tc>
          <w:tcPr>
            <w:tcW w:w="1526" w:type="dxa"/>
          </w:tcPr>
          <w:p w:rsidR="00EF5DFC" w:rsidRPr="00534145" w:rsidRDefault="00EF5DFC" w:rsidP="00D913BC">
            <w:pPr>
              <w:spacing w:after="0" w:line="240" w:lineRule="auto"/>
              <w:rPr>
                <w:rFonts w:ascii="Verdana" w:hAnsi="Verdana"/>
                <w:sz w:val="20"/>
              </w:rPr>
            </w:pPr>
            <w:r w:rsidRPr="00534145">
              <w:rPr>
                <w:rFonts w:ascii="Verdana" w:hAnsi="Verdana"/>
                <w:sz w:val="20"/>
              </w:rPr>
              <w:t>3^ A</w:t>
            </w:r>
          </w:p>
        </w:tc>
        <w:tc>
          <w:tcPr>
            <w:tcW w:w="1843" w:type="dxa"/>
          </w:tcPr>
          <w:p w:rsidR="00EF5DFC" w:rsidRPr="00534145" w:rsidRDefault="00EF5DFC" w:rsidP="00D913BC">
            <w:pPr>
              <w:spacing w:after="0" w:line="240" w:lineRule="auto"/>
              <w:rPr>
                <w:rFonts w:ascii="Verdana" w:hAnsi="Verdana"/>
                <w:sz w:val="20"/>
              </w:rPr>
            </w:pPr>
          </w:p>
        </w:tc>
        <w:tc>
          <w:tcPr>
            <w:tcW w:w="2835" w:type="dxa"/>
          </w:tcPr>
          <w:p w:rsidR="00EF5DFC" w:rsidRPr="00534145" w:rsidRDefault="00EF5DFC" w:rsidP="00D913BC">
            <w:pPr>
              <w:spacing w:after="0" w:line="240" w:lineRule="auto"/>
              <w:rPr>
                <w:rFonts w:ascii="Verdana" w:hAnsi="Verdana"/>
                <w:sz w:val="20"/>
              </w:rPr>
            </w:pPr>
          </w:p>
        </w:tc>
        <w:tc>
          <w:tcPr>
            <w:tcW w:w="2409" w:type="dxa"/>
          </w:tcPr>
          <w:p w:rsidR="00EF5DFC" w:rsidRPr="00534145" w:rsidRDefault="00EF5DFC" w:rsidP="00D913BC">
            <w:pPr>
              <w:spacing w:after="0" w:line="240" w:lineRule="auto"/>
              <w:rPr>
                <w:rFonts w:ascii="Verdana" w:hAnsi="Verdana"/>
                <w:sz w:val="20"/>
              </w:rPr>
            </w:pPr>
          </w:p>
        </w:tc>
      </w:tr>
      <w:tr w:rsidR="00EF5DFC" w:rsidRPr="00534145" w:rsidTr="00D913BC">
        <w:tc>
          <w:tcPr>
            <w:tcW w:w="1526" w:type="dxa"/>
          </w:tcPr>
          <w:p w:rsidR="00EF5DFC" w:rsidRPr="00534145" w:rsidRDefault="00EF5DFC" w:rsidP="00D913BC">
            <w:pPr>
              <w:spacing w:after="0" w:line="240" w:lineRule="auto"/>
              <w:rPr>
                <w:rFonts w:ascii="Verdana" w:hAnsi="Verdana"/>
                <w:sz w:val="20"/>
              </w:rPr>
            </w:pPr>
            <w:r w:rsidRPr="00534145">
              <w:rPr>
                <w:rFonts w:ascii="Verdana" w:hAnsi="Verdana"/>
                <w:sz w:val="20"/>
              </w:rPr>
              <w:t>3^ B</w:t>
            </w:r>
          </w:p>
        </w:tc>
        <w:tc>
          <w:tcPr>
            <w:tcW w:w="1843" w:type="dxa"/>
          </w:tcPr>
          <w:p w:rsidR="00EF5DFC" w:rsidRPr="00534145" w:rsidRDefault="00EF5DFC" w:rsidP="00D913BC">
            <w:pPr>
              <w:spacing w:after="0" w:line="240" w:lineRule="auto"/>
              <w:rPr>
                <w:rFonts w:ascii="Verdana" w:hAnsi="Verdana"/>
                <w:sz w:val="20"/>
              </w:rPr>
            </w:pPr>
          </w:p>
        </w:tc>
        <w:tc>
          <w:tcPr>
            <w:tcW w:w="2835" w:type="dxa"/>
          </w:tcPr>
          <w:p w:rsidR="00EF5DFC" w:rsidRPr="00534145" w:rsidRDefault="00EF5DFC" w:rsidP="00D913BC">
            <w:pPr>
              <w:spacing w:after="0" w:line="240" w:lineRule="auto"/>
              <w:rPr>
                <w:rFonts w:ascii="Verdana" w:hAnsi="Verdana"/>
                <w:sz w:val="20"/>
              </w:rPr>
            </w:pPr>
          </w:p>
        </w:tc>
        <w:tc>
          <w:tcPr>
            <w:tcW w:w="2409" w:type="dxa"/>
          </w:tcPr>
          <w:p w:rsidR="00EF5DFC" w:rsidRPr="00534145" w:rsidRDefault="00EF5DFC" w:rsidP="00D913BC">
            <w:pPr>
              <w:spacing w:after="0" w:line="240" w:lineRule="auto"/>
              <w:rPr>
                <w:rFonts w:ascii="Verdana" w:hAnsi="Verdana"/>
                <w:sz w:val="20"/>
              </w:rPr>
            </w:pPr>
          </w:p>
        </w:tc>
      </w:tr>
      <w:tr w:rsidR="00EF5DFC" w:rsidRPr="00534145" w:rsidTr="00D913BC">
        <w:tc>
          <w:tcPr>
            <w:tcW w:w="1526" w:type="dxa"/>
          </w:tcPr>
          <w:p w:rsidR="00EF5DFC" w:rsidRPr="00534145" w:rsidRDefault="00EF5DFC" w:rsidP="00D913BC">
            <w:pPr>
              <w:spacing w:after="0" w:line="240" w:lineRule="auto"/>
              <w:rPr>
                <w:rFonts w:ascii="Verdana" w:hAnsi="Verdana"/>
                <w:sz w:val="20"/>
              </w:rPr>
            </w:pPr>
            <w:r w:rsidRPr="00534145">
              <w:rPr>
                <w:rFonts w:ascii="Verdana" w:hAnsi="Verdana"/>
                <w:sz w:val="20"/>
              </w:rPr>
              <w:t>4^ A</w:t>
            </w:r>
          </w:p>
        </w:tc>
        <w:tc>
          <w:tcPr>
            <w:tcW w:w="1843" w:type="dxa"/>
          </w:tcPr>
          <w:p w:rsidR="00EF5DFC" w:rsidRPr="00534145" w:rsidRDefault="00EF5DFC" w:rsidP="00D913BC">
            <w:pPr>
              <w:spacing w:after="0" w:line="240" w:lineRule="auto"/>
              <w:rPr>
                <w:rFonts w:ascii="Verdana" w:hAnsi="Verdana"/>
                <w:sz w:val="20"/>
              </w:rPr>
            </w:pPr>
          </w:p>
        </w:tc>
        <w:tc>
          <w:tcPr>
            <w:tcW w:w="2835" w:type="dxa"/>
          </w:tcPr>
          <w:p w:rsidR="00EF5DFC" w:rsidRPr="00534145" w:rsidRDefault="00EF5DFC" w:rsidP="00D913BC">
            <w:pPr>
              <w:spacing w:after="0" w:line="240" w:lineRule="auto"/>
              <w:rPr>
                <w:rFonts w:ascii="Verdana" w:hAnsi="Verdana"/>
                <w:sz w:val="20"/>
              </w:rPr>
            </w:pPr>
          </w:p>
        </w:tc>
        <w:tc>
          <w:tcPr>
            <w:tcW w:w="2409" w:type="dxa"/>
          </w:tcPr>
          <w:p w:rsidR="00EF5DFC" w:rsidRPr="00534145" w:rsidRDefault="00EF5DFC" w:rsidP="00D913BC">
            <w:pPr>
              <w:spacing w:after="0" w:line="240" w:lineRule="auto"/>
              <w:rPr>
                <w:rFonts w:ascii="Verdana" w:hAnsi="Verdana"/>
                <w:sz w:val="20"/>
              </w:rPr>
            </w:pPr>
          </w:p>
        </w:tc>
      </w:tr>
      <w:tr w:rsidR="00EF5DFC" w:rsidRPr="00534145" w:rsidTr="00D913BC">
        <w:tc>
          <w:tcPr>
            <w:tcW w:w="1526" w:type="dxa"/>
          </w:tcPr>
          <w:p w:rsidR="00EF5DFC" w:rsidRPr="00534145" w:rsidRDefault="00EF5DFC" w:rsidP="00D913BC">
            <w:pPr>
              <w:spacing w:after="0" w:line="240" w:lineRule="auto"/>
              <w:rPr>
                <w:rFonts w:ascii="Verdana" w:hAnsi="Verdana"/>
                <w:sz w:val="20"/>
              </w:rPr>
            </w:pPr>
            <w:r w:rsidRPr="00534145">
              <w:rPr>
                <w:rFonts w:ascii="Verdana" w:hAnsi="Verdana"/>
                <w:sz w:val="20"/>
              </w:rPr>
              <w:t>4^ B</w:t>
            </w:r>
          </w:p>
        </w:tc>
        <w:tc>
          <w:tcPr>
            <w:tcW w:w="1843" w:type="dxa"/>
          </w:tcPr>
          <w:p w:rsidR="00EF5DFC" w:rsidRPr="00534145" w:rsidRDefault="00EF5DFC" w:rsidP="00D913BC">
            <w:pPr>
              <w:spacing w:after="0" w:line="240" w:lineRule="auto"/>
              <w:rPr>
                <w:rFonts w:ascii="Verdana" w:hAnsi="Verdana"/>
                <w:sz w:val="20"/>
              </w:rPr>
            </w:pPr>
          </w:p>
        </w:tc>
        <w:tc>
          <w:tcPr>
            <w:tcW w:w="2835" w:type="dxa"/>
          </w:tcPr>
          <w:p w:rsidR="00EF5DFC" w:rsidRPr="00534145" w:rsidRDefault="00EF5DFC" w:rsidP="00D913BC">
            <w:pPr>
              <w:spacing w:after="0" w:line="240" w:lineRule="auto"/>
              <w:rPr>
                <w:rFonts w:ascii="Verdana" w:hAnsi="Verdana"/>
                <w:sz w:val="20"/>
              </w:rPr>
            </w:pPr>
          </w:p>
        </w:tc>
        <w:tc>
          <w:tcPr>
            <w:tcW w:w="2409" w:type="dxa"/>
          </w:tcPr>
          <w:p w:rsidR="00EF5DFC" w:rsidRPr="00534145" w:rsidRDefault="00EF5DFC" w:rsidP="00D913BC">
            <w:pPr>
              <w:spacing w:after="0" w:line="240" w:lineRule="auto"/>
              <w:rPr>
                <w:rFonts w:ascii="Verdana" w:hAnsi="Verdana"/>
                <w:sz w:val="20"/>
              </w:rPr>
            </w:pPr>
          </w:p>
        </w:tc>
      </w:tr>
      <w:tr w:rsidR="00EF5DFC" w:rsidRPr="00534145" w:rsidTr="00D913BC">
        <w:tc>
          <w:tcPr>
            <w:tcW w:w="1526" w:type="dxa"/>
          </w:tcPr>
          <w:p w:rsidR="00EF5DFC" w:rsidRPr="00534145" w:rsidRDefault="00EF5DFC" w:rsidP="00D913BC">
            <w:pPr>
              <w:spacing w:after="0" w:line="240" w:lineRule="auto"/>
              <w:rPr>
                <w:rFonts w:ascii="Verdana" w:hAnsi="Verdana"/>
                <w:sz w:val="20"/>
              </w:rPr>
            </w:pPr>
            <w:r w:rsidRPr="00534145">
              <w:rPr>
                <w:rFonts w:ascii="Verdana" w:hAnsi="Verdana"/>
                <w:sz w:val="20"/>
              </w:rPr>
              <w:t>5^ A</w:t>
            </w:r>
          </w:p>
        </w:tc>
        <w:tc>
          <w:tcPr>
            <w:tcW w:w="1843" w:type="dxa"/>
          </w:tcPr>
          <w:p w:rsidR="00EF5DFC" w:rsidRPr="00534145" w:rsidRDefault="00EF5DFC" w:rsidP="00D913BC">
            <w:pPr>
              <w:spacing w:after="0" w:line="240" w:lineRule="auto"/>
              <w:rPr>
                <w:rFonts w:ascii="Verdana" w:hAnsi="Verdana"/>
                <w:sz w:val="20"/>
              </w:rPr>
            </w:pPr>
          </w:p>
        </w:tc>
        <w:tc>
          <w:tcPr>
            <w:tcW w:w="2835" w:type="dxa"/>
          </w:tcPr>
          <w:p w:rsidR="00EF5DFC" w:rsidRPr="00534145" w:rsidRDefault="00EF5DFC" w:rsidP="00D913BC">
            <w:pPr>
              <w:spacing w:after="0" w:line="240" w:lineRule="auto"/>
              <w:rPr>
                <w:rFonts w:ascii="Verdana" w:hAnsi="Verdana"/>
                <w:sz w:val="20"/>
              </w:rPr>
            </w:pPr>
          </w:p>
        </w:tc>
        <w:tc>
          <w:tcPr>
            <w:tcW w:w="2409" w:type="dxa"/>
          </w:tcPr>
          <w:p w:rsidR="00EF5DFC" w:rsidRPr="00534145" w:rsidRDefault="00EF5DFC" w:rsidP="00D913BC">
            <w:pPr>
              <w:spacing w:after="0" w:line="240" w:lineRule="auto"/>
              <w:rPr>
                <w:rFonts w:ascii="Verdana" w:hAnsi="Verdana"/>
                <w:sz w:val="20"/>
              </w:rPr>
            </w:pPr>
          </w:p>
        </w:tc>
      </w:tr>
      <w:tr w:rsidR="00EF5DFC" w:rsidRPr="00534145" w:rsidTr="00D913BC">
        <w:tc>
          <w:tcPr>
            <w:tcW w:w="1526" w:type="dxa"/>
          </w:tcPr>
          <w:p w:rsidR="00EF5DFC" w:rsidRPr="00534145" w:rsidRDefault="00EF5DFC" w:rsidP="00D913BC">
            <w:pPr>
              <w:spacing w:after="0" w:line="240" w:lineRule="auto"/>
              <w:rPr>
                <w:rFonts w:ascii="Verdana" w:hAnsi="Verdana"/>
                <w:sz w:val="20"/>
              </w:rPr>
            </w:pPr>
            <w:r w:rsidRPr="00534145">
              <w:rPr>
                <w:rFonts w:ascii="Verdana" w:hAnsi="Verdana"/>
                <w:sz w:val="20"/>
              </w:rPr>
              <w:t>5^ B</w:t>
            </w:r>
          </w:p>
        </w:tc>
        <w:tc>
          <w:tcPr>
            <w:tcW w:w="1843" w:type="dxa"/>
          </w:tcPr>
          <w:p w:rsidR="00EF5DFC" w:rsidRPr="00534145" w:rsidRDefault="00EF5DFC" w:rsidP="00D913BC">
            <w:pPr>
              <w:spacing w:after="0" w:line="240" w:lineRule="auto"/>
              <w:rPr>
                <w:rFonts w:ascii="Verdana" w:hAnsi="Verdana"/>
                <w:sz w:val="20"/>
              </w:rPr>
            </w:pPr>
          </w:p>
        </w:tc>
        <w:tc>
          <w:tcPr>
            <w:tcW w:w="2835" w:type="dxa"/>
          </w:tcPr>
          <w:p w:rsidR="00EF5DFC" w:rsidRPr="00534145" w:rsidRDefault="00EF5DFC" w:rsidP="00D913BC">
            <w:pPr>
              <w:spacing w:after="0" w:line="240" w:lineRule="auto"/>
              <w:rPr>
                <w:rFonts w:ascii="Verdana" w:hAnsi="Verdana"/>
                <w:sz w:val="20"/>
              </w:rPr>
            </w:pPr>
          </w:p>
        </w:tc>
        <w:tc>
          <w:tcPr>
            <w:tcW w:w="2409" w:type="dxa"/>
          </w:tcPr>
          <w:p w:rsidR="00EF5DFC" w:rsidRPr="00534145" w:rsidRDefault="00EF5DFC" w:rsidP="00D913BC">
            <w:pPr>
              <w:spacing w:after="0" w:line="240" w:lineRule="auto"/>
              <w:rPr>
                <w:rFonts w:ascii="Verdana" w:hAnsi="Verdana"/>
                <w:sz w:val="20"/>
              </w:rPr>
            </w:pPr>
          </w:p>
        </w:tc>
      </w:tr>
      <w:tr w:rsidR="00EF5DFC" w:rsidRPr="00534145" w:rsidTr="00D913BC">
        <w:tc>
          <w:tcPr>
            <w:tcW w:w="1526" w:type="dxa"/>
          </w:tcPr>
          <w:p w:rsidR="00EF5DFC" w:rsidRPr="00534145" w:rsidRDefault="00EF5DFC" w:rsidP="00D913BC">
            <w:pPr>
              <w:spacing w:after="0" w:line="240" w:lineRule="auto"/>
              <w:rPr>
                <w:rFonts w:ascii="Verdana" w:hAnsi="Verdana"/>
                <w:sz w:val="20"/>
              </w:rPr>
            </w:pPr>
            <w:r w:rsidRPr="00534145">
              <w:rPr>
                <w:rFonts w:ascii="Verdana" w:hAnsi="Verdana"/>
                <w:sz w:val="20"/>
              </w:rPr>
              <w:t>5^ C</w:t>
            </w:r>
          </w:p>
        </w:tc>
        <w:tc>
          <w:tcPr>
            <w:tcW w:w="1843" w:type="dxa"/>
          </w:tcPr>
          <w:p w:rsidR="00EF5DFC" w:rsidRPr="00534145" w:rsidRDefault="00EF5DFC" w:rsidP="00D913BC">
            <w:pPr>
              <w:spacing w:after="0" w:line="240" w:lineRule="auto"/>
              <w:rPr>
                <w:rFonts w:ascii="Verdana" w:hAnsi="Verdana"/>
                <w:sz w:val="20"/>
              </w:rPr>
            </w:pPr>
          </w:p>
        </w:tc>
        <w:tc>
          <w:tcPr>
            <w:tcW w:w="2835" w:type="dxa"/>
          </w:tcPr>
          <w:p w:rsidR="00EF5DFC" w:rsidRPr="00534145" w:rsidRDefault="00EF5DFC" w:rsidP="00D913BC">
            <w:pPr>
              <w:spacing w:after="0" w:line="240" w:lineRule="auto"/>
              <w:rPr>
                <w:rFonts w:ascii="Verdana" w:hAnsi="Verdana"/>
                <w:sz w:val="20"/>
              </w:rPr>
            </w:pPr>
          </w:p>
        </w:tc>
        <w:tc>
          <w:tcPr>
            <w:tcW w:w="2409" w:type="dxa"/>
          </w:tcPr>
          <w:p w:rsidR="00EF5DFC" w:rsidRPr="00534145" w:rsidRDefault="00EF5DFC" w:rsidP="00D913BC">
            <w:pPr>
              <w:spacing w:after="0" w:line="240" w:lineRule="auto"/>
              <w:rPr>
                <w:rFonts w:ascii="Verdana" w:hAnsi="Verdana"/>
                <w:sz w:val="20"/>
              </w:rPr>
            </w:pPr>
          </w:p>
        </w:tc>
      </w:tr>
    </w:tbl>
    <w:p w:rsidR="00EF5DFC" w:rsidRPr="00534145" w:rsidRDefault="00EF5DFC" w:rsidP="00A35D62">
      <w:pPr>
        <w:spacing w:after="0"/>
        <w:rPr>
          <w:rFonts w:ascii="Verdana" w:hAnsi="Verdana"/>
          <w:sz w:val="20"/>
        </w:rPr>
      </w:pPr>
      <w:r w:rsidRPr="00534145">
        <w:rPr>
          <w:rFonts w:ascii="Verdana" w:hAnsi="Verdana"/>
          <w:sz w:val="20"/>
        </w:rPr>
        <w:t>MATEMATICA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526"/>
        <w:gridCol w:w="2016"/>
        <w:gridCol w:w="2835"/>
        <w:gridCol w:w="2409"/>
      </w:tblGrid>
      <w:tr w:rsidR="00EF5DFC" w:rsidRPr="00534145" w:rsidTr="00D913BC">
        <w:tc>
          <w:tcPr>
            <w:tcW w:w="1526" w:type="dxa"/>
          </w:tcPr>
          <w:p w:rsidR="00EF5DFC" w:rsidRPr="00534145" w:rsidRDefault="00EF5DFC" w:rsidP="00D913BC">
            <w:pPr>
              <w:spacing w:after="0" w:line="240" w:lineRule="auto"/>
              <w:rPr>
                <w:rFonts w:ascii="Verdana" w:hAnsi="Verdana"/>
                <w:sz w:val="20"/>
              </w:rPr>
            </w:pPr>
          </w:p>
        </w:tc>
        <w:tc>
          <w:tcPr>
            <w:tcW w:w="4678" w:type="dxa"/>
            <w:gridSpan w:val="2"/>
          </w:tcPr>
          <w:p w:rsidR="00EF5DFC" w:rsidRPr="00534145" w:rsidRDefault="00EF5DFC" w:rsidP="00D913BC">
            <w:pPr>
              <w:spacing w:after="0" w:line="240" w:lineRule="auto"/>
              <w:rPr>
                <w:rFonts w:ascii="Verdana" w:hAnsi="Verdana"/>
                <w:sz w:val="20"/>
              </w:rPr>
            </w:pPr>
            <w:r w:rsidRPr="00534145">
              <w:rPr>
                <w:rFonts w:ascii="Verdana" w:hAnsi="Verdana"/>
                <w:sz w:val="20"/>
              </w:rPr>
              <w:t>Monitoraggio processo</w:t>
            </w:r>
          </w:p>
        </w:tc>
        <w:tc>
          <w:tcPr>
            <w:tcW w:w="2409" w:type="dxa"/>
          </w:tcPr>
          <w:p w:rsidR="00EF5DFC" w:rsidRPr="00534145" w:rsidRDefault="00EF5DFC" w:rsidP="00D913BC">
            <w:pPr>
              <w:spacing w:after="0" w:line="240" w:lineRule="auto"/>
              <w:rPr>
                <w:rFonts w:ascii="Verdana" w:hAnsi="Verdana"/>
                <w:sz w:val="20"/>
              </w:rPr>
            </w:pPr>
            <w:r w:rsidRPr="00534145">
              <w:rPr>
                <w:rFonts w:ascii="Verdana" w:hAnsi="Verdana"/>
                <w:sz w:val="20"/>
              </w:rPr>
              <w:t>Monitoraggio esiti</w:t>
            </w:r>
          </w:p>
        </w:tc>
      </w:tr>
      <w:tr w:rsidR="00EF5DFC" w:rsidRPr="00534145" w:rsidTr="00D913BC">
        <w:tc>
          <w:tcPr>
            <w:tcW w:w="1526" w:type="dxa"/>
          </w:tcPr>
          <w:p w:rsidR="00EF5DFC" w:rsidRPr="00534145" w:rsidRDefault="00EF5DFC" w:rsidP="00D913BC">
            <w:pPr>
              <w:spacing w:after="0" w:line="240" w:lineRule="auto"/>
              <w:rPr>
                <w:rFonts w:ascii="Verdana" w:hAnsi="Verdana"/>
                <w:sz w:val="20"/>
              </w:rPr>
            </w:pPr>
          </w:p>
        </w:tc>
        <w:tc>
          <w:tcPr>
            <w:tcW w:w="1843" w:type="dxa"/>
          </w:tcPr>
          <w:p w:rsidR="00EF5DFC" w:rsidRPr="00534145" w:rsidRDefault="00EF5DFC" w:rsidP="00D913BC">
            <w:pPr>
              <w:spacing w:after="0" w:line="240" w:lineRule="auto"/>
              <w:rPr>
                <w:rFonts w:ascii="Verdana" w:hAnsi="Verdana"/>
                <w:sz w:val="20"/>
              </w:rPr>
            </w:pPr>
            <w:r w:rsidRPr="00534145">
              <w:rPr>
                <w:rFonts w:ascii="Verdana" w:hAnsi="Verdana"/>
                <w:sz w:val="20"/>
              </w:rPr>
              <w:t>Somministrazione prove  (Sì/No)</w:t>
            </w:r>
          </w:p>
        </w:tc>
        <w:tc>
          <w:tcPr>
            <w:tcW w:w="2835" w:type="dxa"/>
          </w:tcPr>
          <w:p w:rsidR="00EF5DFC" w:rsidRPr="00534145" w:rsidRDefault="00EF5DFC" w:rsidP="00D913BC">
            <w:pPr>
              <w:spacing w:after="0" w:line="240" w:lineRule="auto"/>
              <w:rPr>
                <w:rFonts w:ascii="Verdana" w:hAnsi="Verdana"/>
                <w:sz w:val="20"/>
              </w:rPr>
            </w:pPr>
            <w:r w:rsidRPr="00534145">
              <w:rPr>
                <w:rFonts w:ascii="Verdana" w:hAnsi="Verdana"/>
                <w:sz w:val="20"/>
              </w:rPr>
              <w:t>N. p</w:t>
            </w:r>
            <w:r>
              <w:rPr>
                <w:rFonts w:ascii="Verdana" w:hAnsi="Verdana"/>
                <w:sz w:val="20"/>
              </w:rPr>
              <w:t>rove comuni somministrate (es.3 su 4</w:t>
            </w:r>
            <w:r w:rsidRPr="00534145">
              <w:rPr>
                <w:rFonts w:ascii="Verdana" w:hAnsi="Verdana"/>
                <w:sz w:val="20"/>
              </w:rPr>
              <w:t>)</w:t>
            </w:r>
          </w:p>
        </w:tc>
        <w:tc>
          <w:tcPr>
            <w:tcW w:w="2409" w:type="dxa"/>
          </w:tcPr>
          <w:p w:rsidR="00EF5DFC" w:rsidRPr="00534145" w:rsidRDefault="00EF5DFC" w:rsidP="00D913BC">
            <w:pPr>
              <w:spacing w:after="0" w:line="240" w:lineRule="auto"/>
              <w:rPr>
                <w:rFonts w:ascii="Verdana" w:hAnsi="Verdana"/>
                <w:sz w:val="20"/>
              </w:rPr>
            </w:pPr>
            <w:r w:rsidRPr="00534145">
              <w:rPr>
                <w:rFonts w:ascii="Verdana" w:hAnsi="Verdana"/>
                <w:sz w:val="20"/>
              </w:rPr>
              <w:t>Percentuale complessiva di positività</w:t>
            </w:r>
          </w:p>
        </w:tc>
      </w:tr>
      <w:tr w:rsidR="00EF5DFC" w:rsidRPr="00534145" w:rsidTr="00D913BC">
        <w:tc>
          <w:tcPr>
            <w:tcW w:w="1526" w:type="dxa"/>
          </w:tcPr>
          <w:p w:rsidR="00EF5DFC" w:rsidRPr="00534145" w:rsidRDefault="00EF5DFC" w:rsidP="00FC1985">
            <w:pPr>
              <w:spacing w:after="0" w:line="240" w:lineRule="auto"/>
              <w:rPr>
                <w:rFonts w:ascii="Verdana" w:hAnsi="Verdana"/>
                <w:sz w:val="20"/>
              </w:rPr>
            </w:pPr>
            <w:r w:rsidRPr="00534145">
              <w:rPr>
                <w:rFonts w:ascii="Verdana" w:hAnsi="Verdana"/>
                <w:sz w:val="20"/>
              </w:rPr>
              <w:t>3^ A</w:t>
            </w:r>
          </w:p>
        </w:tc>
        <w:tc>
          <w:tcPr>
            <w:tcW w:w="1843" w:type="dxa"/>
          </w:tcPr>
          <w:p w:rsidR="00EF5DFC" w:rsidRPr="00534145" w:rsidRDefault="00EF5DFC" w:rsidP="00D913BC">
            <w:pPr>
              <w:spacing w:after="0" w:line="240" w:lineRule="auto"/>
              <w:rPr>
                <w:rFonts w:ascii="Verdana" w:hAnsi="Verdana"/>
                <w:sz w:val="20"/>
              </w:rPr>
            </w:pPr>
          </w:p>
        </w:tc>
        <w:tc>
          <w:tcPr>
            <w:tcW w:w="2835" w:type="dxa"/>
          </w:tcPr>
          <w:p w:rsidR="00EF5DFC" w:rsidRPr="00534145" w:rsidRDefault="00EF5DFC" w:rsidP="00D913BC">
            <w:pPr>
              <w:spacing w:after="0" w:line="240" w:lineRule="auto"/>
              <w:rPr>
                <w:rFonts w:ascii="Verdana" w:hAnsi="Verdana"/>
                <w:sz w:val="20"/>
              </w:rPr>
            </w:pPr>
          </w:p>
        </w:tc>
        <w:tc>
          <w:tcPr>
            <w:tcW w:w="2409" w:type="dxa"/>
          </w:tcPr>
          <w:p w:rsidR="00EF5DFC" w:rsidRPr="00534145" w:rsidRDefault="00EF5DFC" w:rsidP="00D913BC">
            <w:pPr>
              <w:spacing w:after="0" w:line="240" w:lineRule="auto"/>
              <w:rPr>
                <w:rFonts w:ascii="Verdana" w:hAnsi="Verdana"/>
                <w:sz w:val="20"/>
              </w:rPr>
            </w:pPr>
          </w:p>
        </w:tc>
      </w:tr>
      <w:tr w:rsidR="00EF5DFC" w:rsidRPr="00534145" w:rsidTr="00D913BC">
        <w:tc>
          <w:tcPr>
            <w:tcW w:w="1526" w:type="dxa"/>
          </w:tcPr>
          <w:p w:rsidR="00EF5DFC" w:rsidRPr="00534145" w:rsidRDefault="00EF5DFC" w:rsidP="00FC1985">
            <w:pPr>
              <w:spacing w:after="0" w:line="240" w:lineRule="auto"/>
              <w:rPr>
                <w:rFonts w:ascii="Verdana" w:hAnsi="Verdana"/>
                <w:sz w:val="20"/>
              </w:rPr>
            </w:pPr>
            <w:r w:rsidRPr="00534145">
              <w:rPr>
                <w:rFonts w:ascii="Verdana" w:hAnsi="Verdana"/>
                <w:sz w:val="20"/>
              </w:rPr>
              <w:t>3^ B</w:t>
            </w:r>
          </w:p>
        </w:tc>
        <w:tc>
          <w:tcPr>
            <w:tcW w:w="1843" w:type="dxa"/>
          </w:tcPr>
          <w:p w:rsidR="00EF5DFC" w:rsidRPr="00534145" w:rsidRDefault="00EF5DFC" w:rsidP="00D913BC">
            <w:pPr>
              <w:spacing w:after="0" w:line="240" w:lineRule="auto"/>
              <w:rPr>
                <w:rFonts w:ascii="Verdana" w:hAnsi="Verdana"/>
                <w:sz w:val="20"/>
              </w:rPr>
            </w:pPr>
          </w:p>
        </w:tc>
        <w:tc>
          <w:tcPr>
            <w:tcW w:w="2835" w:type="dxa"/>
          </w:tcPr>
          <w:p w:rsidR="00EF5DFC" w:rsidRPr="00534145" w:rsidRDefault="00EF5DFC" w:rsidP="00D913BC">
            <w:pPr>
              <w:spacing w:after="0" w:line="240" w:lineRule="auto"/>
              <w:rPr>
                <w:rFonts w:ascii="Verdana" w:hAnsi="Verdana"/>
                <w:sz w:val="20"/>
              </w:rPr>
            </w:pPr>
          </w:p>
        </w:tc>
        <w:tc>
          <w:tcPr>
            <w:tcW w:w="2409" w:type="dxa"/>
          </w:tcPr>
          <w:p w:rsidR="00EF5DFC" w:rsidRPr="00534145" w:rsidRDefault="00EF5DFC" w:rsidP="00D913BC">
            <w:pPr>
              <w:spacing w:after="0" w:line="240" w:lineRule="auto"/>
              <w:rPr>
                <w:rFonts w:ascii="Verdana" w:hAnsi="Verdana"/>
                <w:sz w:val="20"/>
              </w:rPr>
            </w:pPr>
          </w:p>
        </w:tc>
      </w:tr>
      <w:tr w:rsidR="00EF5DFC" w:rsidRPr="00534145" w:rsidTr="00D913BC">
        <w:tc>
          <w:tcPr>
            <w:tcW w:w="1526" w:type="dxa"/>
          </w:tcPr>
          <w:p w:rsidR="00EF5DFC" w:rsidRPr="00534145" w:rsidRDefault="00EF5DFC" w:rsidP="00FC1985">
            <w:pPr>
              <w:spacing w:after="0" w:line="240" w:lineRule="auto"/>
              <w:rPr>
                <w:rFonts w:ascii="Verdana" w:hAnsi="Verdana"/>
                <w:sz w:val="20"/>
              </w:rPr>
            </w:pPr>
            <w:r w:rsidRPr="00534145">
              <w:rPr>
                <w:rFonts w:ascii="Verdana" w:hAnsi="Verdana"/>
                <w:sz w:val="20"/>
              </w:rPr>
              <w:t>4^ A</w:t>
            </w:r>
          </w:p>
        </w:tc>
        <w:tc>
          <w:tcPr>
            <w:tcW w:w="1843" w:type="dxa"/>
          </w:tcPr>
          <w:p w:rsidR="00EF5DFC" w:rsidRPr="00534145" w:rsidRDefault="00EF5DFC" w:rsidP="00D913BC">
            <w:pPr>
              <w:spacing w:after="0" w:line="240" w:lineRule="auto"/>
              <w:rPr>
                <w:rFonts w:ascii="Verdana" w:hAnsi="Verdana"/>
                <w:sz w:val="20"/>
              </w:rPr>
            </w:pPr>
          </w:p>
        </w:tc>
        <w:tc>
          <w:tcPr>
            <w:tcW w:w="2835" w:type="dxa"/>
          </w:tcPr>
          <w:p w:rsidR="00EF5DFC" w:rsidRPr="00534145" w:rsidRDefault="00EF5DFC" w:rsidP="00D913BC">
            <w:pPr>
              <w:spacing w:after="0" w:line="240" w:lineRule="auto"/>
              <w:rPr>
                <w:rFonts w:ascii="Verdana" w:hAnsi="Verdana"/>
                <w:sz w:val="20"/>
              </w:rPr>
            </w:pPr>
          </w:p>
        </w:tc>
        <w:tc>
          <w:tcPr>
            <w:tcW w:w="2409" w:type="dxa"/>
          </w:tcPr>
          <w:p w:rsidR="00EF5DFC" w:rsidRPr="00534145" w:rsidRDefault="00EF5DFC" w:rsidP="00D913BC">
            <w:pPr>
              <w:spacing w:after="0" w:line="240" w:lineRule="auto"/>
              <w:rPr>
                <w:rFonts w:ascii="Verdana" w:hAnsi="Verdana"/>
                <w:sz w:val="20"/>
              </w:rPr>
            </w:pPr>
          </w:p>
        </w:tc>
      </w:tr>
      <w:tr w:rsidR="00EF5DFC" w:rsidRPr="00534145" w:rsidTr="00D913BC">
        <w:tc>
          <w:tcPr>
            <w:tcW w:w="1526" w:type="dxa"/>
          </w:tcPr>
          <w:p w:rsidR="00EF5DFC" w:rsidRPr="00534145" w:rsidRDefault="00EF5DFC" w:rsidP="00FC1985">
            <w:pPr>
              <w:spacing w:after="0" w:line="240" w:lineRule="auto"/>
              <w:rPr>
                <w:rFonts w:ascii="Verdana" w:hAnsi="Verdana"/>
                <w:sz w:val="20"/>
              </w:rPr>
            </w:pPr>
            <w:r w:rsidRPr="00534145">
              <w:rPr>
                <w:rFonts w:ascii="Verdana" w:hAnsi="Verdana"/>
                <w:sz w:val="20"/>
              </w:rPr>
              <w:t>4^ B</w:t>
            </w:r>
          </w:p>
        </w:tc>
        <w:tc>
          <w:tcPr>
            <w:tcW w:w="1843" w:type="dxa"/>
          </w:tcPr>
          <w:p w:rsidR="00EF5DFC" w:rsidRPr="00534145" w:rsidRDefault="00EF5DFC" w:rsidP="00D913BC">
            <w:pPr>
              <w:spacing w:after="0" w:line="240" w:lineRule="auto"/>
              <w:rPr>
                <w:rFonts w:ascii="Verdana" w:hAnsi="Verdana"/>
                <w:sz w:val="20"/>
              </w:rPr>
            </w:pPr>
          </w:p>
        </w:tc>
        <w:tc>
          <w:tcPr>
            <w:tcW w:w="2835" w:type="dxa"/>
          </w:tcPr>
          <w:p w:rsidR="00EF5DFC" w:rsidRPr="00534145" w:rsidRDefault="00EF5DFC" w:rsidP="00D913BC">
            <w:pPr>
              <w:spacing w:after="0" w:line="240" w:lineRule="auto"/>
              <w:rPr>
                <w:rFonts w:ascii="Verdana" w:hAnsi="Verdana"/>
                <w:sz w:val="20"/>
              </w:rPr>
            </w:pPr>
          </w:p>
        </w:tc>
        <w:tc>
          <w:tcPr>
            <w:tcW w:w="2409" w:type="dxa"/>
          </w:tcPr>
          <w:p w:rsidR="00EF5DFC" w:rsidRPr="00534145" w:rsidRDefault="00EF5DFC" w:rsidP="00D913BC">
            <w:pPr>
              <w:spacing w:after="0" w:line="240" w:lineRule="auto"/>
              <w:rPr>
                <w:rFonts w:ascii="Verdana" w:hAnsi="Verdana"/>
                <w:sz w:val="20"/>
              </w:rPr>
            </w:pPr>
          </w:p>
        </w:tc>
      </w:tr>
      <w:tr w:rsidR="00EF5DFC" w:rsidRPr="00534145" w:rsidTr="00D913BC">
        <w:tc>
          <w:tcPr>
            <w:tcW w:w="1526" w:type="dxa"/>
          </w:tcPr>
          <w:p w:rsidR="00EF5DFC" w:rsidRPr="00534145" w:rsidRDefault="00EF5DFC" w:rsidP="00FC1985">
            <w:pPr>
              <w:spacing w:after="0" w:line="240" w:lineRule="auto"/>
              <w:rPr>
                <w:rFonts w:ascii="Verdana" w:hAnsi="Verdana"/>
                <w:sz w:val="20"/>
              </w:rPr>
            </w:pPr>
            <w:r w:rsidRPr="00534145">
              <w:rPr>
                <w:rFonts w:ascii="Verdana" w:hAnsi="Verdana"/>
                <w:sz w:val="20"/>
              </w:rPr>
              <w:t>5^ A</w:t>
            </w:r>
          </w:p>
        </w:tc>
        <w:tc>
          <w:tcPr>
            <w:tcW w:w="1843" w:type="dxa"/>
          </w:tcPr>
          <w:p w:rsidR="00EF5DFC" w:rsidRPr="00534145" w:rsidRDefault="00EF5DFC" w:rsidP="00D913BC">
            <w:pPr>
              <w:spacing w:after="0" w:line="240" w:lineRule="auto"/>
              <w:rPr>
                <w:rFonts w:ascii="Verdana" w:hAnsi="Verdana"/>
                <w:sz w:val="20"/>
              </w:rPr>
            </w:pPr>
          </w:p>
        </w:tc>
        <w:tc>
          <w:tcPr>
            <w:tcW w:w="2835" w:type="dxa"/>
          </w:tcPr>
          <w:p w:rsidR="00EF5DFC" w:rsidRPr="00534145" w:rsidRDefault="00EF5DFC" w:rsidP="00D913BC">
            <w:pPr>
              <w:spacing w:after="0" w:line="240" w:lineRule="auto"/>
              <w:rPr>
                <w:rFonts w:ascii="Verdana" w:hAnsi="Verdana"/>
                <w:sz w:val="20"/>
              </w:rPr>
            </w:pPr>
          </w:p>
        </w:tc>
        <w:tc>
          <w:tcPr>
            <w:tcW w:w="2409" w:type="dxa"/>
          </w:tcPr>
          <w:p w:rsidR="00EF5DFC" w:rsidRPr="00534145" w:rsidRDefault="00EF5DFC" w:rsidP="00D913BC">
            <w:pPr>
              <w:spacing w:after="0" w:line="240" w:lineRule="auto"/>
              <w:rPr>
                <w:rFonts w:ascii="Verdana" w:hAnsi="Verdana"/>
                <w:sz w:val="20"/>
              </w:rPr>
            </w:pPr>
          </w:p>
        </w:tc>
      </w:tr>
      <w:tr w:rsidR="00EF5DFC" w:rsidRPr="00534145" w:rsidTr="00D913BC">
        <w:tc>
          <w:tcPr>
            <w:tcW w:w="1526" w:type="dxa"/>
          </w:tcPr>
          <w:p w:rsidR="00EF5DFC" w:rsidRPr="00534145" w:rsidRDefault="00EF5DFC" w:rsidP="00FC1985">
            <w:pPr>
              <w:spacing w:after="0" w:line="240" w:lineRule="auto"/>
              <w:rPr>
                <w:rFonts w:ascii="Verdana" w:hAnsi="Verdana"/>
                <w:sz w:val="20"/>
              </w:rPr>
            </w:pPr>
            <w:r w:rsidRPr="00534145">
              <w:rPr>
                <w:rFonts w:ascii="Verdana" w:hAnsi="Verdana"/>
                <w:sz w:val="20"/>
              </w:rPr>
              <w:t>5^ B</w:t>
            </w:r>
          </w:p>
        </w:tc>
        <w:tc>
          <w:tcPr>
            <w:tcW w:w="1843" w:type="dxa"/>
          </w:tcPr>
          <w:p w:rsidR="00EF5DFC" w:rsidRPr="00534145" w:rsidRDefault="00EF5DFC" w:rsidP="00D913BC">
            <w:pPr>
              <w:spacing w:after="0" w:line="240" w:lineRule="auto"/>
              <w:rPr>
                <w:rFonts w:ascii="Verdana" w:hAnsi="Verdana"/>
                <w:sz w:val="20"/>
              </w:rPr>
            </w:pPr>
          </w:p>
        </w:tc>
        <w:tc>
          <w:tcPr>
            <w:tcW w:w="2835" w:type="dxa"/>
          </w:tcPr>
          <w:p w:rsidR="00EF5DFC" w:rsidRPr="00534145" w:rsidRDefault="00EF5DFC" w:rsidP="00D913BC">
            <w:pPr>
              <w:spacing w:after="0" w:line="240" w:lineRule="auto"/>
              <w:rPr>
                <w:rFonts w:ascii="Verdana" w:hAnsi="Verdana"/>
                <w:sz w:val="20"/>
              </w:rPr>
            </w:pPr>
          </w:p>
        </w:tc>
        <w:tc>
          <w:tcPr>
            <w:tcW w:w="2409" w:type="dxa"/>
          </w:tcPr>
          <w:p w:rsidR="00EF5DFC" w:rsidRPr="00534145" w:rsidRDefault="00EF5DFC" w:rsidP="00D913BC">
            <w:pPr>
              <w:spacing w:after="0" w:line="240" w:lineRule="auto"/>
              <w:rPr>
                <w:rFonts w:ascii="Verdana" w:hAnsi="Verdana"/>
                <w:sz w:val="20"/>
              </w:rPr>
            </w:pPr>
          </w:p>
        </w:tc>
      </w:tr>
      <w:tr w:rsidR="00EF5DFC" w:rsidRPr="00534145" w:rsidTr="00D913BC">
        <w:tc>
          <w:tcPr>
            <w:tcW w:w="1526" w:type="dxa"/>
          </w:tcPr>
          <w:p w:rsidR="00EF5DFC" w:rsidRPr="00534145" w:rsidRDefault="00EF5DFC" w:rsidP="00D913BC">
            <w:pPr>
              <w:spacing w:after="0" w:line="240" w:lineRule="auto"/>
              <w:rPr>
                <w:rFonts w:ascii="Verdana" w:hAnsi="Verdana"/>
                <w:sz w:val="20"/>
              </w:rPr>
            </w:pPr>
            <w:r w:rsidRPr="00534145">
              <w:rPr>
                <w:rFonts w:ascii="Verdana" w:hAnsi="Verdana"/>
                <w:sz w:val="20"/>
              </w:rPr>
              <w:t>5^ C</w:t>
            </w:r>
          </w:p>
        </w:tc>
        <w:tc>
          <w:tcPr>
            <w:tcW w:w="1843" w:type="dxa"/>
          </w:tcPr>
          <w:p w:rsidR="00EF5DFC" w:rsidRPr="00534145" w:rsidRDefault="00EF5DFC" w:rsidP="00D913BC">
            <w:pPr>
              <w:spacing w:after="0" w:line="240" w:lineRule="auto"/>
              <w:rPr>
                <w:rFonts w:ascii="Verdana" w:hAnsi="Verdana"/>
                <w:sz w:val="20"/>
              </w:rPr>
            </w:pPr>
          </w:p>
        </w:tc>
        <w:tc>
          <w:tcPr>
            <w:tcW w:w="2835" w:type="dxa"/>
          </w:tcPr>
          <w:p w:rsidR="00EF5DFC" w:rsidRPr="00534145" w:rsidRDefault="00EF5DFC" w:rsidP="00D913BC">
            <w:pPr>
              <w:spacing w:after="0" w:line="240" w:lineRule="auto"/>
              <w:rPr>
                <w:rFonts w:ascii="Verdana" w:hAnsi="Verdana"/>
                <w:sz w:val="20"/>
              </w:rPr>
            </w:pPr>
          </w:p>
        </w:tc>
        <w:tc>
          <w:tcPr>
            <w:tcW w:w="2409" w:type="dxa"/>
          </w:tcPr>
          <w:p w:rsidR="00EF5DFC" w:rsidRPr="00534145" w:rsidRDefault="00EF5DFC" w:rsidP="00D913BC">
            <w:pPr>
              <w:spacing w:after="0" w:line="240" w:lineRule="auto"/>
              <w:rPr>
                <w:rFonts w:ascii="Verdana" w:hAnsi="Verdana"/>
                <w:sz w:val="20"/>
              </w:rPr>
            </w:pPr>
          </w:p>
        </w:tc>
      </w:tr>
    </w:tbl>
    <w:p w:rsidR="00EF5DFC" w:rsidRPr="00534145" w:rsidRDefault="00EF5DFC" w:rsidP="00A35D62">
      <w:pPr>
        <w:spacing w:after="0"/>
        <w:rPr>
          <w:rFonts w:ascii="Verdana" w:hAnsi="Verdana"/>
          <w:b/>
          <w:sz w:val="20"/>
        </w:rPr>
      </w:pPr>
    </w:p>
    <w:p w:rsidR="00EF5DFC" w:rsidRDefault="00EF5DFC" w:rsidP="00A35D62">
      <w:pPr>
        <w:spacing w:after="0"/>
        <w:rPr>
          <w:rFonts w:ascii="Verdana" w:hAnsi="Verdana"/>
          <w:b/>
          <w:sz w:val="20"/>
        </w:rPr>
      </w:pPr>
    </w:p>
    <w:p w:rsidR="00EF5DFC" w:rsidRPr="00534145" w:rsidRDefault="00EF5DFC" w:rsidP="00A35D62">
      <w:pPr>
        <w:spacing w:after="0"/>
        <w:rPr>
          <w:rFonts w:ascii="Verdana" w:hAnsi="Verdana"/>
          <w:b/>
          <w:sz w:val="20"/>
        </w:rPr>
      </w:pPr>
      <w:r w:rsidRPr="00534145">
        <w:rPr>
          <w:rFonts w:ascii="Verdana" w:hAnsi="Verdana"/>
          <w:b/>
          <w:sz w:val="20"/>
        </w:rPr>
        <w:t>Scuola primaria di  BORGOFORTE</w:t>
      </w:r>
    </w:p>
    <w:p w:rsidR="00EF5DFC" w:rsidRPr="00534145" w:rsidRDefault="00EF5DFC" w:rsidP="00A35D62">
      <w:pPr>
        <w:spacing w:after="0"/>
        <w:rPr>
          <w:rFonts w:ascii="Verdana" w:hAnsi="Verdana"/>
          <w:b/>
          <w:sz w:val="20"/>
        </w:rPr>
      </w:pPr>
      <w:r w:rsidRPr="00534145">
        <w:rPr>
          <w:rFonts w:ascii="Verdana" w:hAnsi="Verdana"/>
          <w:b/>
          <w:sz w:val="20"/>
        </w:rPr>
        <w:t xml:space="preserve">Scheda Monitoraggio prove comuni 1° quadrimestre  </w:t>
      </w:r>
    </w:p>
    <w:p w:rsidR="00EF5DFC" w:rsidRPr="00534145" w:rsidRDefault="00EF5DFC" w:rsidP="00A35D62">
      <w:pPr>
        <w:spacing w:after="0"/>
        <w:rPr>
          <w:rFonts w:ascii="Verdana" w:hAnsi="Verdana"/>
          <w:b/>
          <w:sz w:val="20"/>
        </w:rPr>
      </w:pPr>
      <w:r w:rsidRPr="00534145">
        <w:rPr>
          <w:rFonts w:ascii="Verdana" w:hAnsi="Verdana"/>
          <w:b/>
          <w:sz w:val="20"/>
        </w:rPr>
        <w:t>Data rilevazione 31 gennaio 2018</w:t>
      </w:r>
    </w:p>
    <w:p w:rsidR="00EF5DFC" w:rsidRPr="00534145" w:rsidRDefault="00EF5DFC" w:rsidP="00A35D62">
      <w:pPr>
        <w:spacing w:after="0"/>
        <w:rPr>
          <w:rFonts w:ascii="Verdana" w:hAnsi="Verdana"/>
          <w:sz w:val="20"/>
        </w:rPr>
      </w:pPr>
      <w:r w:rsidRPr="00534145">
        <w:rPr>
          <w:rFonts w:ascii="Verdana" w:hAnsi="Verdana"/>
          <w:sz w:val="20"/>
        </w:rPr>
        <w:t>ITALIANO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955"/>
        <w:gridCol w:w="2016"/>
        <w:gridCol w:w="2434"/>
        <w:gridCol w:w="2343"/>
      </w:tblGrid>
      <w:tr w:rsidR="00EF5DFC" w:rsidRPr="00534145" w:rsidTr="00534145">
        <w:tc>
          <w:tcPr>
            <w:tcW w:w="1955" w:type="dxa"/>
          </w:tcPr>
          <w:p w:rsidR="00EF5DFC" w:rsidRPr="00534145" w:rsidRDefault="00EF5DFC" w:rsidP="00D913BC">
            <w:pPr>
              <w:spacing w:after="0" w:line="240" w:lineRule="auto"/>
              <w:rPr>
                <w:rFonts w:ascii="Verdana" w:hAnsi="Verdana"/>
                <w:sz w:val="20"/>
              </w:rPr>
            </w:pPr>
          </w:p>
        </w:tc>
        <w:tc>
          <w:tcPr>
            <w:tcW w:w="4450" w:type="dxa"/>
            <w:gridSpan w:val="2"/>
          </w:tcPr>
          <w:p w:rsidR="00EF5DFC" w:rsidRPr="00534145" w:rsidRDefault="00EF5DFC" w:rsidP="00D913BC">
            <w:pPr>
              <w:spacing w:after="0" w:line="240" w:lineRule="auto"/>
              <w:rPr>
                <w:rFonts w:ascii="Verdana" w:hAnsi="Verdana"/>
                <w:sz w:val="20"/>
              </w:rPr>
            </w:pPr>
            <w:r w:rsidRPr="00534145">
              <w:rPr>
                <w:rFonts w:ascii="Verdana" w:hAnsi="Verdana"/>
                <w:sz w:val="20"/>
              </w:rPr>
              <w:t>Monitoraggio processo</w:t>
            </w:r>
          </w:p>
        </w:tc>
        <w:tc>
          <w:tcPr>
            <w:tcW w:w="2343" w:type="dxa"/>
          </w:tcPr>
          <w:p w:rsidR="00EF5DFC" w:rsidRPr="00534145" w:rsidRDefault="00EF5DFC" w:rsidP="00D913BC">
            <w:pPr>
              <w:spacing w:after="0" w:line="240" w:lineRule="auto"/>
              <w:rPr>
                <w:rFonts w:ascii="Verdana" w:hAnsi="Verdana"/>
                <w:sz w:val="20"/>
              </w:rPr>
            </w:pPr>
            <w:r w:rsidRPr="00534145">
              <w:rPr>
                <w:rFonts w:ascii="Verdana" w:hAnsi="Verdana"/>
                <w:sz w:val="20"/>
              </w:rPr>
              <w:t>Monitoraggio esiti</w:t>
            </w:r>
          </w:p>
        </w:tc>
      </w:tr>
      <w:tr w:rsidR="00EF5DFC" w:rsidRPr="00534145" w:rsidTr="00534145">
        <w:tc>
          <w:tcPr>
            <w:tcW w:w="1955" w:type="dxa"/>
          </w:tcPr>
          <w:p w:rsidR="00EF5DFC" w:rsidRPr="00534145" w:rsidRDefault="00EF5DFC" w:rsidP="00D913BC">
            <w:pPr>
              <w:spacing w:after="0" w:line="240" w:lineRule="auto"/>
              <w:rPr>
                <w:rFonts w:ascii="Verdana" w:hAnsi="Verdana"/>
                <w:sz w:val="20"/>
              </w:rPr>
            </w:pPr>
          </w:p>
        </w:tc>
        <w:tc>
          <w:tcPr>
            <w:tcW w:w="2016" w:type="dxa"/>
          </w:tcPr>
          <w:p w:rsidR="00EF5DFC" w:rsidRPr="00534145" w:rsidRDefault="00EF5DFC" w:rsidP="00D913BC">
            <w:pPr>
              <w:spacing w:after="0" w:line="240" w:lineRule="auto"/>
              <w:rPr>
                <w:rFonts w:ascii="Verdana" w:hAnsi="Verdana"/>
                <w:sz w:val="20"/>
              </w:rPr>
            </w:pPr>
            <w:r w:rsidRPr="00534145">
              <w:rPr>
                <w:rFonts w:ascii="Verdana" w:hAnsi="Verdana"/>
                <w:sz w:val="20"/>
              </w:rPr>
              <w:t>Somministrazione prove  (Sì/No)</w:t>
            </w:r>
          </w:p>
        </w:tc>
        <w:tc>
          <w:tcPr>
            <w:tcW w:w="2434" w:type="dxa"/>
          </w:tcPr>
          <w:p w:rsidR="00EF5DFC" w:rsidRPr="00534145" w:rsidRDefault="00EF5DFC" w:rsidP="00D913BC">
            <w:pPr>
              <w:spacing w:after="0" w:line="240" w:lineRule="auto"/>
              <w:rPr>
                <w:rFonts w:ascii="Verdana" w:hAnsi="Verdana"/>
                <w:sz w:val="20"/>
              </w:rPr>
            </w:pPr>
            <w:r w:rsidRPr="00534145">
              <w:rPr>
                <w:rFonts w:ascii="Verdana" w:hAnsi="Verdana"/>
                <w:sz w:val="20"/>
              </w:rPr>
              <w:t>N. p</w:t>
            </w:r>
            <w:r>
              <w:rPr>
                <w:rFonts w:ascii="Verdana" w:hAnsi="Verdana"/>
                <w:sz w:val="20"/>
              </w:rPr>
              <w:t>rove comuni somministrate (es.3 su 4</w:t>
            </w:r>
            <w:r w:rsidRPr="00534145">
              <w:rPr>
                <w:rFonts w:ascii="Verdana" w:hAnsi="Verdana"/>
                <w:sz w:val="20"/>
              </w:rPr>
              <w:t>)</w:t>
            </w:r>
          </w:p>
        </w:tc>
        <w:tc>
          <w:tcPr>
            <w:tcW w:w="2343" w:type="dxa"/>
          </w:tcPr>
          <w:p w:rsidR="00EF5DFC" w:rsidRPr="00534145" w:rsidRDefault="00EF5DFC" w:rsidP="00D913BC">
            <w:pPr>
              <w:spacing w:after="0" w:line="240" w:lineRule="auto"/>
              <w:rPr>
                <w:rFonts w:ascii="Verdana" w:hAnsi="Verdana"/>
                <w:sz w:val="20"/>
              </w:rPr>
            </w:pPr>
            <w:r w:rsidRPr="00534145">
              <w:rPr>
                <w:rFonts w:ascii="Verdana" w:hAnsi="Verdana"/>
                <w:sz w:val="20"/>
              </w:rPr>
              <w:t>Percentuale complessiva di positività</w:t>
            </w:r>
          </w:p>
        </w:tc>
      </w:tr>
      <w:tr w:rsidR="00EF5DFC" w:rsidRPr="00534145" w:rsidTr="00534145">
        <w:tc>
          <w:tcPr>
            <w:tcW w:w="1955" w:type="dxa"/>
          </w:tcPr>
          <w:p w:rsidR="00EF5DFC" w:rsidRPr="00534145" w:rsidRDefault="00EF5DFC" w:rsidP="00D913BC">
            <w:pPr>
              <w:spacing w:after="0" w:line="240" w:lineRule="auto"/>
              <w:rPr>
                <w:rFonts w:ascii="Verdana" w:hAnsi="Verdana"/>
                <w:sz w:val="20"/>
              </w:rPr>
            </w:pPr>
            <w:r w:rsidRPr="00534145">
              <w:rPr>
                <w:rFonts w:ascii="Verdana" w:hAnsi="Verdana"/>
                <w:sz w:val="20"/>
              </w:rPr>
              <w:t>1^ A</w:t>
            </w:r>
          </w:p>
        </w:tc>
        <w:tc>
          <w:tcPr>
            <w:tcW w:w="2016" w:type="dxa"/>
          </w:tcPr>
          <w:p w:rsidR="00EF5DFC" w:rsidRPr="00534145" w:rsidRDefault="00EF5DFC" w:rsidP="00D913BC">
            <w:pPr>
              <w:spacing w:after="0" w:line="240" w:lineRule="auto"/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2434" w:type="dxa"/>
          </w:tcPr>
          <w:p w:rsidR="00EF5DFC" w:rsidRPr="00534145" w:rsidRDefault="00EF5DFC" w:rsidP="00D913BC">
            <w:pPr>
              <w:spacing w:after="0" w:line="240" w:lineRule="auto"/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2343" w:type="dxa"/>
          </w:tcPr>
          <w:p w:rsidR="00EF5DFC" w:rsidRPr="00534145" w:rsidRDefault="00EF5DFC" w:rsidP="00D913BC">
            <w:pPr>
              <w:spacing w:after="0" w:line="240" w:lineRule="auto"/>
              <w:rPr>
                <w:rFonts w:ascii="Verdana" w:hAnsi="Verdana"/>
                <w:sz w:val="20"/>
              </w:rPr>
            </w:pPr>
          </w:p>
        </w:tc>
      </w:tr>
      <w:tr w:rsidR="00EF5DFC" w:rsidRPr="00534145" w:rsidTr="00534145">
        <w:tc>
          <w:tcPr>
            <w:tcW w:w="1955" w:type="dxa"/>
          </w:tcPr>
          <w:p w:rsidR="00EF5DFC" w:rsidRPr="00534145" w:rsidRDefault="00EF5DFC" w:rsidP="00D913BC">
            <w:pPr>
              <w:spacing w:after="0" w:line="240" w:lineRule="auto"/>
              <w:rPr>
                <w:rFonts w:ascii="Verdana" w:hAnsi="Verdana"/>
                <w:sz w:val="20"/>
              </w:rPr>
            </w:pPr>
            <w:r w:rsidRPr="00534145">
              <w:rPr>
                <w:rFonts w:ascii="Verdana" w:hAnsi="Verdana"/>
                <w:sz w:val="20"/>
              </w:rPr>
              <w:t>2^ A</w:t>
            </w:r>
          </w:p>
        </w:tc>
        <w:tc>
          <w:tcPr>
            <w:tcW w:w="2016" w:type="dxa"/>
          </w:tcPr>
          <w:p w:rsidR="00EF5DFC" w:rsidRPr="00534145" w:rsidRDefault="00EF5DFC" w:rsidP="00D913BC">
            <w:pPr>
              <w:spacing w:after="0" w:line="240" w:lineRule="auto"/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2434" w:type="dxa"/>
          </w:tcPr>
          <w:p w:rsidR="00EF5DFC" w:rsidRPr="00534145" w:rsidRDefault="00EF5DFC" w:rsidP="00D913BC">
            <w:pPr>
              <w:spacing w:after="0" w:line="240" w:lineRule="auto"/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2343" w:type="dxa"/>
          </w:tcPr>
          <w:p w:rsidR="00EF5DFC" w:rsidRPr="00534145" w:rsidRDefault="00EF5DFC" w:rsidP="00D913BC">
            <w:pPr>
              <w:spacing w:after="0" w:line="240" w:lineRule="auto"/>
              <w:rPr>
                <w:rFonts w:ascii="Verdana" w:hAnsi="Verdana"/>
                <w:sz w:val="20"/>
              </w:rPr>
            </w:pPr>
          </w:p>
        </w:tc>
      </w:tr>
      <w:tr w:rsidR="00EF5DFC" w:rsidRPr="00534145" w:rsidTr="00534145">
        <w:tc>
          <w:tcPr>
            <w:tcW w:w="1955" w:type="dxa"/>
          </w:tcPr>
          <w:p w:rsidR="00EF5DFC" w:rsidRPr="00534145" w:rsidRDefault="00EF5DFC" w:rsidP="00D913BC">
            <w:pPr>
              <w:spacing w:after="0" w:line="240" w:lineRule="auto"/>
              <w:rPr>
                <w:rFonts w:ascii="Verdana" w:hAnsi="Verdana"/>
                <w:sz w:val="20"/>
              </w:rPr>
            </w:pPr>
            <w:r w:rsidRPr="00534145">
              <w:rPr>
                <w:rFonts w:ascii="Verdana" w:hAnsi="Verdana"/>
                <w:sz w:val="20"/>
              </w:rPr>
              <w:t>3^ A</w:t>
            </w:r>
          </w:p>
        </w:tc>
        <w:tc>
          <w:tcPr>
            <w:tcW w:w="2016" w:type="dxa"/>
          </w:tcPr>
          <w:p w:rsidR="00EF5DFC" w:rsidRPr="00534145" w:rsidRDefault="00EF5DFC" w:rsidP="00D913BC">
            <w:pPr>
              <w:spacing w:after="0" w:line="240" w:lineRule="auto"/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2434" w:type="dxa"/>
          </w:tcPr>
          <w:p w:rsidR="00EF5DFC" w:rsidRPr="00534145" w:rsidRDefault="00EF5DFC" w:rsidP="00D913BC">
            <w:pPr>
              <w:spacing w:after="0" w:line="240" w:lineRule="auto"/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2343" w:type="dxa"/>
          </w:tcPr>
          <w:p w:rsidR="00EF5DFC" w:rsidRPr="00534145" w:rsidRDefault="00EF5DFC" w:rsidP="00D913BC">
            <w:pPr>
              <w:spacing w:after="0" w:line="240" w:lineRule="auto"/>
              <w:rPr>
                <w:rFonts w:ascii="Verdana" w:hAnsi="Verdana"/>
                <w:sz w:val="20"/>
              </w:rPr>
            </w:pPr>
          </w:p>
        </w:tc>
      </w:tr>
      <w:tr w:rsidR="00EF5DFC" w:rsidRPr="00534145" w:rsidTr="00534145">
        <w:tc>
          <w:tcPr>
            <w:tcW w:w="1955" w:type="dxa"/>
          </w:tcPr>
          <w:p w:rsidR="00EF5DFC" w:rsidRPr="00534145" w:rsidRDefault="00EF5DFC" w:rsidP="00D913BC">
            <w:pPr>
              <w:spacing w:after="0" w:line="240" w:lineRule="auto"/>
              <w:rPr>
                <w:rFonts w:ascii="Verdana" w:hAnsi="Verdana"/>
                <w:sz w:val="20"/>
              </w:rPr>
            </w:pPr>
            <w:r w:rsidRPr="00534145">
              <w:rPr>
                <w:rFonts w:ascii="Verdana" w:hAnsi="Verdana"/>
                <w:sz w:val="20"/>
              </w:rPr>
              <w:t>4^ A</w:t>
            </w:r>
          </w:p>
        </w:tc>
        <w:tc>
          <w:tcPr>
            <w:tcW w:w="2016" w:type="dxa"/>
          </w:tcPr>
          <w:p w:rsidR="00EF5DFC" w:rsidRPr="00534145" w:rsidRDefault="00EF5DFC" w:rsidP="00D913BC">
            <w:pPr>
              <w:spacing w:after="0" w:line="240" w:lineRule="auto"/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2434" w:type="dxa"/>
          </w:tcPr>
          <w:p w:rsidR="00EF5DFC" w:rsidRPr="00534145" w:rsidRDefault="00EF5DFC" w:rsidP="00D913BC">
            <w:pPr>
              <w:spacing w:after="0" w:line="240" w:lineRule="auto"/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2343" w:type="dxa"/>
          </w:tcPr>
          <w:p w:rsidR="00EF5DFC" w:rsidRPr="00534145" w:rsidRDefault="00EF5DFC" w:rsidP="00D913BC">
            <w:pPr>
              <w:spacing w:after="0" w:line="240" w:lineRule="auto"/>
              <w:rPr>
                <w:rFonts w:ascii="Verdana" w:hAnsi="Verdana"/>
                <w:sz w:val="20"/>
              </w:rPr>
            </w:pPr>
          </w:p>
        </w:tc>
      </w:tr>
      <w:tr w:rsidR="00EF5DFC" w:rsidRPr="00534145" w:rsidTr="00534145">
        <w:tc>
          <w:tcPr>
            <w:tcW w:w="1955" w:type="dxa"/>
          </w:tcPr>
          <w:p w:rsidR="00EF5DFC" w:rsidRPr="00534145" w:rsidRDefault="00EF5DFC" w:rsidP="00D913BC">
            <w:pPr>
              <w:spacing w:after="0" w:line="240" w:lineRule="auto"/>
              <w:rPr>
                <w:rFonts w:ascii="Verdana" w:hAnsi="Verdana"/>
                <w:sz w:val="20"/>
              </w:rPr>
            </w:pPr>
            <w:r w:rsidRPr="00534145">
              <w:rPr>
                <w:rFonts w:ascii="Verdana" w:hAnsi="Verdana"/>
                <w:sz w:val="20"/>
              </w:rPr>
              <w:t>5^A</w:t>
            </w:r>
          </w:p>
        </w:tc>
        <w:tc>
          <w:tcPr>
            <w:tcW w:w="2016" w:type="dxa"/>
          </w:tcPr>
          <w:p w:rsidR="00EF5DFC" w:rsidRPr="00534145" w:rsidRDefault="00EF5DFC" w:rsidP="00D913BC">
            <w:pPr>
              <w:spacing w:after="0" w:line="240" w:lineRule="auto"/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2434" w:type="dxa"/>
          </w:tcPr>
          <w:p w:rsidR="00EF5DFC" w:rsidRPr="00534145" w:rsidRDefault="00EF5DFC" w:rsidP="00D913BC">
            <w:pPr>
              <w:spacing w:after="0" w:line="240" w:lineRule="auto"/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2343" w:type="dxa"/>
          </w:tcPr>
          <w:p w:rsidR="00EF5DFC" w:rsidRPr="00534145" w:rsidRDefault="00EF5DFC" w:rsidP="00D913BC">
            <w:pPr>
              <w:spacing w:after="0" w:line="240" w:lineRule="auto"/>
              <w:rPr>
                <w:rFonts w:ascii="Verdana" w:hAnsi="Verdana"/>
                <w:sz w:val="20"/>
              </w:rPr>
            </w:pPr>
          </w:p>
        </w:tc>
      </w:tr>
    </w:tbl>
    <w:p w:rsidR="00EF5DFC" w:rsidRPr="00534145" w:rsidRDefault="00EF5DFC" w:rsidP="009C59EB">
      <w:pPr>
        <w:rPr>
          <w:rFonts w:ascii="Verdana" w:hAnsi="Verdana"/>
          <w:sz w:val="20"/>
        </w:rPr>
      </w:pPr>
    </w:p>
    <w:p w:rsidR="00EF5DFC" w:rsidRDefault="00EF5DFC" w:rsidP="009C59EB">
      <w:pPr>
        <w:rPr>
          <w:rFonts w:ascii="Verdana" w:hAnsi="Verdana"/>
          <w:sz w:val="20"/>
        </w:rPr>
      </w:pPr>
      <w:r w:rsidRPr="00534145">
        <w:rPr>
          <w:rFonts w:ascii="Verdana" w:hAnsi="Verdana"/>
          <w:sz w:val="20"/>
        </w:rPr>
        <w:t>MATEMATICA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955"/>
        <w:gridCol w:w="2016"/>
        <w:gridCol w:w="2434"/>
        <w:gridCol w:w="2343"/>
      </w:tblGrid>
      <w:tr w:rsidR="00EF5DFC" w:rsidRPr="00534145" w:rsidTr="00FC1985">
        <w:tc>
          <w:tcPr>
            <w:tcW w:w="1955" w:type="dxa"/>
          </w:tcPr>
          <w:p w:rsidR="00EF5DFC" w:rsidRPr="00534145" w:rsidRDefault="00EF5DFC" w:rsidP="00FC1985">
            <w:pPr>
              <w:spacing w:after="0" w:line="240" w:lineRule="auto"/>
              <w:rPr>
                <w:rFonts w:ascii="Verdana" w:hAnsi="Verdana"/>
                <w:sz w:val="20"/>
              </w:rPr>
            </w:pPr>
          </w:p>
        </w:tc>
        <w:tc>
          <w:tcPr>
            <w:tcW w:w="4450" w:type="dxa"/>
            <w:gridSpan w:val="2"/>
          </w:tcPr>
          <w:p w:rsidR="00EF5DFC" w:rsidRPr="00534145" w:rsidRDefault="00EF5DFC" w:rsidP="00FC1985">
            <w:pPr>
              <w:spacing w:after="0" w:line="240" w:lineRule="auto"/>
              <w:rPr>
                <w:rFonts w:ascii="Verdana" w:hAnsi="Verdana"/>
                <w:sz w:val="20"/>
              </w:rPr>
            </w:pPr>
            <w:r w:rsidRPr="00534145">
              <w:rPr>
                <w:rFonts w:ascii="Verdana" w:hAnsi="Verdana"/>
                <w:sz w:val="20"/>
              </w:rPr>
              <w:t>Monitoraggio processo</w:t>
            </w:r>
          </w:p>
        </w:tc>
        <w:tc>
          <w:tcPr>
            <w:tcW w:w="2343" w:type="dxa"/>
          </w:tcPr>
          <w:p w:rsidR="00EF5DFC" w:rsidRPr="00534145" w:rsidRDefault="00EF5DFC" w:rsidP="00FC1985">
            <w:pPr>
              <w:spacing w:after="0" w:line="240" w:lineRule="auto"/>
              <w:rPr>
                <w:rFonts w:ascii="Verdana" w:hAnsi="Verdana"/>
                <w:sz w:val="20"/>
              </w:rPr>
            </w:pPr>
            <w:r w:rsidRPr="00534145">
              <w:rPr>
                <w:rFonts w:ascii="Verdana" w:hAnsi="Verdana"/>
                <w:sz w:val="20"/>
              </w:rPr>
              <w:t>Monitoraggio esiti</w:t>
            </w:r>
          </w:p>
        </w:tc>
      </w:tr>
      <w:tr w:rsidR="00EF5DFC" w:rsidRPr="00534145" w:rsidTr="00FC1985">
        <w:tc>
          <w:tcPr>
            <w:tcW w:w="1955" w:type="dxa"/>
          </w:tcPr>
          <w:p w:rsidR="00EF5DFC" w:rsidRPr="00534145" w:rsidRDefault="00EF5DFC" w:rsidP="00FC1985">
            <w:pPr>
              <w:spacing w:after="0" w:line="240" w:lineRule="auto"/>
              <w:rPr>
                <w:rFonts w:ascii="Verdana" w:hAnsi="Verdana"/>
                <w:sz w:val="20"/>
              </w:rPr>
            </w:pPr>
          </w:p>
        </w:tc>
        <w:tc>
          <w:tcPr>
            <w:tcW w:w="2016" w:type="dxa"/>
          </w:tcPr>
          <w:p w:rsidR="00EF5DFC" w:rsidRPr="00534145" w:rsidRDefault="00EF5DFC" w:rsidP="00FC1985">
            <w:pPr>
              <w:spacing w:after="0" w:line="240" w:lineRule="auto"/>
              <w:rPr>
                <w:rFonts w:ascii="Verdana" w:hAnsi="Verdana"/>
                <w:sz w:val="20"/>
              </w:rPr>
            </w:pPr>
            <w:r w:rsidRPr="00534145">
              <w:rPr>
                <w:rFonts w:ascii="Verdana" w:hAnsi="Verdana"/>
                <w:sz w:val="20"/>
              </w:rPr>
              <w:t>Somministrazione prove  (Sì/No)</w:t>
            </w:r>
          </w:p>
        </w:tc>
        <w:tc>
          <w:tcPr>
            <w:tcW w:w="2434" w:type="dxa"/>
          </w:tcPr>
          <w:p w:rsidR="00EF5DFC" w:rsidRPr="00534145" w:rsidRDefault="00EF5DFC" w:rsidP="00FC1985">
            <w:pPr>
              <w:spacing w:after="0" w:line="240" w:lineRule="auto"/>
              <w:rPr>
                <w:rFonts w:ascii="Verdana" w:hAnsi="Verdana"/>
                <w:sz w:val="20"/>
              </w:rPr>
            </w:pPr>
            <w:r w:rsidRPr="00534145">
              <w:rPr>
                <w:rFonts w:ascii="Verdana" w:hAnsi="Verdana"/>
                <w:sz w:val="20"/>
              </w:rPr>
              <w:t>N. p</w:t>
            </w:r>
            <w:r>
              <w:rPr>
                <w:rFonts w:ascii="Verdana" w:hAnsi="Verdana"/>
                <w:sz w:val="20"/>
              </w:rPr>
              <w:t>rove comuni somministrate (es.3 su 4</w:t>
            </w:r>
            <w:r w:rsidRPr="00534145">
              <w:rPr>
                <w:rFonts w:ascii="Verdana" w:hAnsi="Verdana"/>
                <w:sz w:val="20"/>
              </w:rPr>
              <w:t>)</w:t>
            </w:r>
          </w:p>
        </w:tc>
        <w:tc>
          <w:tcPr>
            <w:tcW w:w="2343" w:type="dxa"/>
          </w:tcPr>
          <w:p w:rsidR="00EF5DFC" w:rsidRPr="00534145" w:rsidRDefault="00EF5DFC" w:rsidP="00FC1985">
            <w:pPr>
              <w:spacing w:after="0" w:line="240" w:lineRule="auto"/>
              <w:rPr>
                <w:rFonts w:ascii="Verdana" w:hAnsi="Verdana"/>
                <w:sz w:val="20"/>
              </w:rPr>
            </w:pPr>
            <w:r w:rsidRPr="00534145">
              <w:rPr>
                <w:rFonts w:ascii="Verdana" w:hAnsi="Verdana"/>
                <w:sz w:val="20"/>
              </w:rPr>
              <w:t>Percentuale complessiva di positività</w:t>
            </w:r>
          </w:p>
        </w:tc>
      </w:tr>
      <w:tr w:rsidR="00EF5DFC" w:rsidRPr="00534145" w:rsidTr="00FC1985">
        <w:tc>
          <w:tcPr>
            <w:tcW w:w="1955" w:type="dxa"/>
          </w:tcPr>
          <w:p w:rsidR="00EF5DFC" w:rsidRPr="00534145" w:rsidRDefault="00EF5DFC" w:rsidP="00FC1985">
            <w:pPr>
              <w:spacing w:after="0" w:line="240" w:lineRule="auto"/>
              <w:rPr>
                <w:rFonts w:ascii="Verdana" w:hAnsi="Verdana"/>
                <w:sz w:val="20"/>
              </w:rPr>
            </w:pPr>
            <w:r w:rsidRPr="00534145">
              <w:rPr>
                <w:rFonts w:ascii="Verdana" w:hAnsi="Verdana"/>
                <w:sz w:val="20"/>
              </w:rPr>
              <w:t>1^ A</w:t>
            </w:r>
          </w:p>
        </w:tc>
        <w:tc>
          <w:tcPr>
            <w:tcW w:w="2016" w:type="dxa"/>
          </w:tcPr>
          <w:p w:rsidR="00EF5DFC" w:rsidRPr="00534145" w:rsidRDefault="00EF5DFC" w:rsidP="00FC1985">
            <w:pPr>
              <w:spacing w:after="0" w:line="240" w:lineRule="auto"/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2434" w:type="dxa"/>
          </w:tcPr>
          <w:p w:rsidR="00EF5DFC" w:rsidRPr="00534145" w:rsidRDefault="00EF5DFC" w:rsidP="00FC1985">
            <w:pPr>
              <w:spacing w:after="0" w:line="240" w:lineRule="auto"/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2343" w:type="dxa"/>
          </w:tcPr>
          <w:p w:rsidR="00EF5DFC" w:rsidRPr="00534145" w:rsidRDefault="00EF5DFC" w:rsidP="00FC1985">
            <w:pPr>
              <w:spacing w:after="0" w:line="240" w:lineRule="auto"/>
              <w:rPr>
                <w:rFonts w:ascii="Verdana" w:hAnsi="Verdana"/>
                <w:sz w:val="20"/>
              </w:rPr>
            </w:pPr>
          </w:p>
        </w:tc>
      </w:tr>
      <w:tr w:rsidR="00EF5DFC" w:rsidRPr="00534145" w:rsidTr="00FC1985">
        <w:tc>
          <w:tcPr>
            <w:tcW w:w="1955" w:type="dxa"/>
          </w:tcPr>
          <w:p w:rsidR="00EF5DFC" w:rsidRPr="00534145" w:rsidRDefault="00EF5DFC" w:rsidP="00FC1985">
            <w:pPr>
              <w:spacing w:after="0" w:line="240" w:lineRule="auto"/>
              <w:rPr>
                <w:rFonts w:ascii="Verdana" w:hAnsi="Verdana"/>
                <w:sz w:val="20"/>
              </w:rPr>
            </w:pPr>
            <w:r w:rsidRPr="00534145">
              <w:rPr>
                <w:rFonts w:ascii="Verdana" w:hAnsi="Verdana"/>
                <w:sz w:val="20"/>
              </w:rPr>
              <w:t>2^ A</w:t>
            </w:r>
          </w:p>
        </w:tc>
        <w:tc>
          <w:tcPr>
            <w:tcW w:w="2016" w:type="dxa"/>
          </w:tcPr>
          <w:p w:rsidR="00EF5DFC" w:rsidRPr="00534145" w:rsidRDefault="00EF5DFC" w:rsidP="00FC1985">
            <w:pPr>
              <w:spacing w:after="0" w:line="240" w:lineRule="auto"/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2434" w:type="dxa"/>
          </w:tcPr>
          <w:p w:rsidR="00EF5DFC" w:rsidRPr="00534145" w:rsidRDefault="00EF5DFC" w:rsidP="00FC1985">
            <w:pPr>
              <w:spacing w:after="0" w:line="240" w:lineRule="auto"/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2343" w:type="dxa"/>
          </w:tcPr>
          <w:p w:rsidR="00EF5DFC" w:rsidRPr="00534145" w:rsidRDefault="00EF5DFC" w:rsidP="00FC1985">
            <w:pPr>
              <w:spacing w:after="0" w:line="240" w:lineRule="auto"/>
              <w:rPr>
                <w:rFonts w:ascii="Verdana" w:hAnsi="Verdana"/>
                <w:sz w:val="20"/>
              </w:rPr>
            </w:pPr>
          </w:p>
        </w:tc>
      </w:tr>
      <w:tr w:rsidR="00EF5DFC" w:rsidRPr="00534145" w:rsidTr="00FC1985">
        <w:tc>
          <w:tcPr>
            <w:tcW w:w="1955" w:type="dxa"/>
          </w:tcPr>
          <w:p w:rsidR="00EF5DFC" w:rsidRPr="00534145" w:rsidRDefault="00EF5DFC" w:rsidP="00FC1985">
            <w:pPr>
              <w:spacing w:after="0" w:line="240" w:lineRule="auto"/>
              <w:rPr>
                <w:rFonts w:ascii="Verdana" w:hAnsi="Verdana"/>
                <w:sz w:val="20"/>
              </w:rPr>
            </w:pPr>
            <w:r w:rsidRPr="00534145">
              <w:rPr>
                <w:rFonts w:ascii="Verdana" w:hAnsi="Verdana"/>
                <w:sz w:val="20"/>
              </w:rPr>
              <w:t>3^ A</w:t>
            </w:r>
          </w:p>
        </w:tc>
        <w:tc>
          <w:tcPr>
            <w:tcW w:w="2016" w:type="dxa"/>
          </w:tcPr>
          <w:p w:rsidR="00EF5DFC" w:rsidRPr="00534145" w:rsidRDefault="00EF5DFC" w:rsidP="00FC1985">
            <w:pPr>
              <w:spacing w:after="0" w:line="240" w:lineRule="auto"/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2434" w:type="dxa"/>
          </w:tcPr>
          <w:p w:rsidR="00EF5DFC" w:rsidRPr="00534145" w:rsidRDefault="00EF5DFC" w:rsidP="00FC1985">
            <w:pPr>
              <w:spacing w:after="0" w:line="240" w:lineRule="auto"/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2343" w:type="dxa"/>
          </w:tcPr>
          <w:p w:rsidR="00EF5DFC" w:rsidRPr="00534145" w:rsidRDefault="00EF5DFC" w:rsidP="00FC1985">
            <w:pPr>
              <w:spacing w:after="0" w:line="240" w:lineRule="auto"/>
              <w:rPr>
                <w:rFonts w:ascii="Verdana" w:hAnsi="Verdana"/>
                <w:sz w:val="20"/>
              </w:rPr>
            </w:pPr>
          </w:p>
        </w:tc>
      </w:tr>
      <w:tr w:rsidR="00EF5DFC" w:rsidRPr="00534145" w:rsidTr="00FC1985">
        <w:tc>
          <w:tcPr>
            <w:tcW w:w="1955" w:type="dxa"/>
          </w:tcPr>
          <w:p w:rsidR="00EF5DFC" w:rsidRPr="00534145" w:rsidRDefault="00EF5DFC" w:rsidP="00FC1985">
            <w:pPr>
              <w:spacing w:after="0" w:line="240" w:lineRule="auto"/>
              <w:rPr>
                <w:rFonts w:ascii="Verdana" w:hAnsi="Verdana"/>
                <w:sz w:val="20"/>
              </w:rPr>
            </w:pPr>
            <w:r w:rsidRPr="00534145">
              <w:rPr>
                <w:rFonts w:ascii="Verdana" w:hAnsi="Verdana"/>
                <w:sz w:val="20"/>
              </w:rPr>
              <w:t>4^ A</w:t>
            </w:r>
          </w:p>
        </w:tc>
        <w:tc>
          <w:tcPr>
            <w:tcW w:w="2016" w:type="dxa"/>
          </w:tcPr>
          <w:p w:rsidR="00EF5DFC" w:rsidRPr="00534145" w:rsidRDefault="00EF5DFC" w:rsidP="00FC1985">
            <w:pPr>
              <w:spacing w:after="0" w:line="240" w:lineRule="auto"/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2434" w:type="dxa"/>
          </w:tcPr>
          <w:p w:rsidR="00EF5DFC" w:rsidRPr="00534145" w:rsidRDefault="00EF5DFC" w:rsidP="00FC1985">
            <w:pPr>
              <w:spacing w:after="0" w:line="240" w:lineRule="auto"/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2343" w:type="dxa"/>
          </w:tcPr>
          <w:p w:rsidR="00EF5DFC" w:rsidRPr="00534145" w:rsidRDefault="00EF5DFC" w:rsidP="00FC1985">
            <w:pPr>
              <w:spacing w:after="0" w:line="240" w:lineRule="auto"/>
              <w:rPr>
                <w:rFonts w:ascii="Verdana" w:hAnsi="Verdana"/>
                <w:sz w:val="20"/>
              </w:rPr>
            </w:pPr>
          </w:p>
        </w:tc>
      </w:tr>
      <w:tr w:rsidR="00EF5DFC" w:rsidRPr="00534145" w:rsidTr="00FC1985">
        <w:tc>
          <w:tcPr>
            <w:tcW w:w="1955" w:type="dxa"/>
          </w:tcPr>
          <w:p w:rsidR="00EF5DFC" w:rsidRPr="00534145" w:rsidRDefault="00EF5DFC" w:rsidP="00FC1985">
            <w:pPr>
              <w:spacing w:after="0" w:line="240" w:lineRule="auto"/>
              <w:rPr>
                <w:rFonts w:ascii="Verdana" w:hAnsi="Verdana"/>
                <w:sz w:val="20"/>
              </w:rPr>
            </w:pPr>
            <w:r w:rsidRPr="00534145">
              <w:rPr>
                <w:rFonts w:ascii="Verdana" w:hAnsi="Verdana"/>
                <w:sz w:val="20"/>
              </w:rPr>
              <w:t>5^A</w:t>
            </w:r>
          </w:p>
        </w:tc>
        <w:tc>
          <w:tcPr>
            <w:tcW w:w="2016" w:type="dxa"/>
          </w:tcPr>
          <w:p w:rsidR="00EF5DFC" w:rsidRPr="00534145" w:rsidRDefault="00EF5DFC" w:rsidP="00FC1985">
            <w:pPr>
              <w:spacing w:after="0" w:line="240" w:lineRule="auto"/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2434" w:type="dxa"/>
          </w:tcPr>
          <w:p w:rsidR="00EF5DFC" w:rsidRPr="00534145" w:rsidRDefault="00EF5DFC" w:rsidP="00FC1985">
            <w:pPr>
              <w:spacing w:after="0" w:line="240" w:lineRule="auto"/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2343" w:type="dxa"/>
          </w:tcPr>
          <w:p w:rsidR="00EF5DFC" w:rsidRPr="00534145" w:rsidRDefault="00EF5DFC" w:rsidP="00FC1985">
            <w:pPr>
              <w:spacing w:after="0" w:line="240" w:lineRule="auto"/>
              <w:rPr>
                <w:rFonts w:ascii="Verdana" w:hAnsi="Verdana"/>
                <w:sz w:val="20"/>
              </w:rPr>
            </w:pPr>
          </w:p>
        </w:tc>
      </w:tr>
    </w:tbl>
    <w:p w:rsidR="00EF5DFC" w:rsidRPr="00534145" w:rsidRDefault="00EF5DFC">
      <w:pPr>
        <w:rPr>
          <w:rFonts w:ascii="Verdana" w:hAnsi="Verdana"/>
          <w:sz w:val="20"/>
        </w:rPr>
      </w:pPr>
    </w:p>
    <w:p w:rsidR="00EF5DFC" w:rsidRPr="00534145" w:rsidRDefault="00EF5DFC" w:rsidP="00A35D62">
      <w:pPr>
        <w:spacing w:after="0"/>
        <w:rPr>
          <w:rFonts w:ascii="Verdana" w:hAnsi="Verdana"/>
          <w:b/>
          <w:sz w:val="20"/>
        </w:rPr>
      </w:pPr>
    </w:p>
    <w:p w:rsidR="00EF5DFC" w:rsidRPr="00534145" w:rsidRDefault="00EF5DFC" w:rsidP="00A35D62">
      <w:pPr>
        <w:spacing w:after="0"/>
        <w:rPr>
          <w:rFonts w:ascii="Verdana" w:hAnsi="Verdana"/>
          <w:b/>
          <w:sz w:val="20"/>
        </w:rPr>
      </w:pPr>
      <w:r w:rsidRPr="00534145">
        <w:rPr>
          <w:rFonts w:ascii="Verdana" w:hAnsi="Verdana"/>
          <w:b/>
          <w:sz w:val="20"/>
        </w:rPr>
        <w:t>Scuola primaria di  CERESE</w:t>
      </w:r>
    </w:p>
    <w:p w:rsidR="00EF5DFC" w:rsidRPr="00534145" w:rsidRDefault="00EF5DFC" w:rsidP="00A35D62">
      <w:pPr>
        <w:spacing w:after="0"/>
        <w:rPr>
          <w:rFonts w:ascii="Verdana" w:hAnsi="Verdana"/>
          <w:b/>
          <w:sz w:val="20"/>
        </w:rPr>
      </w:pPr>
      <w:r w:rsidRPr="00534145">
        <w:rPr>
          <w:rFonts w:ascii="Verdana" w:hAnsi="Verdana"/>
          <w:b/>
          <w:sz w:val="20"/>
        </w:rPr>
        <w:t xml:space="preserve">Scheda Monitoraggio prove comuni 1° quadrimestre  </w:t>
      </w:r>
    </w:p>
    <w:p w:rsidR="00EF5DFC" w:rsidRPr="00534145" w:rsidRDefault="00EF5DFC" w:rsidP="00A35D62">
      <w:pPr>
        <w:spacing w:after="0"/>
        <w:rPr>
          <w:rFonts w:ascii="Verdana" w:hAnsi="Verdana"/>
          <w:b/>
          <w:sz w:val="20"/>
        </w:rPr>
      </w:pPr>
      <w:r w:rsidRPr="00534145">
        <w:rPr>
          <w:rFonts w:ascii="Verdana" w:hAnsi="Verdana"/>
          <w:b/>
          <w:sz w:val="20"/>
        </w:rPr>
        <w:t>Data rilevazione ............................................</w:t>
      </w:r>
    </w:p>
    <w:p w:rsidR="00EF5DFC" w:rsidRPr="00534145" w:rsidRDefault="00EF5DFC" w:rsidP="00A35D62">
      <w:pPr>
        <w:spacing w:after="0"/>
        <w:rPr>
          <w:rFonts w:ascii="Verdana" w:hAnsi="Verdana"/>
          <w:sz w:val="20"/>
        </w:rPr>
      </w:pPr>
      <w:r w:rsidRPr="00534145">
        <w:rPr>
          <w:rFonts w:ascii="Verdana" w:hAnsi="Verdana"/>
          <w:sz w:val="20"/>
        </w:rPr>
        <w:t>ITALIANO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955"/>
        <w:gridCol w:w="2016"/>
        <w:gridCol w:w="2434"/>
        <w:gridCol w:w="2268"/>
      </w:tblGrid>
      <w:tr w:rsidR="00EF5DFC" w:rsidRPr="00534145" w:rsidTr="00447012">
        <w:tc>
          <w:tcPr>
            <w:tcW w:w="1955" w:type="dxa"/>
          </w:tcPr>
          <w:p w:rsidR="00EF5DFC" w:rsidRPr="00534145" w:rsidRDefault="00EF5DFC" w:rsidP="00D913BC">
            <w:pPr>
              <w:spacing w:after="0" w:line="240" w:lineRule="auto"/>
              <w:rPr>
                <w:rFonts w:ascii="Verdana" w:hAnsi="Verdana"/>
                <w:sz w:val="20"/>
              </w:rPr>
            </w:pPr>
          </w:p>
        </w:tc>
        <w:tc>
          <w:tcPr>
            <w:tcW w:w="4450" w:type="dxa"/>
            <w:gridSpan w:val="2"/>
          </w:tcPr>
          <w:p w:rsidR="00EF5DFC" w:rsidRPr="00534145" w:rsidRDefault="00EF5DFC" w:rsidP="00D913BC">
            <w:pPr>
              <w:spacing w:after="0" w:line="240" w:lineRule="auto"/>
              <w:rPr>
                <w:rFonts w:ascii="Verdana" w:hAnsi="Verdana"/>
                <w:sz w:val="20"/>
              </w:rPr>
            </w:pPr>
            <w:r w:rsidRPr="00534145">
              <w:rPr>
                <w:rFonts w:ascii="Verdana" w:hAnsi="Verdana"/>
                <w:sz w:val="20"/>
              </w:rPr>
              <w:t>Monitoraggio processo</w:t>
            </w:r>
          </w:p>
        </w:tc>
        <w:tc>
          <w:tcPr>
            <w:tcW w:w="2268" w:type="dxa"/>
          </w:tcPr>
          <w:p w:rsidR="00EF5DFC" w:rsidRPr="00534145" w:rsidRDefault="00EF5DFC" w:rsidP="00D913BC">
            <w:pPr>
              <w:spacing w:after="0" w:line="240" w:lineRule="auto"/>
              <w:rPr>
                <w:rFonts w:ascii="Verdana" w:hAnsi="Verdana"/>
                <w:sz w:val="20"/>
              </w:rPr>
            </w:pPr>
            <w:r w:rsidRPr="00534145">
              <w:rPr>
                <w:rFonts w:ascii="Verdana" w:hAnsi="Verdana"/>
                <w:sz w:val="20"/>
              </w:rPr>
              <w:t>Monitoraggio esiti</w:t>
            </w:r>
          </w:p>
        </w:tc>
      </w:tr>
      <w:tr w:rsidR="00EF5DFC" w:rsidRPr="00534145" w:rsidTr="00447012">
        <w:tc>
          <w:tcPr>
            <w:tcW w:w="1955" w:type="dxa"/>
          </w:tcPr>
          <w:p w:rsidR="00EF5DFC" w:rsidRPr="00534145" w:rsidRDefault="00EF5DFC" w:rsidP="00D913BC">
            <w:pPr>
              <w:spacing w:after="0" w:line="240" w:lineRule="auto"/>
              <w:rPr>
                <w:rFonts w:ascii="Verdana" w:hAnsi="Verdana"/>
                <w:sz w:val="20"/>
              </w:rPr>
            </w:pPr>
          </w:p>
        </w:tc>
        <w:tc>
          <w:tcPr>
            <w:tcW w:w="2016" w:type="dxa"/>
          </w:tcPr>
          <w:p w:rsidR="00EF5DFC" w:rsidRPr="00534145" w:rsidRDefault="00EF5DFC" w:rsidP="00D913BC">
            <w:pPr>
              <w:spacing w:after="0" w:line="240" w:lineRule="auto"/>
              <w:rPr>
                <w:rFonts w:ascii="Verdana" w:hAnsi="Verdana"/>
                <w:sz w:val="20"/>
              </w:rPr>
            </w:pPr>
            <w:r w:rsidRPr="00534145">
              <w:rPr>
                <w:rFonts w:ascii="Verdana" w:hAnsi="Verdana"/>
                <w:sz w:val="20"/>
              </w:rPr>
              <w:t>Somministrazione prove  (Sì/No)</w:t>
            </w:r>
          </w:p>
        </w:tc>
        <w:tc>
          <w:tcPr>
            <w:tcW w:w="2434" w:type="dxa"/>
          </w:tcPr>
          <w:p w:rsidR="00EF5DFC" w:rsidRPr="00534145" w:rsidRDefault="00EF5DFC" w:rsidP="00D913BC">
            <w:pPr>
              <w:spacing w:after="0" w:line="240" w:lineRule="auto"/>
              <w:rPr>
                <w:rFonts w:ascii="Verdana" w:hAnsi="Verdana"/>
                <w:sz w:val="20"/>
              </w:rPr>
            </w:pPr>
            <w:r w:rsidRPr="00534145">
              <w:rPr>
                <w:rFonts w:ascii="Verdana" w:hAnsi="Verdana"/>
                <w:sz w:val="20"/>
              </w:rPr>
              <w:t>N. prove comuni somministrate alla data della rilevazione (es. 3 su 4...)</w:t>
            </w:r>
          </w:p>
        </w:tc>
        <w:tc>
          <w:tcPr>
            <w:tcW w:w="2268" w:type="dxa"/>
          </w:tcPr>
          <w:p w:rsidR="00EF5DFC" w:rsidRPr="00534145" w:rsidRDefault="00EF5DFC" w:rsidP="00D913BC">
            <w:pPr>
              <w:spacing w:after="0" w:line="240" w:lineRule="auto"/>
              <w:rPr>
                <w:rFonts w:ascii="Verdana" w:hAnsi="Verdana"/>
                <w:sz w:val="20"/>
              </w:rPr>
            </w:pPr>
            <w:r w:rsidRPr="00534145">
              <w:rPr>
                <w:rFonts w:ascii="Verdana" w:hAnsi="Verdana"/>
                <w:sz w:val="20"/>
              </w:rPr>
              <w:t>Percentuale complessiva di positività</w:t>
            </w:r>
          </w:p>
        </w:tc>
      </w:tr>
      <w:tr w:rsidR="00EF5DFC" w:rsidRPr="00534145" w:rsidTr="00447012">
        <w:tc>
          <w:tcPr>
            <w:tcW w:w="1955" w:type="dxa"/>
          </w:tcPr>
          <w:p w:rsidR="00EF5DFC" w:rsidRPr="00534145" w:rsidRDefault="00EF5DFC" w:rsidP="00D913BC">
            <w:pPr>
              <w:spacing w:after="0" w:line="240" w:lineRule="auto"/>
              <w:rPr>
                <w:rFonts w:ascii="Verdana" w:hAnsi="Verdana"/>
                <w:sz w:val="20"/>
              </w:rPr>
            </w:pPr>
            <w:r w:rsidRPr="00534145">
              <w:rPr>
                <w:rFonts w:ascii="Verdana" w:hAnsi="Verdana"/>
                <w:sz w:val="20"/>
              </w:rPr>
              <w:t>1^ A</w:t>
            </w:r>
          </w:p>
        </w:tc>
        <w:tc>
          <w:tcPr>
            <w:tcW w:w="2016" w:type="dxa"/>
          </w:tcPr>
          <w:p w:rsidR="00EF5DFC" w:rsidRPr="00534145" w:rsidRDefault="00EF5DFC" w:rsidP="003A073C">
            <w:pPr>
              <w:spacing w:after="0" w:line="240" w:lineRule="auto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SI</w:t>
            </w:r>
          </w:p>
        </w:tc>
        <w:tc>
          <w:tcPr>
            <w:tcW w:w="2434" w:type="dxa"/>
          </w:tcPr>
          <w:p w:rsidR="00EF5DFC" w:rsidRPr="00534145" w:rsidRDefault="00EF5DFC" w:rsidP="00D913BC">
            <w:pPr>
              <w:spacing w:after="0" w:line="240" w:lineRule="auto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3/3</w:t>
            </w:r>
          </w:p>
        </w:tc>
        <w:tc>
          <w:tcPr>
            <w:tcW w:w="2268" w:type="dxa"/>
          </w:tcPr>
          <w:p w:rsidR="00EF5DFC" w:rsidRPr="00534145" w:rsidRDefault="00EF5DFC" w:rsidP="00D913BC">
            <w:pPr>
              <w:spacing w:after="0" w:line="240" w:lineRule="auto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98%</w:t>
            </w:r>
          </w:p>
        </w:tc>
      </w:tr>
      <w:tr w:rsidR="00EF5DFC" w:rsidRPr="00534145" w:rsidTr="00447012">
        <w:tc>
          <w:tcPr>
            <w:tcW w:w="1955" w:type="dxa"/>
          </w:tcPr>
          <w:p w:rsidR="00EF5DFC" w:rsidRPr="00534145" w:rsidRDefault="00EF5DFC" w:rsidP="00D913BC">
            <w:pPr>
              <w:spacing w:after="0" w:line="240" w:lineRule="auto"/>
              <w:rPr>
                <w:rFonts w:ascii="Verdana" w:hAnsi="Verdana"/>
                <w:sz w:val="20"/>
              </w:rPr>
            </w:pPr>
            <w:r w:rsidRPr="00534145">
              <w:rPr>
                <w:rFonts w:ascii="Verdana" w:hAnsi="Verdana"/>
                <w:sz w:val="20"/>
              </w:rPr>
              <w:t>1^ B</w:t>
            </w:r>
          </w:p>
        </w:tc>
        <w:tc>
          <w:tcPr>
            <w:tcW w:w="2016" w:type="dxa"/>
          </w:tcPr>
          <w:p w:rsidR="00EF5DFC" w:rsidRPr="00534145" w:rsidRDefault="00EF5DFC" w:rsidP="00D913BC">
            <w:pPr>
              <w:spacing w:after="0" w:line="240" w:lineRule="auto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SI</w:t>
            </w:r>
          </w:p>
        </w:tc>
        <w:tc>
          <w:tcPr>
            <w:tcW w:w="2434" w:type="dxa"/>
          </w:tcPr>
          <w:p w:rsidR="00EF5DFC" w:rsidRPr="00534145" w:rsidRDefault="00EF5DFC" w:rsidP="003A073C">
            <w:pPr>
              <w:spacing w:after="0" w:line="240" w:lineRule="auto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3/3</w:t>
            </w:r>
          </w:p>
        </w:tc>
        <w:tc>
          <w:tcPr>
            <w:tcW w:w="2268" w:type="dxa"/>
          </w:tcPr>
          <w:p w:rsidR="00EF5DFC" w:rsidRPr="00534145" w:rsidRDefault="00EF5DFC" w:rsidP="00D913BC">
            <w:pPr>
              <w:spacing w:after="0" w:line="240" w:lineRule="auto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98%</w:t>
            </w:r>
          </w:p>
        </w:tc>
      </w:tr>
      <w:tr w:rsidR="00EF5DFC" w:rsidRPr="00534145" w:rsidTr="00447012">
        <w:tc>
          <w:tcPr>
            <w:tcW w:w="1955" w:type="dxa"/>
          </w:tcPr>
          <w:p w:rsidR="00EF5DFC" w:rsidRPr="00534145" w:rsidRDefault="00EF5DFC" w:rsidP="00D913BC">
            <w:pPr>
              <w:spacing w:after="0" w:line="240" w:lineRule="auto"/>
              <w:rPr>
                <w:rFonts w:ascii="Verdana" w:hAnsi="Verdana"/>
                <w:sz w:val="20"/>
              </w:rPr>
            </w:pPr>
            <w:r w:rsidRPr="00534145">
              <w:rPr>
                <w:rFonts w:ascii="Verdana" w:hAnsi="Verdana"/>
                <w:sz w:val="20"/>
              </w:rPr>
              <w:t>1^ C</w:t>
            </w:r>
          </w:p>
        </w:tc>
        <w:tc>
          <w:tcPr>
            <w:tcW w:w="2016" w:type="dxa"/>
          </w:tcPr>
          <w:p w:rsidR="00EF5DFC" w:rsidRPr="00534145" w:rsidRDefault="00EF5DFC" w:rsidP="00D913BC">
            <w:pPr>
              <w:spacing w:after="0" w:line="240" w:lineRule="auto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SI</w:t>
            </w:r>
          </w:p>
        </w:tc>
        <w:tc>
          <w:tcPr>
            <w:tcW w:w="2434" w:type="dxa"/>
          </w:tcPr>
          <w:p w:rsidR="00EF5DFC" w:rsidRPr="00534145" w:rsidRDefault="00EF5DFC" w:rsidP="003A073C">
            <w:pPr>
              <w:spacing w:after="0" w:line="240" w:lineRule="auto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3/3</w:t>
            </w:r>
          </w:p>
        </w:tc>
        <w:tc>
          <w:tcPr>
            <w:tcW w:w="2268" w:type="dxa"/>
          </w:tcPr>
          <w:p w:rsidR="00EF5DFC" w:rsidRPr="00534145" w:rsidRDefault="00EF5DFC" w:rsidP="00D913BC">
            <w:pPr>
              <w:spacing w:after="0" w:line="240" w:lineRule="auto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91%</w:t>
            </w:r>
          </w:p>
        </w:tc>
      </w:tr>
      <w:tr w:rsidR="00EF5DFC" w:rsidRPr="00534145" w:rsidTr="00447012">
        <w:tc>
          <w:tcPr>
            <w:tcW w:w="1955" w:type="dxa"/>
          </w:tcPr>
          <w:p w:rsidR="00EF5DFC" w:rsidRPr="00534145" w:rsidRDefault="00EF5DFC" w:rsidP="00D913BC">
            <w:pPr>
              <w:spacing w:after="0" w:line="240" w:lineRule="auto"/>
              <w:rPr>
                <w:rFonts w:ascii="Verdana" w:hAnsi="Verdana"/>
                <w:sz w:val="20"/>
              </w:rPr>
            </w:pPr>
            <w:r w:rsidRPr="00534145">
              <w:rPr>
                <w:rFonts w:ascii="Verdana" w:hAnsi="Verdana"/>
                <w:sz w:val="20"/>
              </w:rPr>
              <w:t>1^ D</w:t>
            </w:r>
          </w:p>
        </w:tc>
        <w:tc>
          <w:tcPr>
            <w:tcW w:w="2016" w:type="dxa"/>
          </w:tcPr>
          <w:p w:rsidR="00EF5DFC" w:rsidRPr="00534145" w:rsidRDefault="00EF5DFC" w:rsidP="00D913BC">
            <w:pPr>
              <w:spacing w:after="0" w:line="240" w:lineRule="auto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SI</w:t>
            </w:r>
          </w:p>
        </w:tc>
        <w:tc>
          <w:tcPr>
            <w:tcW w:w="2434" w:type="dxa"/>
          </w:tcPr>
          <w:p w:rsidR="00EF5DFC" w:rsidRPr="00534145" w:rsidRDefault="00EF5DFC" w:rsidP="003A073C">
            <w:pPr>
              <w:spacing w:after="0" w:line="240" w:lineRule="auto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3/3</w:t>
            </w:r>
          </w:p>
        </w:tc>
        <w:tc>
          <w:tcPr>
            <w:tcW w:w="2268" w:type="dxa"/>
          </w:tcPr>
          <w:p w:rsidR="00EF5DFC" w:rsidRPr="00534145" w:rsidRDefault="00EF5DFC" w:rsidP="00D913BC">
            <w:pPr>
              <w:spacing w:after="0" w:line="240" w:lineRule="auto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91%</w:t>
            </w:r>
          </w:p>
        </w:tc>
      </w:tr>
      <w:tr w:rsidR="00EF5DFC" w:rsidRPr="00534145" w:rsidTr="00447012">
        <w:tc>
          <w:tcPr>
            <w:tcW w:w="1955" w:type="dxa"/>
          </w:tcPr>
          <w:p w:rsidR="00EF5DFC" w:rsidRPr="00534145" w:rsidRDefault="00EF5DFC" w:rsidP="00D913BC">
            <w:pPr>
              <w:spacing w:after="0" w:line="240" w:lineRule="auto"/>
              <w:rPr>
                <w:rFonts w:ascii="Verdana" w:hAnsi="Verdana"/>
                <w:sz w:val="20"/>
              </w:rPr>
            </w:pPr>
            <w:r w:rsidRPr="00534145">
              <w:rPr>
                <w:rFonts w:ascii="Verdana" w:hAnsi="Verdana"/>
                <w:sz w:val="20"/>
              </w:rPr>
              <w:t>2^ A</w:t>
            </w:r>
          </w:p>
        </w:tc>
        <w:tc>
          <w:tcPr>
            <w:tcW w:w="2016" w:type="dxa"/>
          </w:tcPr>
          <w:p w:rsidR="00EF5DFC" w:rsidRPr="00534145" w:rsidRDefault="00EF5DFC" w:rsidP="00D913BC">
            <w:pPr>
              <w:spacing w:after="0" w:line="240" w:lineRule="auto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SI</w:t>
            </w:r>
          </w:p>
        </w:tc>
        <w:tc>
          <w:tcPr>
            <w:tcW w:w="2434" w:type="dxa"/>
          </w:tcPr>
          <w:p w:rsidR="00EF5DFC" w:rsidRPr="00534145" w:rsidRDefault="00EF5DFC" w:rsidP="00D913BC">
            <w:pPr>
              <w:spacing w:after="0" w:line="240" w:lineRule="auto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5/5</w:t>
            </w:r>
          </w:p>
        </w:tc>
        <w:tc>
          <w:tcPr>
            <w:tcW w:w="2268" w:type="dxa"/>
          </w:tcPr>
          <w:p w:rsidR="00EF5DFC" w:rsidRPr="00534145" w:rsidRDefault="00EF5DFC" w:rsidP="00D913BC">
            <w:pPr>
              <w:spacing w:after="0" w:line="240" w:lineRule="auto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100%</w:t>
            </w:r>
          </w:p>
        </w:tc>
      </w:tr>
      <w:tr w:rsidR="00EF5DFC" w:rsidRPr="00534145" w:rsidTr="00447012">
        <w:tc>
          <w:tcPr>
            <w:tcW w:w="1955" w:type="dxa"/>
          </w:tcPr>
          <w:p w:rsidR="00EF5DFC" w:rsidRPr="00534145" w:rsidRDefault="00EF5DFC" w:rsidP="00D913BC">
            <w:pPr>
              <w:spacing w:after="0" w:line="240" w:lineRule="auto"/>
              <w:rPr>
                <w:rFonts w:ascii="Verdana" w:hAnsi="Verdana"/>
                <w:sz w:val="20"/>
              </w:rPr>
            </w:pPr>
            <w:r w:rsidRPr="00534145">
              <w:rPr>
                <w:rFonts w:ascii="Verdana" w:hAnsi="Verdana"/>
                <w:sz w:val="20"/>
              </w:rPr>
              <w:t>2^ B</w:t>
            </w:r>
          </w:p>
        </w:tc>
        <w:tc>
          <w:tcPr>
            <w:tcW w:w="2016" w:type="dxa"/>
          </w:tcPr>
          <w:p w:rsidR="00EF5DFC" w:rsidRPr="00534145" w:rsidRDefault="00EF5DFC" w:rsidP="00D913BC">
            <w:pPr>
              <w:spacing w:after="0" w:line="240" w:lineRule="auto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SI</w:t>
            </w:r>
          </w:p>
        </w:tc>
        <w:tc>
          <w:tcPr>
            <w:tcW w:w="2434" w:type="dxa"/>
          </w:tcPr>
          <w:p w:rsidR="00EF5DFC" w:rsidRPr="00534145" w:rsidRDefault="00EF5DFC" w:rsidP="00D913BC">
            <w:pPr>
              <w:spacing w:after="0" w:line="240" w:lineRule="auto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5/5</w:t>
            </w:r>
          </w:p>
        </w:tc>
        <w:tc>
          <w:tcPr>
            <w:tcW w:w="2268" w:type="dxa"/>
          </w:tcPr>
          <w:p w:rsidR="00EF5DFC" w:rsidRPr="00534145" w:rsidRDefault="00EF5DFC" w:rsidP="00D913BC">
            <w:pPr>
              <w:spacing w:after="0" w:line="240" w:lineRule="auto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100%</w:t>
            </w:r>
          </w:p>
        </w:tc>
      </w:tr>
      <w:tr w:rsidR="00EF5DFC" w:rsidRPr="00534145" w:rsidTr="00447012">
        <w:tc>
          <w:tcPr>
            <w:tcW w:w="1955" w:type="dxa"/>
          </w:tcPr>
          <w:p w:rsidR="00EF5DFC" w:rsidRPr="00534145" w:rsidRDefault="00EF5DFC" w:rsidP="00D913BC">
            <w:pPr>
              <w:spacing w:after="0" w:line="240" w:lineRule="auto"/>
              <w:rPr>
                <w:rFonts w:ascii="Verdana" w:hAnsi="Verdana"/>
                <w:sz w:val="20"/>
              </w:rPr>
            </w:pPr>
            <w:r w:rsidRPr="00534145">
              <w:rPr>
                <w:rFonts w:ascii="Verdana" w:hAnsi="Verdana"/>
                <w:sz w:val="20"/>
              </w:rPr>
              <w:t>2^ C</w:t>
            </w:r>
          </w:p>
        </w:tc>
        <w:tc>
          <w:tcPr>
            <w:tcW w:w="2016" w:type="dxa"/>
          </w:tcPr>
          <w:p w:rsidR="00EF5DFC" w:rsidRPr="00534145" w:rsidRDefault="00EF5DFC" w:rsidP="00D913BC">
            <w:pPr>
              <w:spacing w:after="0" w:line="240" w:lineRule="auto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SI</w:t>
            </w:r>
          </w:p>
        </w:tc>
        <w:tc>
          <w:tcPr>
            <w:tcW w:w="2434" w:type="dxa"/>
          </w:tcPr>
          <w:p w:rsidR="00EF5DFC" w:rsidRPr="00534145" w:rsidRDefault="00EF5DFC" w:rsidP="00D913BC">
            <w:pPr>
              <w:spacing w:after="0" w:line="240" w:lineRule="auto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5/5</w:t>
            </w:r>
          </w:p>
        </w:tc>
        <w:tc>
          <w:tcPr>
            <w:tcW w:w="2268" w:type="dxa"/>
          </w:tcPr>
          <w:p w:rsidR="00EF5DFC" w:rsidRPr="00534145" w:rsidRDefault="00EF5DFC" w:rsidP="00D913BC">
            <w:pPr>
              <w:spacing w:after="0" w:line="240" w:lineRule="auto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95%</w:t>
            </w:r>
          </w:p>
        </w:tc>
      </w:tr>
      <w:tr w:rsidR="00EF5DFC" w:rsidRPr="00534145" w:rsidTr="00447012">
        <w:tc>
          <w:tcPr>
            <w:tcW w:w="1955" w:type="dxa"/>
          </w:tcPr>
          <w:p w:rsidR="00EF5DFC" w:rsidRPr="00534145" w:rsidRDefault="00EF5DFC" w:rsidP="00D913BC">
            <w:pPr>
              <w:spacing w:after="0" w:line="240" w:lineRule="auto"/>
              <w:rPr>
                <w:rFonts w:ascii="Verdana" w:hAnsi="Verdana"/>
                <w:sz w:val="20"/>
              </w:rPr>
            </w:pPr>
            <w:r w:rsidRPr="00534145">
              <w:rPr>
                <w:rFonts w:ascii="Verdana" w:hAnsi="Verdana"/>
                <w:sz w:val="20"/>
              </w:rPr>
              <w:t>2^ D</w:t>
            </w:r>
          </w:p>
        </w:tc>
        <w:tc>
          <w:tcPr>
            <w:tcW w:w="2016" w:type="dxa"/>
          </w:tcPr>
          <w:p w:rsidR="00EF5DFC" w:rsidRPr="00534145" w:rsidRDefault="00EF5DFC" w:rsidP="00D913BC">
            <w:pPr>
              <w:spacing w:after="0" w:line="240" w:lineRule="auto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SI</w:t>
            </w:r>
          </w:p>
        </w:tc>
        <w:tc>
          <w:tcPr>
            <w:tcW w:w="2434" w:type="dxa"/>
          </w:tcPr>
          <w:p w:rsidR="00EF5DFC" w:rsidRPr="00534145" w:rsidRDefault="00EF5DFC" w:rsidP="00D913BC">
            <w:pPr>
              <w:spacing w:after="0" w:line="240" w:lineRule="auto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5/5</w:t>
            </w:r>
          </w:p>
        </w:tc>
        <w:tc>
          <w:tcPr>
            <w:tcW w:w="2268" w:type="dxa"/>
          </w:tcPr>
          <w:p w:rsidR="00EF5DFC" w:rsidRPr="00534145" w:rsidRDefault="00EF5DFC" w:rsidP="00D913BC">
            <w:pPr>
              <w:spacing w:after="0" w:line="240" w:lineRule="auto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100%</w:t>
            </w:r>
          </w:p>
        </w:tc>
      </w:tr>
      <w:tr w:rsidR="00EF5DFC" w:rsidRPr="00534145" w:rsidTr="00447012">
        <w:tc>
          <w:tcPr>
            <w:tcW w:w="1955" w:type="dxa"/>
          </w:tcPr>
          <w:p w:rsidR="00EF5DFC" w:rsidRPr="00534145" w:rsidRDefault="00EF5DFC" w:rsidP="00D913BC">
            <w:pPr>
              <w:spacing w:after="0" w:line="240" w:lineRule="auto"/>
              <w:rPr>
                <w:rFonts w:ascii="Verdana" w:hAnsi="Verdana"/>
                <w:sz w:val="20"/>
              </w:rPr>
            </w:pPr>
            <w:r w:rsidRPr="00534145">
              <w:rPr>
                <w:rFonts w:ascii="Verdana" w:hAnsi="Verdana"/>
                <w:sz w:val="20"/>
              </w:rPr>
              <w:t>2^ E</w:t>
            </w:r>
          </w:p>
        </w:tc>
        <w:tc>
          <w:tcPr>
            <w:tcW w:w="2016" w:type="dxa"/>
          </w:tcPr>
          <w:p w:rsidR="00EF5DFC" w:rsidRPr="00534145" w:rsidRDefault="00EF5DFC" w:rsidP="00D913BC">
            <w:pPr>
              <w:spacing w:after="0" w:line="240" w:lineRule="auto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SI</w:t>
            </w:r>
          </w:p>
        </w:tc>
        <w:tc>
          <w:tcPr>
            <w:tcW w:w="2434" w:type="dxa"/>
          </w:tcPr>
          <w:p w:rsidR="00EF5DFC" w:rsidRPr="00534145" w:rsidRDefault="00EF5DFC" w:rsidP="00D913BC">
            <w:pPr>
              <w:spacing w:after="0" w:line="240" w:lineRule="auto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5/5</w:t>
            </w:r>
          </w:p>
        </w:tc>
        <w:tc>
          <w:tcPr>
            <w:tcW w:w="2268" w:type="dxa"/>
          </w:tcPr>
          <w:p w:rsidR="00EF5DFC" w:rsidRPr="00534145" w:rsidRDefault="00EF5DFC" w:rsidP="00D913BC">
            <w:pPr>
              <w:spacing w:after="0" w:line="240" w:lineRule="auto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90%</w:t>
            </w:r>
          </w:p>
        </w:tc>
      </w:tr>
      <w:tr w:rsidR="00EF5DFC" w:rsidRPr="00534145" w:rsidTr="00447012">
        <w:tc>
          <w:tcPr>
            <w:tcW w:w="1955" w:type="dxa"/>
          </w:tcPr>
          <w:p w:rsidR="00EF5DFC" w:rsidRPr="00534145" w:rsidRDefault="00EF5DFC" w:rsidP="00D913BC">
            <w:pPr>
              <w:spacing w:after="0" w:line="240" w:lineRule="auto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2^ F</w:t>
            </w:r>
          </w:p>
        </w:tc>
        <w:tc>
          <w:tcPr>
            <w:tcW w:w="2016" w:type="dxa"/>
          </w:tcPr>
          <w:p w:rsidR="00EF5DFC" w:rsidRPr="00534145" w:rsidRDefault="00EF5DFC" w:rsidP="00D913BC">
            <w:pPr>
              <w:spacing w:after="0" w:line="240" w:lineRule="auto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SI</w:t>
            </w:r>
          </w:p>
        </w:tc>
        <w:tc>
          <w:tcPr>
            <w:tcW w:w="2434" w:type="dxa"/>
          </w:tcPr>
          <w:p w:rsidR="00EF5DFC" w:rsidRPr="00534145" w:rsidRDefault="00EF5DFC" w:rsidP="00D913BC">
            <w:pPr>
              <w:spacing w:after="0" w:line="240" w:lineRule="auto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5/5</w:t>
            </w:r>
          </w:p>
        </w:tc>
        <w:tc>
          <w:tcPr>
            <w:tcW w:w="2268" w:type="dxa"/>
          </w:tcPr>
          <w:p w:rsidR="00EF5DFC" w:rsidRPr="00534145" w:rsidRDefault="00EF5DFC" w:rsidP="00D913BC">
            <w:pPr>
              <w:spacing w:after="0" w:line="240" w:lineRule="auto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95%</w:t>
            </w:r>
          </w:p>
        </w:tc>
      </w:tr>
      <w:tr w:rsidR="00EF5DFC" w:rsidRPr="00534145" w:rsidTr="00447012">
        <w:tc>
          <w:tcPr>
            <w:tcW w:w="1955" w:type="dxa"/>
          </w:tcPr>
          <w:p w:rsidR="00EF5DFC" w:rsidRPr="00534145" w:rsidRDefault="00EF5DFC" w:rsidP="00D913BC">
            <w:pPr>
              <w:spacing w:after="0" w:line="240" w:lineRule="auto"/>
              <w:rPr>
                <w:rFonts w:ascii="Verdana" w:hAnsi="Verdana"/>
                <w:sz w:val="20"/>
              </w:rPr>
            </w:pPr>
            <w:r w:rsidRPr="00534145">
              <w:rPr>
                <w:rFonts w:ascii="Verdana" w:hAnsi="Verdana"/>
                <w:sz w:val="20"/>
              </w:rPr>
              <w:t>3^ A</w:t>
            </w:r>
          </w:p>
        </w:tc>
        <w:tc>
          <w:tcPr>
            <w:tcW w:w="2016" w:type="dxa"/>
          </w:tcPr>
          <w:p w:rsidR="00EF5DFC" w:rsidRPr="00534145" w:rsidRDefault="00EF5DFC" w:rsidP="00D913BC">
            <w:pPr>
              <w:spacing w:after="0" w:line="240" w:lineRule="auto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SI</w:t>
            </w:r>
          </w:p>
        </w:tc>
        <w:tc>
          <w:tcPr>
            <w:tcW w:w="2434" w:type="dxa"/>
          </w:tcPr>
          <w:p w:rsidR="00EF5DFC" w:rsidRPr="00534145" w:rsidRDefault="00EF5DFC" w:rsidP="00D913BC">
            <w:pPr>
              <w:spacing w:after="0" w:line="240" w:lineRule="auto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4/4</w:t>
            </w:r>
          </w:p>
        </w:tc>
        <w:tc>
          <w:tcPr>
            <w:tcW w:w="2268" w:type="dxa"/>
          </w:tcPr>
          <w:p w:rsidR="00EF5DFC" w:rsidRPr="00534145" w:rsidRDefault="00EF5DFC" w:rsidP="00D913BC">
            <w:pPr>
              <w:spacing w:after="0" w:line="240" w:lineRule="auto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100%</w:t>
            </w:r>
          </w:p>
        </w:tc>
      </w:tr>
      <w:tr w:rsidR="00EF5DFC" w:rsidRPr="00534145" w:rsidTr="00447012">
        <w:tc>
          <w:tcPr>
            <w:tcW w:w="1955" w:type="dxa"/>
          </w:tcPr>
          <w:p w:rsidR="00EF5DFC" w:rsidRPr="00534145" w:rsidRDefault="00EF5DFC" w:rsidP="00D913BC">
            <w:pPr>
              <w:spacing w:after="0" w:line="240" w:lineRule="auto"/>
              <w:rPr>
                <w:rFonts w:ascii="Verdana" w:hAnsi="Verdana"/>
                <w:sz w:val="20"/>
              </w:rPr>
            </w:pPr>
            <w:r w:rsidRPr="00534145">
              <w:rPr>
                <w:rFonts w:ascii="Verdana" w:hAnsi="Verdana"/>
                <w:sz w:val="20"/>
              </w:rPr>
              <w:t>3^ B</w:t>
            </w:r>
          </w:p>
        </w:tc>
        <w:tc>
          <w:tcPr>
            <w:tcW w:w="2016" w:type="dxa"/>
          </w:tcPr>
          <w:p w:rsidR="00EF5DFC" w:rsidRPr="00534145" w:rsidRDefault="00EF5DFC" w:rsidP="00D913BC">
            <w:pPr>
              <w:spacing w:after="0" w:line="240" w:lineRule="auto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SI</w:t>
            </w:r>
          </w:p>
        </w:tc>
        <w:tc>
          <w:tcPr>
            <w:tcW w:w="2434" w:type="dxa"/>
          </w:tcPr>
          <w:p w:rsidR="00EF5DFC" w:rsidRPr="00534145" w:rsidRDefault="00EF5DFC" w:rsidP="00D913BC">
            <w:pPr>
              <w:spacing w:after="0" w:line="240" w:lineRule="auto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4/4</w:t>
            </w:r>
          </w:p>
        </w:tc>
        <w:tc>
          <w:tcPr>
            <w:tcW w:w="2268" w:type="dxa"/>
          </w:tcPr>
          <w:p w:rsidR="00EF5DFC" w:rsidRPr="00534145" w:rsidRDefault="00EF5DFC" w:rsidP="00D913BC">
            <w:pPr>
              <w:spacing w:after="0" w:line="240" w:lineRule="auto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98%</w:t>
            </w:r>
          </w:p>
        </w:tc>
      </w:tr>
      <w:tr w:rsidR="00EF5DFC" w:rsidRPr="00534145" w:rsidTr="00447012">
        <w:tc>
          <w:tcPr>
            <w:tcW w:w="1955" w:type="dxa"/>
          </w:tcPr>
          <w:p w:rsidR="00EF5DFC" w:rsidRPr="00534145" w:rsidRDefault="00EF5DFC" w:rsidP="00D913BC">
            <w:pPr>
              <w:spacing w:after="0" w:line="240" w:lineRule="auto"/>
              <w:rPr>
                <w:rFonts w:ascii="Verdana" w:hAnsi="Verdana"/>
                <w:sz w:val="20"/>
              </w:rPr>
            </w:pPr>
            <w:r w:rsidRPr="00534145">
              <w:rPr>
                <w:rFonts w:ascii="Verdana" w:hAnsi="Verdana"/>
                <w:sz w:val="20"/>
              </w:rPr>
              <w:t>3^ C</w:t>
            </w:r>
          </w:p>
        </w:tc>
        <w:tc>
          <w:tcPr>
            <w:tcW w:w="2016" w:type="dxa"/>
          </w:tcPr>
          <w:p w:rsidR="00EF5DFC" w:rsidRPr="00534145" w:rsidRDefault="00EF5DFC" w:rsidP="00D913BC">
            <w:pPr>
              <w:spacing w:after="0" w:line="240" w:lineRule="auto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SI</w:t>
            </w:r>
          </w:p>
        </w:tc>
        <w:tc>
          <w:tcPr>
            <w:tcW w:w="2434" w:type="dxa"/>
          </w:tcPr>
          <w:p w:rsidR="00EF5DFC" w:rsidRPr="00534145" w:rsidRDefault="00EF5DFC" w:rsidP="00D913BC">
            <w:pPr>
              <w:spacing w:after="0" w:line="240" w:lineRule="auto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4/4</w:t>
            </w:r>
          </w:p>
        </w:tc>
        <w:tc>
          <w:tcPr>
            <w:tcW w:w="2268" w:type="dxa"/>
          </w:tcPr>
          <w:p w:rsidR="00EF5DFC" w:rsidRPr="00534145" w:rsidRDefault="00EF5DFC" w:rsidP="00D913BC">
            <w:pPr>
              <w:spacing w:after="0" w:line="240" w:lineRule="auto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95%</w:t>
            </w:r>
          </w:p>
        </w:tc>
      </w:tr>
      <w:tr w:rsidR="00EF5DFC" w:rsidRPr="00534145" w:rsidTr="00447012">
        <w:tc>
          <w:tcPr>
            <w:tcW w:w="1955" w:type="dxa"/>
          </w:tcPr>
          <w:p w:rsidR="00EF5DFC" w:rsidRPr="00534145" w:rsidRDefault="00EF5DFC" w:rsidP="00D913BC">
            <w:pPr>
              <w:spacing w:after="0" w:line="240" w:lineRule="auto"/>
              <w:rPr>
                <w:rFonts w:ascii="Verdana" w:hAnsi="Verdana"/>
                <w:sz w:val="20"/>
              </w:rPr>
            </w:pPr>
            <w:r w:rsidRPr="00534145">
              <w:rPr>
                <w:rFonts w:ascii="Verdana" w:hAnsi="Verdana"/>
                <w:sz w:val="20"/>
              </w:rPr>
              <w:t>3^ D</w:t>
            </w:r>
          </w:p>
        </w:tc>
        <w:tc>
          <w:tcPr>
            <w:tcW w:w="2016" w:type="dxa"/>
          </w:tcPr>
          <w:p w:rsidR="00EF5DFC" w:rsidRPr="00534145" w:rsidRDefault="00EF5DFC" w:rsidP="00D913BC">
            <w:pPr>
              <w:spacing w:after="0" w:line="240" w:lineRule="auto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SI</w:t>
            </w:r>
          </w:p>
        </w:tc>
        <w:tc>
          <w:tcPr>
            <w:tcW w:w="2434" w:type="dxa"/>
          </w:tcPr>
          <w:p w:rsidR="00EF5DFC" w:rsidRPr="00534145" w:rsidRDefault="00EF5DFC" w:rsidP="00D913BC">
            <w:pPr>
              <w:spacing w:after="0" w:line="240" w:lineRule="auto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4/4</w:t>
            </w:r>
          </w:p>
        </w:tc>
        <w:tc>
          <w:tcPr>
            <w:tcW w:w="2268" w:type="dxa"/>
          </w:tcPr>
          <w:p w:rsidR="00EF5DFC" w:rsidRPr="00534145" w:rsidRDefault="00EF5DFC" w:rsidP="00D913BC">
            <w:pPr>
              <w:spacing w:after="0" w:line="240" w:lineRule="auto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92%</w:t>
            </w:r>
          </w:p>
        </w:tc>
      </w:tr>
      <w:tr w:rsidR="00EF5DFC" w:rsidRPr="00534145" w:rsidTr="00447012">
        <w:tc>
          <w:tcPr>
            <w:tcW w:w="1955" w:type="dxa"/>
          </w:tcPr>
          <w:p w:rsidR="00EF5DFC" w:rsidRPr="00534145" w:rsidRDefault="00EF5DFC" w:rsidP="00D913BC">
            <w:pPr>
              <w:spacing w:after="0" w:line="240" w:lineRule="auto"/>
              <w:rPr>
                <w:rFonts w:ascii="Verdana" w:hAnsi="Verdana"/>
                <w:sz w:val="20"/>
              </w:rPr>
            </w:pPr>
            <w:r w:rsidRPr="00534145">
              <w:rPr>
                <w:rFonts w:ascii="Verdana" w:hAnsi="Verdana"/>
                <w:sz w:val="20"/>
              </w:rPr>
              <w:t>3^ E</w:t>
            </w:r>
          </w:p>
        </w:tc>
        <w:tc>
          <w:tcPr>
            <w:tcW w:w="2016" w:type="dxa"/>
          </w:tcPr>
          <w:p w:rsidR="00EF5DFC" w:rsidRPr="00534145" w:rsidRDefault="00EF5DFC" w:rsidP="00D913BC">
            <w:pPr>
              <w:spacing w:after="0" w:line="240" w:lineRule="auto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SI</w:t>
            </w:r>
          </w:p>
        </w:tc>
        <w:tc>
          <w:tcPr>
            <w:tcW w:w="2434" w:type="dxa"/>
          </w:tcPr>
          <w:p w:rsidR="00EF5DFC" w:rsidRPr="00534145" w:rsidRDefault="00EF5DFC" w:rsidP="00D913BC">
            <w:pPr>
              <w:spacing w:after="0" w:line="240" w:lineRule="auto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4/4</w:t>
            </w:r>
          </w:p>
        </w:tc>
        <w:tc>
          <w:tcPr>
            <w:tcW w:w="2268" w:type="dxa"/>
          </w:tcPr>
          <w:p w:rsidR="00EF5DFC" w:rsidRPr="00534145" w:rsidRDefault="00EF5DFC" w:rsidP="00D913BC">
            <w:pPr>
              <w:spacing w:after="0" w:line="240" w:lineRule="auto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97%</w:t>
            </w:r>
          </w:p>
        </w:tc>
      </w:tr>
      <w:tr w:rsidR="00EF5DFC" w:rsidRPr="00534145" w:rsidTr="00447012">
        <w:tc>
          <w:tcPr>
            <w:tcW w:w="1955" w:type="dxa"/>
          </w:tcPr>
          <w:p w:rsidR="00EF5DFC" w:rsidRPr="00534145" w:rsidRDefault="00EF5DFC" w:rsidP="00D913BC">
            <w:pPr>
              <w:spacing w:after="0" w:line="240" w:lineRule="auto"/>
              <w:rPr>
                <w:rFonts w:ascii="Verdana" w:hAnsi="Verdana"/>
                <w:sz w:val="20"/>
              </w:rPr>
            </w:pPr>
            <w:r w:rsidRPr="00534145">
              <w:rPr>
                <w:rFonts w:ascii="Verdana" w:hAnsi="Verdana"/>
                <w:sz w:val="20"/>
              </w:rPr>
              <w:t>4^ A</w:t>
            </w:r>
          </w:p>
        </w:tc>
        <w:tc>
          <w:tcPr>
            <w:tcW w:w="2016" w:type="dxa"/>
          </w:tcPr>
          <w:p w:rsidR="00EF5DFC" w:rsidRPr="00534145" w:rsidRDefault="00EF5DFC" w:rsidP="00D913BC">
            <w:pPr>
              <w:spacing w:after="0" w:line="240" w:lineRule="auto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SI</w:t>
            </w:r>
          </w:p>
        </w:tc>
        <w:tc>
          <w:tcPr>
            <w:tcW w:w="2434" w:type="dxa"/>
          </w:tcPr>
          <w:p w:rsidR="00EF5DFC" w:rsidRPr="00534145" w:rsidRDefault="00EF5DFC" w:rsidP="00D913BC">
            <w:pPr>
              <w:spacing w:after="0" w:line="240" w:lineRule="auto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3/3</w:t>
            </w:r>
          </w:p>
        </w:tc>
        <w:tc>
          <w:tcPr>
            <w:tcW w:w="2268" w:type="dxa"/>
          </w:tcPr>
          <w:p w:rsidR="00EF5DFC" w:rsidRPr="00534145" w:rsidRDefault="00EF5DFC" w:rsidP="00D913BC">
            <w:pPr>
              <w:spacing w:after="0" w:line="240" w:lineRule="auto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98%</w:t>
            </w:r>
          </w:p>
        </w:tc>
      </w:tr>
      <w:tr w:rsidR="00EF5DFC" w:rsidRPr="00534145" w:rsidTr="00447012">
        <w:tc>
          <w:tcPr>
            <w:tcW w:w="1955" w:type="dxa"/>
          </w:tcPr>
          <w:p w:rsidR="00EF5DFC" w:rsidRPr="00534145" w:rsidRDefault="00EF5DFC" w:rsidP="00D913BC">
            <w:pPr>
              <w:spacing w:after="0" w:line="240" w:lineRule="auto"/>
              <w:rPr>
                <w:rFonts w:ascii="Verdana" w:hAnsi="Verdana"/>
                <w:sz w:val="20"/>
              </w:rPr>
            </w:pPr>
            <w:r w:rsidRPr="00534145">
              <w:rPr>
                <w:rFonts w:ascii="Verdana" w:hAnsi="Verdana"/>
                <w:sz w:val="20"/>
              </w:rPr>
              <w:t>4^ B</w:t>
            </w:r>
          </w:p>
        </w:tc>
        <w:tc>
          <w:tcPr>
            <w:tcW w:w="2016" w:type="dxa"/>
          </w:tcPr>
          <w:p w:rsidR="00EF5DFC" w:rsidRPr="00534145" w:rsidRDefault="00EF5DFC" w:rsidP="00D913BC">
            <w:pPr>
              <w:spacing w:after="0" w:line="240" w:lineRule="auto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SI</w:t>
            </w:r>
          </w:p>
        </w:tc>
        <w:tc>
          <w:tcPr>
            <w:tcW w:w="2434" w:type="dxa"/>
          </w:tcPr>
          <w:p w:rsidR="00EF5DFC" w:rsidRPr="00534145" w:rsidRDefault="00EF5DFC" w:rsidP="00D913BC">
            <w:pPr>
              <w:spacing w:after="0" w:line="240" w:lineRule="auto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3/3</w:t>
            </w:r>
          </w:p>
        </w:tc>
        <w:tc>
          <w:tcPr>
            <w:tcW w:w="2268" w:type="dxa"/>
          </w:tcPr>
          <w:p w:rsidR="00EF5DFC" w:rsidRPr="00534145" w:rsidRDefault="00EF5DFC" w:rsidP="00D913BC">
            <w:pPr>
              <w:spacing w:after="0" w:line="240" w:lineRule="auto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83%</w:t>
            </w:r>
          </w:p>
        </w:tc>
      </w:tr>
      <w:tr w:rsidR="00EF5DFC" w:rsidRPr="00534145" w:rsidTr="00447012">
        <w:tc>
          <w:tcPr>
            <w:tcW w:w="1955" w:type="dxa"/>
          </w:tcPr>
          <w:p w:rsidR="00EF5DFC" w:rsidRPr="00534145" w:rsidRDefault="00EF5DFC" w:rsidP="00D913BC">
            <w:pPr>
              <w:spacing w:after="0" w:line="240" w:lineRule="auto"/>
              <w:rPr>
                <w:rFonts w:ascii="Verdana" w:hAnsi="Verdana"/>
                <w:sz w:val="20"/>
              </w:rPr>
            </w:pPr>
            <w:r w:rsidRPr="00534145">
              <w:rPr>
                <w:rFonts w:ascii="Verdana" w:hAnsi="Verdana"/>
                <w:sz w:val="20"/>
              </w:rPr>
              <w:t>4^ C</w:t>
            </w:r>
          </w:p>
        </w:tc>
        <w:tc>
          <w:tcPr>
            <w:tcW w:w="2016" w:type="dxa"/>
          </w:tcPr>
          <w:p w:rsidR="00EF5DFC" w:rsidRPr="00534145" w:rsidRDefault="00EF5DFC" w:rsidP="00D913BC">
            <w:pPr>
              <w:spacing w:after="0" w:line="240" w:lineRule="auto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SI</w:t>
            </w:r>
          </w:p>
        </w:tc>
        <w:tc>
          <w:tcPr>
            <w:tcW w:w="2434" w:type="dxa"/>
          </w:tcPr>
          <w:p w:rsidR="00EF5DFC" w:rsidRPr="00534145" w:rsidRDefault="00EF5DFC" w:rsidP="00D913BC">
            <w:pPr>
              <w:spacing w:after="0" w:line="240" w:lineRule="auto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3/3</w:t>
            </w:r>
          </w:p>
        </w:tc>
        <w:tc>
          <w:tcPr>
            <w:tcW w:w="2268" w:type="dxa"/>
          </w:tcPr>
          <w:p w:rsidR="00EF5DFC" w:rsidRPr="00534145" w:rsidRDefault="00EF5DFC" w:rsidP="00D913BC">
            <w:pPr>
              <w:spacing w:after="0" w:line="240" w:lineRule="auto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90%</w:t>
            </w:r>
          </w:p>
        </w:tc>
      </w:tr>
      <w:tr w:rsidR="00EF5DFC" w:rsidRPr="00534145" w:rsidTr="00447012">
        <w:tc>
          <w:tcPr>
            <w:tcW w:w="1955" w:type="dxa"/>
          </w:tcPr>
          <w:p w:rsidR="00EF5DFC" w:rsidRPr="00534145" w:rsidRDefault="00EF5DFC" w:rsidP="00D913BC">
            <w:pPr>
              <w:spacing w:after="0" w:line="240" w:lineRule="auto"/>
              <w:rPr>
                <w:rFonts w:ascii="Verdana" w:hAnsi="Verdana"/>
                <w:sz w:val="20"/>
              </w:rPr>
            </w:pPr>
            <w:r w:rsidRPr="00534145">
              <w:rPr>
                <w:rFonts w:ascii="Verdana" w:hAnsi="Verdana"/>
                <w:sz w:val="20"/>
              </w:rPr>
              <w:t>4^ D</w:t>
            </w:r>
          </w:p>
        </w:tc>
        <w:tc>
          <w:tcPr>
            <w:tcW w:w="2016" w:type="dxa"/>
          </w:tcPr>
          <w:p w:rsidR="00EF5DFC" w:rsidRPr="00534145" w:rsidRDefault="00EF5DFC" w:rsidP="00D913BC">
            <w:pPr>
              <w:spacing w:after="0" w:line="240" w:lineRule="auto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SI</w:t>
            </w:r>
          </w:p>
        </w:tc>
        <w:tc>
          <w:tcPr>
            <w:tcW w:w="2434" w:type="dxa"/>
          </w:tcPr>
          <w:p w:rsidR="00EF5DFC" w:rsidRPr="00534145" w:rsidRDefault="00EF5DFC" w:rsidP="00D913BC">
            <w:pPr>
              <w:spacing w:after="0" w:line="240" w:lineRule="auto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3/3</w:t>
            </w:r>
          </w:p>
        </w:tc>
        <w:tc>
          <w:tcPr>
            <w:tcW w:w="2268" w:type="dxa"/>
          </w:tcPr>
          <w:p w:rsidR="00EF5DFC" w:rsidRPr="00534145" w:rsidRDefault="00EF5DFC" w:rsidP="00D913BC">
            <w:pPr>
              <w:spacing w:after="0" w:line="240" w:lineRule="auto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100%</w:t>
            </w:r>
          </w:p>
        </w:tc>
      </w:tr>
      <w:tr w:rsidR="00EF5DFC" w:rsidRPr="00534145" w:rsidTr="00447012">
        <w:tc>
          <w:tcPr>
            <w:tcW w:w="1955" w:type="dxa"/>
          </w:tcPr>
          <w:p w:rsidR="00EF5DFC" w:rsidRPr="00534145" w:rsidRDefault="00EF5DFC" w:rsidP="00D913BC">
            <w:pPr>
              <w:spacing w:after="0" w:line="240" w:lineRule="auto"/>
              <w:rPr>
                <w:rFonts w:ascii="Verdana" w:hAnsi="Verdana"/>
                <w:sz w:val="20"/>
              </w:rPr>
            </w:pPr>
            <w:r w:rsidRPr="00534145">
              <w:rPr>
                <w:rFonts w:ascii="Verdana" w:hAnsi="Verdana"/>
                <w:sz w:val="20"/>
              </w:rPr>
              <w:t>4^ E</w:t>
            </w:r>
          </w:p>
        </w:tc>
        <w:tc>
          <w:tcPr>
            <w:tcW w:w="2016" w:type="dxa"/>
          </w:tcPr>
          <w:p w:rsidR="00EF5DFC" w:rsidRPr="00534145" w:rsidRDefault="00EF5DFC" w:rsidP="00D913BC">
            <w:pPr>
              <w:spacing w:after="0" w:line="240" w:lineRule="auto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SI</w:t>
            </w:r>
          </w:p>
        </w:tc>
        <w:tc>
          <w:tcPr>
            <w:tcW w:w="2434" w:type="dxa"/>
          </w:tcPr>
          <w:p w:rsidR="00EF5DFC" w:rsidRPr="00534145" w:rsidRDefault="00EF5DFC" w:rsidP="00D913BC">
            <w:pPr>
              <w:spacing w:after="0" w:line="240" w:lineRule="auto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3/3</w:t>
            </w:r>
          </w:p>
        </w:tc>
        <w:tc>
          <w:tcPr>
            <w:tcW w:w="2268" w:type="dxa"/>
          </w:tcPr>
          <w:p w:rsidR="00EF5DFC" w:rsidRPr="00534145" w:rsidRDefault="00EF5DFC" w:rsidP="00D913BC">
            <w:pPr>
              <w:spacing w:after="0" w:line="240" w:lineRule="auto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90%</w:t>
            </w:r>
          </w:p>
        </w:tc>
      </w:tr>
      <w:tr w:rsidR="00EF5DFC" w:rsidRPr="00534145" w:rsidTr="00447012">
        <w:tc>
          <w:tcPr>
            <w:tcW w:w="1955" w:type="dxa"/>
          </w:tcPr>
          <w:p w:rsidR="00EF5DFC" w:rsidRPr="00534145" w:rsidRDefault="00EF5DFC" w:rsidP="00882D4E">
            <w:pPr>
              <w:spacing w:after="0" w:line="240" w:lineRule="auto"/>
              <w:rPr>
                <w:rFonts w:ascii="Verdana" w:hAnsi="Verdana"/>
                <w:sz w:val="20"/>
              </w:rPr>
            </w:pPr>
            <w:r w:rsidRPr="00534145">
              <w:rPr>
                <w:rFonts w:ascii="Verdana" w:hAnsi="Verdana"/>
                <w:sz w:val="20"/>
              </w:rPr>
              <w:t>5^A</w:t>
            </w:r>
          </w:p>
        </w:tc>
        <w:tc>
          <w:tcPr>
            <w:tcW w:w="2016" w:type="dxa"/>
          </w:tcPr>
          <w:p w:rsidR="00EF5DFC" w:rsidRPr="00534145" w:rsidRDefault="00EF5DFC" w:rsidP="00D913BC">
            <w:pPr>
              <w:spacing w:after="0" w:line="240" w:lineRule="auto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SI</w:t>
            </w:r>
          </w:p>
        </w:tc>
        <w:tc>
          <w:tcPr>
            <w:tcW w:w="2434" w:type="dxa"/>
          </w:tcPr>
          <w:p w:rsidR="00EF5DFC" w:rsidRPr="00534145" w:rsidRDefault="00EF5DFC" w:rsidP="00D913BC">
            <w:pPr>
              <w:spacing w:after="0" w:line="240" w:lineRule="auto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3/3</w:t>
            </w:r>
          </w:p>
        </w:tc>
        <w:tc>
          <w:tcPr>
            <w:tcW w:w="2268" w:type="dxa"/>
          </w:tcPr>
          <w:p w:rsidR="00EF5DFC" w:rsidRPr="00534145" w:rsidRDefault="00EF5DFC" w:rsidP="00D913BC">
            <w:pPr>
              <w:spacing w:after="0" w:line="240" w:lineRule="auto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95%</w:t>
            </w:r>
          </w:p>
        </w:tc>
      </w:tr>
      <w:tr w:rsidR="00EF5DFC" w:rsidRPr="00534145" w:rsidTr="00447012">
        <w:tc>
          <w:tcPr>
            <w:tcW w:w="1955" w:type="dxa"/>
          </w:tcPr>
          <w:p w:rsidR="00EF5DFC" w:rsidRPr="00534145" w:rsidRDefault="00EF5DFC" w:rsidP="00882D4E">
            <w:pPr>
              <w:spacing w:after="0" w:line="240" w:lineRule="auto"/>
              <w:rPr>
                <w:rFonts w:ascii="Verdana" w:hAnsi="Verdana"/>
                <w:sz w:val="20"/>
              </w:rPr>
            </w:pPr>
            <w:r w:rsidRPr="00534145">
              <w:rPr>
                <w:rFonts w:ascii="Verdana" w:hAnsi="Verdana"/>
                <w:sz w:val="20"/>
              </w:rPr>
              <w:t>5^ B</w:t>
            </w:r>
          </w:p>
        </w:tc>
        <w:tc>
          <w:tcPr>
            <w:tcW w:w="2016" w:type="dxa"/>
          </w:tcPr>
          <w:p w:rsidR="00EF5DFC" w:rsidRPr="00534145" w:rsidRDefault="00EF5DFC" w:rsidP="00D913BC">
            <w:pPr>
              <w:spacing w:after="0" w:line="240" w:lineRule="auto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SI</w:t>
            </w:r>
          </w:p>
        </w:tc>
        <w:tc>
          <w:tcPr>
            <w:tcW w:w="2434" w:type="dxa"/>
          </w:tcPr>
          <w:p w:rsidR="00EF5DFC" w:rsidRPr="00534145" w:rsidRDefault="00EF5DFC" w:rsidP="00D913BC">
            <w:pPr>
              <w:spacing w:after="0" w:line="240" w:lineRule="auto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3/3</w:t>
            </w:r>
          </w:p>
        </w:tc>
        <w:tc>
          <w:tcPr>
            <w:tcW w:w="2268" w:type="dxa"/>
          </w:tcPr>
          <w:p w:rsidR="00EF5DFC" w:rsidRPr="00534145" w:rsidRDefault="00EF5DFC" w:rsidP="00D913BC">
            <w:pPr>
              <w:spacing w:after="0" w:line="240" w:lineRule="auto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100%</w:t>
            </w:r>
          </w:p>
        </w:tc>
      </w:tr>
      <w:tr w:rsidR="00EF5DFC" w:rsidRPr="00534145" w:rsidTr="00447012">
        <w:tc>
          <w:tcPr>
            <w:tcW w:w="1955" w:type="dxa"/>
          </w:tcPr>
          <w:p w:rsidR="00EF5DFC" w:rsidRPr="00534145" w:rsidRDefault="00EF5DFC" w:rsidP="00882D4E">
            <w:pPr>
              <w:spacing w:after="0" w:line="240" w:lineRule="auto"/>
              <w:rPr>
                <w:rFonts w:ascii="Verdana" w:hAnsi="Verdana"/>
                <w:sz w:val="20"/>
              </w:rPr>
            </w:pPr>
            <w:r w:rsidRPr="00534145">
              <w:rPr>
                <w:rFonts w:ascii="Verdana" w:hAnsi="Verdana"/>
                <w:sz w:val="20"/>
              </w:rPr>
              <w:t>5^ C</w:t>
            </w:r>
          </w:p>
        </w:tc>
        <w:tc>
          <w:tcPr>
            <w:tcW w:w="2016" w:type="dxa"/>
          </w:tcPr>
          <w:p w:rsidR="00EF5DFC" w:rsidRPr="00534145" w:rsidRDefault="00EF5DFC" w:rsidP="00D913BC">
            <w:pPr>
              <w:spacing w:after="0" w:line="240" w:lineRule="auto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SI</w:t>
            </w:r>
          </w:p>
        </w:tc>
        <w:tc>
          <w:tcPr>
            <w:tcW w:w="2434" w:type="dxa"/>
          </w:tcPr>
          <w:p w:rsidR="00EF5DFC" w:rsidRPr="00534145" w:rsidRDefault="00EF5DFC" w:rsidP="00D913BC">
            <w:pPr>
              <w:spacing w:after="0" w:line="240" w:lineRule="auto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3/3</w:t>
            </w:r>
          </w:p>
        </w:tc>
        <w:tc>
          <w:tcPr>
            <w:tcW w:w="2268" w:type="dxa"/>
          </w:tcPr>
          <w:p w:rsidR="00EF5DFC" w:rsidRPr="00534145" w:rsidRDefault="00EF5DFC" w:rsidP="00D913BC">
            <w:pPr>
              <w:spacing w:after="0" w:line="240" w:lineRule="auto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95%</w:t>
            </w:r>
          </w:p>
        </w:tc>
      </w:tr>
      <w:tr w:rsidR="00EF5DFC" w:rsidRPr="00534145" w:rsidTr="00447012">
        <w:tc>
          <w:tcPr>
            <w:tcW w:w="1955" w:type="dxa"/>
          </w:tcPr>
          <w:p w:rsidR="00EF5DFC" w:rsidRPr="00534145" w:rsidRDefault="00EF5DFC" w:rsidP="00882D4E">
            <w:pPr>
              <w:spacing w:after="0" w:line="240" w:lineRule="auto"/>
              <w:rPr>
                <w:rFonts w:ascii="Verdana" w:hAnsi="Verdana"/>
                <w:sz w:val="20"/>
              </w:rPr>
            </w:pPr>
            <w:r w:rsidRPr="00534145">
              <w:rPr>
                <w:rFonts w:ascii="Verdana" w:hAnsi="Verdana"/>
                <w:sz w:val="20"/>
              </w:rPr>
              <w:t>5^ D</w:t>
            </w:r>
          </w:p>
        </w:tc>
        <w:tc>
          <w:tcPr>
            <w:tcW w:w="2016" w:type="dxa"/>
          </w:tcPr>
          <w:p w:rsidR="00EF5DFC" w:rsidRPr="00534145" w:rsidRDefault="00EF5DFC" w:rsidP="00D913BC">
            <w:pPr>
              <w:spacing w:after="0" w:line="240" w:lineRule="auto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SI</w:t>
            </w:r>
          </w:p>
        </w:tc>
        <w:tc>
          <w:tcPr>
            <w:tcW w:w="2434" w:type="dxa"/>
          </w:tcPr>
          <w:p w:rsidR="00EF5DFC" w:rsidRPr="00534145" w:rsidRDefault="00EF5DFC" w:rsidP="00D913BC">
            <w:pPr>
              <w:spacing w:after="0" w:line="240" w:lineRule="auto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3/3</w:t>
            </w:r>
          </w:p>
        </w:tc>
        <w:tc>
          <w:tcPr>
            <w:tcW w:w="2268" w:type="dxa"/>
          </w:tcPr>
          <w:p w:rsidR="00EF5DFC" w:rsidRPr="00534145" w:rsidRDefault="00EF5DFC" w:rsidP="00D913BC">
            <w:pPr>
              <w:spacing w:after="0" w:line="240" w:lineRule="auto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88%</w:t>
            </w:r>
          </w:p>
        </w:tc>
      </w:tr>
      <w:tr w:rsidR="00EF5DFC" w:rsidRPr="00534145" w:rsidTr="00447012">
        <w:tc>
          <w:tcPr>
            <w:tcW w:w="1955" w:type="dxa"/>
          </w:tcPr>
          <w:p w:rsidR="00EF5DFC" w:rsidRPr="00534145" w:rsidRDefault="00EF5DFC" w:rsidP="00882D4E">
            <w:pPr>
              <w:spacing w:after="0" w:line="240" w:lineRule="auto"/>
              <w:rPr>
                <w:rFonts w:ascii="Verdana" w:hAnsi="Verdana"/>
                <w:sz w:val="20"/>
              </w:rPr>
            </w:pPr>
            <w:r w:rsidRPr="00534145">
              <w:rPr>
                <w:rFonts w:ascii="Verdana" w:hAnsi="Verdana"/>
                <w:sz w:val="20"/>
              </w:rPr>
              <w:t>5^ E</w:t>
            </w:r>
          </w:p>
        </w:tc>
        <w:tc>
          <w:tcPr>
            <w:tcW w:w="2016" w:type="dxa"/>
          </w:tcPr>
          <w:p w:rsidR="00EF5DFC" w:rsidRPr="00534145" w:rsidRDefault="00EF5DFC" w:rsidP="00D913BC">
            <w:pPr>
              <w:spacing w:after="0" w:line="240" w:lineRule="auto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SI</w:t>
            </w:r>
          </w:p>
        </w:tc>
        <w:tc>
          <w:tcPr>
            <w:tcW w:w="2434" w:type="dxa"/>
          </w:tcPr>
          <w:p w:rsidR="00EF5DFC" w:rsidRPr="00534145" w:rsidRDefault="00EF5DFC" w:rsidP="00D913BC">
            <w:pPr>
              <w:spacing w:after="0" w:line="240" w:lineRule="auto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3/3</w:t>
            </w:r>
          </w:p>
        </w:tc>
        <w:tc>
          <w:tcPr>
            <w:tcW w:w="2268" w:type="dxa"/>
          </w:tcPr>
          <w:p w:rsidR="00EF5DFC" w:rsidRPr="00534145" w:rsidRDefault="00EF5DFC" w:rsidP="00D913BC">
            <w:pPr>
              <w:spacing w:after="0" w:line="240" w:lineRule="auto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88%</w:t>
            </w:r>
          </w:p>
        </w:tc>
      </w:tr>
      <w:tr w:rsidR="00EF5DFC" w:rsidRPr="00534145" w:rsidTr="00447012">
        <w:tc>
          <w:tcPr>
            <w:tcW w:w="1955" w:type="dxa"/>
          </w:tcPr>
          <w:p w:rsidR="00EF5DFC" w:rsidRPr="00534145" w:rsidRDefault="00EF5DFC" w:rsidP="00D913BC">
            <w:pPr>
              <w:spacing w:after="0" w:line="240" w:lineRule="auto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5^ F</w:t>
            </w:r>
          </w:p>
        </w:tc>
        <w:tc>
          <w:tcPr>
            <w:tcW w:w="2016" w:type="dxa"/>
          </w:tcPr>
          <w:p w:rsidR="00EF5DFC" w:rsidRPr="00534145" w:rsidRDefault="00EF5DFC" w:rsidP="00D913BC">
            <w:pPr>
              <w:spacing w:after="0" w:line="240" w:lineRule="auto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SI</w:t>
            </w:r>
          </w:p>
        </w:tc>
        <w:tc>
          <w:tcPr>
            <w:tcW w:w="2434" w:type="dxa"/>
          </w:tcPr>
          <w:p w:rsidR="00EF5DFC" w:rsidRPr="00534145" w:rsidRDefault="00EF5DFC" w:rsidP="00D913BC">
            <w:pPr>
              <w:spacing w:after="0" w:line="240" w:lineRule="auto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3/3</w:t>
            </w:r>
          </w:p>
        </w:tc>
        <w:tc>
          <w:tcPr>
            <w:tcW w:w="2268" w:type="dxa"/>
          </w:tcPr>
          <w:p w:rsidR="00EF5DFC" w:rsidRPr="00534145" w:rsidRDefault="00EF5DFC" w:rsidP="00D913BC">
            <w:pPr>
              <w:spacing w:after="0" w:line="240" w:lineRule="auto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94%</w:t>
            </w:r>
          </w:p>
        </w:tc>
      </w:tr>
    </w:tbl>
    <w:p w:rsidR="00EF5DFC" w:rsidRPr="00534145" w:rsidRDefault="00EF5DFC" w:rsidP="00520028">
      <w:pPr>
        <w:rPr>
          <w:rFonts w:ascii="Verdana" w:hAnsi="Verdana"/>
          <w:sz w:val="20"/>
        </w:rPr>
      </w:pPr>
    </w:p>
    <w:p w:rsidR="00EF5DFC" w:rsidRDefault="00EF5DFC" w:rsidP="00520028">
      <w:pPr>
        <w:rPr>
          <w:rFonts w:ascii="Verdana" w:hAnsi="Verdana"/>
          <w:sz w:val="20"/>
        </w:rPr>
      </w:pPr>
      <w:r w:rsidRPr="00534145">
        <w:rPr>
          <w:rFonts w:ascii="Verdana" w:hAnsi="Verdana"/>
          <w:sz w:val="20"/>
        </w:rPr>
        <w:t>MATEMATICA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955"/>
        <w:gridCol w:w="2016"/>
        <w:gridCol w:w="2434"/>
        <w:gridCol w:w="2268"/>
      </w:tblGrid>
      <w:tr w:rsidR="00EF5DFC" w:rsidRPr="00534145" w:rsidTr="00FC1985">
        <w:tc>
          <w:tcPr>
            <w:tcW w:w="1955" w:type="dxa"/>
          </w:tcPr>
          <w:p w:rsidR="00EF5DFC" w:rsidRPr="00534145" w:rsidRDefault="00EF5DFC" w:rsidP="00FC1985">
            <w:pPr>
              <w:spacing w:after="0" w:line="240" w:lineRule="auto"/>
              <w:rPr>
                <w:rFonts w:ascii="Verdana" w:hAnsi="Verdana"/>
                <w:sz w:val="20"/>
              </w:rPr>
            </w:pPr>
          </w:p>
        </w:tc>
        <w:tc>
          <w:tcPr>
            <w:tcW w:w="4450" w:type="dxa"/>
            <w:gridSpan w:val="2"/>
          </w:tcPr>
          <w:p w:rsidR="00EF5DFC" w:rsidRPr="00534145" w:rsidRDefault="00EF5DFC" w:rsidP="00FC1985">
            <w:pPr>
              <w:spacing w:after="0" w:line="240" w:lineRule="auto"/>
              <w:rPr>
                <w:rFonts w:ascii="Verdana" w:hAnsi="Verdana"/>
                <w:sz w:val="20"/>
              </w:rPr>
            </w:pPr>
            <w:r w:rsidRPr="00534145">
              <w:rPr>
                <w:rFonts w:ascii="Verdana" w:hAnsi="Verdana"/>
                <w:sz w:val="20"/>
              </w:rPr>
              <w:t>Monitoraggio processo</w:t>
            </w:r>
          </w:p>
        </w:tc>
        <w:tc>
          <w:tcPr>
            <w:tcW w:w="2268" w:type="dxa"/>
          </w:tcPr>
          <w:p w:rsidR="00EF5DFC" w:rsidRPr="00534145" w:rsidRDefault="00EF5DFC" w:rsidP="00FC1985">
            <w:pPr>
              <w:spacing w:after="0" w:line="240" w:lineRule="auto"/>
              <w:rPr>
                <w:rFonts w:ascii="Verdana" w:hAnsi="Verdana"/>
                <w:sz w:val="20"/>
              </w:rPr>
            </w:pPr>
            <w:r w:rsidRPr="00534145">
              <w:rPr>
                <w:rFonts w:ascii="Verdana" w:hAnsi="Verdana"/>
                <w:sz w:val="20"/>
              </w:rPr>
              <w:t>Monitoraggio esiti</w:t>
            </w:r>
          </w:p>
        </w:tc>
      </w:tr>
      <w:tr w:rsidR="00EF5DFC" w:rsidRPr="00534145" w:rsidTr="00FC1985">
        <w:tc>
          <w:tcPr>
            <w:tcW w:w="1955" w:type="dxa"/>
          </w:tcPr>
          <w:p w:rsidR="00EF5DFC" w:rsidRPr="00534145" w:rsidRDefault="00EF5DFC" w:rsidP="00FC1985">
            <w:pPr>
              <w:spacing w:after="0" w:line="240" w:lineRule="auto"/>
              <w:rPr>
                <w:rFonts w:ascii="Verdana" w:hAnsi="Verdana"/>
                <w:sz w:val="20"/>
              </w:rPr>
            </w:pPr>
          </w:p>
        </w:tc>
        <w:tc>
          <w:tcPr>
            <w:tcW w:w="2016" w:type="dxa"/>
          </w:tcPr>
          <w:p w:rsidR="00EF5DFC" w:rsidRPr="00534145" w:rsidRDefault="00EF5DFC" w:rsidP="00FC1985">
            <w:pPr>
              <w:spacing w:after="0" w:line="240" w:lineRule="auto"/>
              <w:rPr>
                <w:rFonts w:ascii="Verdana" w:hAnsi="Verdana"/>
                <w:sz w:val="20"/>
              </w:rPr>
            </w:pPr>
            <w:r w:rsidRPr="00534145">
              <w:rPr>
                <w:rFonts w:ascii="Verdana" w:hAnsi="Verdana"/>
                <w:sz w:val="20"/>
              </w:rPr>
              <w:t>Somministrazione prove  (Sì/No)</w:t>
            </w:r>
          </w:p>
        </w:tc>
        <w:tc>
          <w:tcPr>
            <w:tcW w:w="2434" w:type="dxa"/>
          </w:tcPr>
          <w:p w:rsidR="00EF5DFC" w:rsidRPr="00534145" w:rsidRDefault="00EF5DFC" w:rsidP="00FC1985">
            <w:pPr>
              <w:spacing w:after="0" w:line="240" w:lineRule="auto"/>
              <w:rPr>
                <w:rFonts w:ascii="Verdana" w:hAnsi="Verdana"/>
                <w:sz w:val="20"/>
              </w:rPr>
            </w:pPr>
            <w:r w:rsidRPr="00534145">
              <w:rPr>
                <w:rFonts w:ascii="Verdana" w:hAnsi="Verdana"/>
                <w:sz w:val="20"/>
              </w:rPr>
              <w:t>N. prove comuni somministrate alla data della rilevazione (es. 3 su 4...)</w:t>
            </w:r>
          </w:p>
        </w:tc>
        <w:tc>
          <w:tcPr>
            <w:tcW w:w="2268" w:type="dxa"/>
          </w:tcPr>
          <w:p w:rsidR="00EF5DFC" w:rsidRPr="00534145" w:rsidRDefault="00EF5DFC" w:rsidP="00FC1985">
            <w:pPr>
              <w:spacing w:after="0" w:line="240" w:lineRule="auto"/>
              <w:rPr>
                <w:rFonts w:ascii="Verdana" w:hAnsi="Verdana"/>
                <w:sz w:val="20"/>
              </w:rPr>
            </w:pPr>
            <w:r w:rsidRPr="00534145">
              <w:rPr>
                <w:rFonts w:ascii="Verdana" w:hAnsi="Verdana"/>
                <w:sz w:val="20"/>
              </w:rPr>
              <w:t>Percentuale complessiva di positività</w:t>
            </w:r>
          </w:p>
        </w:tc>
      </w:tr>
      <w:tr w:rsidR="00EF5DFC" w:rsidRPr="00534145" w:rsidTr="00FC1985">
        <w:tc>
          <w:tcPr>
            <w:tcW w:w="1955" w:type="dxa"/>
          </w:tcPr>
          <w:p w:rsidR="00EF5DFC" w:rsidRPr="00534145" w:rsidRDefault="00EF5DFC" w:rsidP="00FC1985">
            <w:pPr>
              <w:spacing w:after="0" w:line="240" w:lineRule="auto"/>
              <w:rPr>
                <w:rFonts w:ascii="Verdana" w:hAnsi="Verdana"/>
                <w:sz w:val="20"/>
              </w:rPr>
            </w:pPr>
            <w:r w:rsidRPr="00534145">
              <w:rPr>
                <w:rFonts w:ascii="Verdana" w:hAnsi="Verdana"/>
                <w:sz w:val="20"/>
              </w:rPr>
              <w:t>1^ A</w:t>
            </w:r>
          </w:p>
        </w:tc>
        <w:tc>
          <w:tcPr>
            <w:tcW w:w="2016" w:type="dxa"/>
          </w:tcPr>
          <w:p w:rsidR="00EF5DFC" w:rsidRPr="00534145" w:rsidRDefault="00EF5DFC" w:rsidP="00FC1985">
            <w:pPr>
              <w:spacing w:after="0" w:line="240" w:lineRule="auto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SI</w:t>
            </w:r>
          </w:p>
        </w:tc>
        <w:tc>
          <w:tcPr>
            <w:tcW w:w="2434" w:type="dxa"/>
          </w:tcPr>
          <w:p w:rsidR="00EF5DFC" w:rsidRPr="00534145" w:rsidRDefault="00EF5DFC" w:rsidP="00FC1985">
            <w:pPr>
              <w:spacing w:after="0" w:line="240" w:lineRule="auto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5/5</w:t>
            </w:r>
          </w:p>
        </w:tc>
        <w:tc>
          <w:tcPr>
            <w:tcW w:w="2268" w:type="dxa"/>
          </w:tcPr>
          <w:p w:rsidR="00EF5DFC" w:rsidRPr="00534145" w:rsidRDefault="00EF5DFC" w:rsidP="00FC1985">
            <w:pPr>
              <w:spacing w:after="0" w:line="240" w:lineRule="auto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100%</w:t>
            </w:r>
          </w:p>
        </w:tc>
      </w:tr>
      <w:tr w:rsidR="00EF5DFC" w:rsidRPr="00534145" w:rsidTr="00FC1985">
        <w:tc>
          <w:tcPr>
            <w:tcW w:w="1955" w:type="dxa"/>
          </w:tcPr>
          <w:p w:rsidR="00EF5DFC" w:rsidRPr="00534145" w:rsidRDefault="00EF5DFC" w:rsidP="00FC1985">
            <w:pPr>
              <w:spacing w:after="0" w:line="240" w:lineRule="auto"/>
              <w:rPr>
                <w:rFonts w:ascii="Verdana" w:hAnsi="Verdana"/>
                <w:sz w:val="20"/>
              </w:rPr>
            </w:pPr>
            <w:r w:rsidRPr="00534145">
              <w:rPr>
                <w:rFonts w:ascii="Verdana" w:hAnsi="Verdana"/>
                <w:sz w:val="20"/>
              </w:rPr>
              <w:t>1^ B</w:t>
            </w:r>
          </w:p>
        </w:tc>
        <w:tc>
          <w:tcPr>
            <w:tcW w:w="2016" w:type="dxa"/>
          </w:tcPr>
          <w:p w:rsidR="00EF5DFC" w:rsidRPr="00534145" w:rsidRDefault="00EF5DFC" w:rsidP="00FC1985">
            <w:pPr>
              <w:spacing w:after="0" w:line="240" w:lineRule="auto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SI</w:t>
            </w:r>
          </w:p>
        </w:tc>
        <w:tc>
          <w:tcPr>
            <w:tcW w:w="2434" w:type="dxa"/>
          </w:tcPr>
          <w:p w:rsidR="00EF5DFC" w:rsidRPr="00534145" w:rsidRDefault="00EF5DFC" w:rsidP="00FC1985">
            <w:pPr>
              <w:spacing w:after="0" w:line="240" w:lineRule="auto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5/5</w:t>
            </w:r>
          </w:p>
        </w:tc>
        <w:tc>
          <w:tcPr>
            <w:tcW w:w="2268" w:type="dxa"/>
          </w:tcPr>
          <w:p w:rsidR="00EF5DFC" w:rsidRPr="00534145" w:rsidRDefault="00EF5DFC" w:rsidP="00FC1985">
            <w:pPr>
              <w:spacing w:after="0" w:line="240" w:lineRule="auto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100%</w:t>
            </w:r>
          </w:p>
        </w:tc>
      </w:tr>
      <w:tr w:rsidR="00EF5DFC" w:rsidRPr="00534145" w:rsidTr="00FC1985">
        <w:tc>
          <w:tcPr>
            <w:tcW w:w="1955" w:type="dxa"/>
          </w:tcPr>
          <w:p w:rsidR="00EF5DFC" w:rsidRPr="00534145" w:rsidRDefault="00EF5DFC" w:rsidP="00FC1985">
            <w:pPr>
              <w:spacing w:after="0" w:line="240" w:lineRule="auto"/>
              <w:rPr>
                <w:rFonts w:ascii="Verdana" w:hAnsi="Verdana"/>
                <w:sz w:val="20"/>
              </w:rPr>
            </w:pPr>
            <w:r w:rsidRPr="00534145">
              <w:rPr>
                <w:rFonts w:ascii="Verdana" w:hAnsi="Verdana"/>
                <w:sz w:val="20"/>
              </w:rPr>
              <w:t>1^ C</w:t>
            </w:r>
          </w:p>
        </w:tc>
        <w:tc>
          <w:tcPr>
            <w:tcW w:w="2016" w:type="dxa"/>
          </w:tcPr>
          <w:p w:rsidR="00EF5DFC" w:rsidRPr="00534145" w:rsidRDefault="00EF5DFC" w:rsidP="00FC1985">
            <w:pPr>
              <w:spacing w:after="0" w:line="240" w:lineRule="auto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SI</w:t>
            </w:r>
          </w:p>
        </w:tc>
        <w:tc>
          <w:tcPr>
            <w:tcW w:w="2434" w:type="dxa"/>
          </w:tcPr>
          <w:p w:rsidR="00EF5DFC" w:rsidRPr="00534145" w:rsidRDefault="00EF5DFC" w:rsidP="00FC1985">
            <w:pPr>
              <w:spacing w:after="0" w:line="240" w:lineRule="auto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5/5</w:t>
            </w:r>
          </w:p>
        </w:tc>
        <w:tc>
          <w:tcPr>
            <w:tcW w:w="2268" w:type="dxa"/>
          </w:tcPr>
          <w:p w:rsidR="00EF5DFC" w:rsidRPr="00534145" w:rsidRDefault="00EF5DFC" w:rsidP="00FC1985">
            <w:pPr>
              <w:spacing w:after="0" w:line="240" w:lineRule="auto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91%</w:t>
            </w:r>
          </w:p>
        </w:tc>
      </w:tr>
      <w:tr w:rsidR="00EF5DFC" w:rsidRPr="00534145" w:rsidTr="00FC1985">
        <w:tc>
          <w:tcPr>
            <w:tcW w:w="1955" w:type="dxa"/>
          </w:tcPr>
          <w:p w:rsidR="00EF5DFC" w:rsidRPr="00534145" w:rsidRDefault="00EF5DFC" w:rsidP="00FC1985">
            <w:pPr>
              <w:spacing w:after="0" w:line="240" w:lineRule="auto"/>
              <w:rPr>
                <w:rFonts w:ascii="Verdana" w:hAnsi="Verdana"/>
                <w:sz w:val="20"/>
              </w:rPr>
            </w:pPr>
            <w:r w:rsidRPr="00534145">
              <w:rPr>
                <w:rFonts w:ascii="Verdana" w:hAnsi="Verdana"/>
                <w:sz w:val="20"/>
              </w:rPr>
              <w:t>1^ D</w:t>
            </w:r>
          </w:p>
        </w:tc>
        <w:tc>
          <w:tcPr>
            <w:tcW w:w="2016" w:type="dxa"/>
          </w:tcPr>
          <w:p w:rsidR="00EF5DFC" w:rsidRPr="00534145" w:rsidRDefault="00EF5DFC" w:rsidP="00FC1985">
            <w:pPr>
              <w:spacing w:after="0" w:line="240" w:lineRule="auto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SI</w:t>
            </w:r>
          </w:p>
        </w:tc>
        <w:tc>
          <w:tcPr>
            <w:tcW w:w="2434" w:type="dxa"/>
          </w:tcPr>
          <w:p w:rsidR="00EF5DFC" w:rsidRPr="00534145" w:rsidRDefault="00EF5DFC" w:rsidP="00FC1985">
            <w:pPr>
              <w:spacing w:after="0" w:line="240" w:lineRule="auto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5/5</w:t>
            </w:r>
          </w:p>
        </w:tc>
        <w:tc>
          <w:tcPr>
            <w:tcW w:w="2268" w:type="dxa"/>
          </w:tcPr>
          <w:p w:rsidR="00EF5DFC" w:rsidRPr="00534145" w:rsidRDefault="00EF5DFC" w:rsidP="00FC1985">
            <w:pPr>
              <w:spacing w:after="0" w:line="240" w:lineRule="auto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91%</w:t>
            </w:r>
          </w:p>
        </w:tc>
      </w:tr>
      <w:tr w:rsidR="00EF5DFC" w:rsidRPr="00534145" w:rsidTr="00FC1985">
        <w:tc>
          <w:tcPr>
            <w:tcW w:w="1955" w:type="dxa"/>
          </w:tcPr>
          <w:p w:rsidR="00EF5DFC" w:rsidRPr="00534145" w:rsidRDefault="00EF5DFC" w:rsidP="00FC1985">
            <w:pPr>
              <w:spacing w:after="0" w:line="240" w:lineRule="auto"/>
              <w:rPr>
                <w:rFonts w:ascii="Verdana" w:hAnsi="Verdana"/>
                <w:sz w:val="20"/>
              </w:rPr>
            </w:pPr>
            <w:r w:rsidRPr="00534145">
              <w:rPr>
                <w:rFonts w:ascii="Verdana" w:hAnsi="Verdana"/>
                <w:sz w:val="20"/>
              </w:rPr>
              <w:t>2^ A</w:t>
            </w:r>
          </w:p>
        </w:tc>
        <w:tc>
          <w:tcPr>
            <w:tcW w:w="2016" w:type="dxa"/>
          </w:tcPr>
          <w:p w:rsidR="00EF5DFC" w:rsidRPr="00534145" w:rsidRDefault="00EF5DFC" w:rsidP="00FC1985">
            <w:pPr>
              <w:spacing w:after="0" w:line="240" w:lineRule="auto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SI</w:t>
            </w:r>
          </w:p>
        </w:tc>
        <w:tc>
          <w:tcPr>
            <w:tcW w:w="2434" w:type="dxa"/>
          </w:tcPr>
          <w:p w:rsidR="00EF5DFC" w:rsidRPr="00534145" w:rsidRDefault="00EF5DFC" w:rsidP="00FC1985">
            <w:pPr>
              <w:spacing w:after="0" w:line="240" w:lineRule="auto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1/1</w:t>
            </w:r>
          </w:p>
        </w:tc>
        <w:tc>
          <w:tcPr>
            <w:tcW w:w="2268" w:type="dxa"/>
          </w:tcPr>
          <w:p w:rsidR="00EF5DFC" w:rsidRPr="00534145" w:rsidRDefault="00EF5DFC" w:rsidP="00FC1985">
            <w:pPr>
              <w:spacing w:after="0" w:line="240" w:lineRule="auto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100%</w:t>
            </w:r>
          </w:p>
        </w:tc>
      </w:tr>
      <w:tr w:rsidR="00EF5DFC" w:rsidRPr="00534145" w:rsidTr="00FC1985">
        <w:tc>
          <w:tcPr>
            <w:tcW w:w="1955" w:type="dxa"/>
          </w:tcPr>
          <w:p w:rsidR="00EF5DFC" w:rsidRPr="00534145" w:rsidRDefault="00EF5DFC" w:rsidP="00FC1985">
            <w:pPr>
              <w:spacing w:after="0" w:line="240" w:lineRule="auto"/>
              <w:rPr>
                <w:rFonts w:ascii="Verdana" w:hAnsi="Verdana"/>
                <w:sz w:val="20"/>
              </w:rPr>
            </w:pPr>
            <w:r w:rsidRPr="00534145">
              <w:rPr>
                <w:rFonts w:ascii="Verdana" w:hAnsi="Verdana"/>
                <w:sz w:val="20"/>
              </w:rPr>
              <w:t>2^ B</w:t>
            </w:r>
          </w:p>
        </w:tc>
        <w:tc>
          <w:tcPr>
            <w:tcW w:w="2016" w:type="dxa"/>
          </w:tcPr>
          <w:p w:rsidR="00EF5DFC" w:rsidRPr="00534145" w:rsidRDefault="00EF5DFC" w:rsidP="00FC1985">
            <w:pPr>
              <w:spacing w:after="0" w:line="240" w:lineRule="auto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SI</w:t>
            </w:r>
          </w:p>
        </w:tc>
        <w:tc>
          <w:tcPr>
            <w:tcW w:w="2434" w:type="dxa"/>
          </w:tcPr>
          <w:p w:rsidR="00EF5DFC" w:rsidRPr="00534145" w:rsidRDefault="00EF5DFC" w:rsidP="00FC1985">
            <w:pPr>
              <w:spacing w:after="0" w:line="240" w:lineRule="auto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1/1</w:t>
            </w:r>
          </w:p>
        </w:tc>
        <w:tc>
          <w:tcPr>
            <w:tcW w:w="2268" w:type="dxa"/>
          </w:tcPr>
          <w:p w:rsidR="00EF5DFC" w:rsidRPr="00534145" w:rsidRDefault="00EF5DFC" w:rsidP="00FC1985">
            <w:pPr>
              <w:spacing w:after="0" w:line="240" w:lineRule="auto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!00%</w:t>
            </w:r>
          </w:p>
        </w:tc>
      </w:tr>
      <w:tr w:rsidR="00EF5DFC" w:rsidRPr="00534145" w:rsidTr="00FC1985">
        <w:tc>
          <w:tcPr>
            <w:tcW w:w="1955" w:type="dxa"/>
          </w:tcPr>
          <w:p w:rsidR="00EF5DFC" w:rsidRPr="00534145" w:rsidRDefault="00EF5DFC" w:rsidP="00FC1985">
            <w:pPr>
              <w:spacing w:after="0" w:line="240" w:lineRule="auto"/>
              <w:rPr>
                <w:rFonts w:ascii="Verdana" w:hAnsi="Verdana"/>
                <w:sz w:val="20"/>
              </w:rPr>
            </w:pPr>
            <w:r w:rsidRPr="00534145">
              <w:rPr>
                <w:rFonts w:ascii="Verdana" w:hAnsi="Verdana"/>
                <w:sz w:val="20"/>
              </w:rPr>
              <w:t>2^ C</w:t>
            </w:r>
          </w:p>
        </w:tc>
        <w:tc>
          <w:tcPr>
            <w:tcW w:w="2016" w:type="dxa"/>
          </w:tcPr>
          <w:p w:rsidR="00EF5DFC" w:rsidRPr="00534145" w:rsidRDefault="00EF5DFC" w:rsidP="00FC1985">
            <w:pPr>
              <w:spacing w:after="0" w:line="240" w:lineRule="auto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SI</w:t>
            </w:r>
          </w:p>
        </w:tc>
        <w:tc>
          <w:tcPr>
            <w:tcW w:w="2434" w:type="dxa"/>
          </w:tcPr>
          <w:p w:rsidR="00EF5DFC" w:rsidRPr="00534145" w:rsidRDefault="00EF5DFC" w:rsidP="00FC1985">
            <w:pPr>
              <w:spacing w:after="0" w:line="240" w:lineRule="auto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1/1</w:t>
            </w:r>
          </w:p>
        </w:tc>
        <w:tc>
          <w:tcPr>
            <w:tcW w:w="2268" w:type="dxa"/>
          </w:tcPr>
          <w:p w:rsidR="00EF5DFC" w:rsidRPr="00534145" w:rsidRDefault="00EF5DFC" w:rsidP="00FC1985">
            <w:pPr>
              <w:spacing w:after="0" w:line="240" w:lineRule="auto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90%</w:t>
            </w:r>
          </w:p>
        </w:tc>
      </w:tr>
      <w:tr w:rsidR="00EF5DFC" w:rsidRPr="00534145" w:rsidTr="00FC1985">
        <w:tc>
          <w:tcPr>
            <w:tcW w:w="1955" w:type="dxa"/>
          </w:tcPr>
          <w:p w:rsidR="00EF5DFC" w:rsidRPr="00534145" w:rsidRDefault="00EF5DFC" w:rsidP="00FC1985">
            <w:pPr>
              <w:spacing w:after="0" w:line="240" w:lineRule="auto"/>
              <w:rPr>
                <w:rFonts w:ascii="Verdana" w:hAnsi="Verdana"/>
                <w:sz w:val="20"/>
              </w:rPr>
            </w:pPr>
            <w:r w:rsidRPr="00534145">
              <w:rPr>
                <w:rFonts w:ascii="Verdana" w:hAnsi="Verdana"/>
                <w:sz w:val="20"/>
              </w:rPr>
              <w:t>2^ D</w:t>
            </w:r>
          </w:p>
        </w:tc>
        <w:tc>
          <w:tcPr>
            <w:tcW w:w="2016" w:type="dxa"/>
          </w:tcPr>
          <w:p w:rsidR="00EF5DFC" w:rsidRPr="00534145" w:rsidRDefault="00EF5DFC" w:rsidP="00FC1985">
            <w:pPr>
              <w:spacing w:after="0" w:line="240" w:lineRule="auto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SI</w:t>
            </w:r>
          </w:p>
        </w:tc>
        <w:tc>
          <w:tcPr>
            <w:tcW w:w="2434" w:type="dxa"/>
          </w:tcPr>
          <w:p w:rsidR="00EF5DFC" w:rsidRPr="00534145" w:rsidRDefault="00EF5DFC" w:rsidP="00FC1985">
            <w:pPr>
              <w:spacing w:after="0" w:line="240" w:lineRule="auto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1/1</w:t>
            </w:r>
          </w:p>
        </w:tc>
        <w:tc>
          <w:tcPr>
            <w:tcW w:w="2268" w:type="dxa"/>
          </w:tcPr>
          <w:p w:rsidR="00EF5DFC" w:rsidRPr="00534145" w:rsidRDefault="00EF5DFC" w:rsidP="00FC1985">
            <w:pPr>
              <w:spacing w:after="0" w:line="240" w:lineRule="auto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80%</w:t>
            </w:r>
          </w:p>
        </w:tc>
      </w:tr>
      <w:tr w:rsidR="00EF5DFC" w:rsidRPr="00534145" w:rsidTr="00FC1985">
        <w:tc>
          <w:tcPr>
            <w:tcW w:w="1955" w:type="dxa"/>
          </w:tcPr>
          <w:p w:rsidR="00EF5DFC" w:rsidRPr="00534145" w:rsidRDefault="00EF5DFC" w:rsidP="00FC1985">
            <w:pPr>
              <w:spacing w:after="0" w:line="240" w:lineRule="auto"/>
              <w:rPr>
                <w:rFonts w:ascii="Verdana" w:hAnsi="Verdana"/>
                <w:sz w:val="20"/>
              </w:rPr>
            </w:pPr>
            <w:r w:rsidRPr="00534145">
              <w:rPr>
                <w:rFonts w:ascii="Verdana" w:hAnsi="Verdana"/>
                <w:sz w:val="20"/>
              </w:rPr>
              <w:t>2^ E</w:t>
            </w:r>
          </w:p>
        </w:tc>
        <w:tc>
          <w:tcPr>
            <w:tcW w:w="2016" w:type="dxa"/>
          </w:tcPr>
          <w:p w:rsidR="00EF5DFC" w:rsidRPr="00534145" w:rsidRDefault="00EF5DFC" w:rsidP="00FC1985">
            <w:pPr>
              <w:spacing w:after="0" w:line="240" w:lineRule="auto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SI</w:t>
            </w:r>
          </w:p>
        </w:tc>
        <w:tc>
          <w:tcPr>
            <w:tcW w:w="2434" w:type="dxa"/>
          </w:tcPr>
          <w:p w:rsidR="00EF5DFC" w:rsidRPr="00534145" w:rsidRDefault="00EF5DFC" w:rsidP="00FC1985">
            <w:pPr>
              <w:spacing w:after="0" w:line="240" w:lineRule="auto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1/1</w:t>
            </w:r>
          </w:p>
        </w:tc>
        <w:tc>
          <w:tcPr>
            <w:tcW w:w="2268" w:type="dxa"/>
          </w:tcPr>
          <w:p w:rsidR="00EF5DFC" w:rsidRPr="00534145" w:rsidRDefault="00EF5DFC" w:rsidP="00FC1985">
            <w:pPr>
              <w:spacing w:after="0" w:line="240" w:lineRule="auto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90%</w:t>
            </w:r>
          </w:p>
        </w:tc>
      </w:tr>
      <w:tr w:rsidR="00EF5DFC" w:rsidRPr="00534145" w:rsidTr="00FC1985">
        <w:tc>
          <w:tcPr>
            <w:tcW w:w="1955" w:type="dxa"/>
          </w:tcPr>
          <w:p w:rsidR="00EF5DFC" w:rsidRPr="00534145" w:rsidRDefault="00EF5DFC" w:rsidP="00FC1985">
            <w:pPr>
              <w:spacing w:after="0" w:line="240" w:lineRule="auto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2^ F</w:t>
            </w:r>
          </w:p>
        </w:tc>
        <w:tc>
          <w:tcPr>
            <w:tcW w:w="2016" w:type="dxa"/>
          </w:tcPr>
          <w:p w:rsidR="00EF5DFC" w:rsidRPr="00534145" w:rsidRDefault="00EF5DFC" w:rsidP="00FC1985">
            <w:pPr>
              <w:spacing w:after="0" w:line="240" w:lineRule="auto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SI</w:t>
            </w:r>
          </w:p>
        </w:tc>
        <w:tc>
          <w:tcPr>
            <w:tcW w:w="2434" w:type="dxa"/>
          </w:tcPr>
          <w:p w:rsidR="00EF5DFC" w:rsidRPr="00534145" w:rsidRDefault="00EF5DFC" w:rsidP="00FC1985">
            <w:pPr>
              <w:spacing w:after="0" w:line="240" w:lineRule="auto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1/1</w:t>
            </w:r>
          </w:p>
        </w:tc>
        <w:tc>
          <w:tcPr>
            <w:tcW w:w="2268" w:type="dxa"/>
          </w:tcPr>
          <w:p w:rsidR="00EF5DFC" w:rsidRPr="00534145" w:rsidRDefault="00EF5DFC" w:rsidP="00FC1985">
            <w:pPr>
              <w:spacing w:after="0" w:line="240" w:lineRule="auto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95%</w:t>
            </w:r>
          </w:p>
        </w:tc>
      </w:tr>
      <w:tr w:rsidR="00EF5DFC" w:rsidRPr="00534145" w:rsidTr="00FC1985">
        <w:tc>
          <w:tcPr>
            <w:tcW w:w="1955" w:type="dxa"/>
          </w:tcPr>
          <w:p w:rsidR="00EF5DFC" w:rsidRPr="00534145" w:rsidRDefault="00EF5DFC" w:rsidP="00FC1985">
            <w:pPr>
              <w:spacing w:after="0" w:line="240" w:lineRule="auto"/>
              <w:rPr>
                <w:rFonts w:ascii="Verdana" w:hAnsi="Verdana"/>
                <w:sz w:val="20"/>
              </w:rPr>
            </w:pPr>
            <w:r w:rsidRPr="00534145">
              <w:rPr>
                <w:rFonts w:ascii="Verdana" w:hAnsi="Verdana"/>
                <w:sz w:val="20"/>
              </w:rPr>
              <w:t>3^ A</w:t>
            </w:r>
          </w:p>
        </w:tc>
        <w:tc>
          <w:tcPr>
            <w:tcW w:w="2016" w:type="dxa"/>
          </w:tcPr>
          <w:p w:rsidR="00EF5DFC" w:rsidRPr="00534145" w:rsidRDefault="00EF5DFC" w:rsidP="00FC1985">
            <w:pPr>
              <w:spacing w:after="0" w:line="240" w:lineRule="auto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SI</w:t>
            </w:r>
          </w:p>
        </w:tc>
        <w:tc>
          <w:tcPr>
            <w:tcW w:w="2434" w:type="dxa"/>
          </w:tcPr>
          <w:p w:rsidR="00EF5DFC" w:rsidRPr="00534145" w:rsidRDefault="00EF5DFC" w:rsidP="00FC1985">
            <w:pPr>
              <w:spacing w:after="0" w:line="240" w:lineRule="auto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1/1</w:t>
            </w:r>
          </w:p>
        </w:tc>
        <w:tc>
          <w:tcPr>
            <w:tcW w:w="2268" w:type="dxa"/>
          </w:tcPr>
          <w:p w:rsidR="00EF5DFC" w:rsidRPr="00534145" w:rsidRDefault="00EF5DFC" w:rsidP="00FC1985">
            <w:pPr>
              <w:spacing w:after="0" w:line="240" w:lineRule="auto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66%</w:t>
            </w:r>
          </w:p>
        </w:tc>
      </w:tr>
      <w:tr w:rsidR="00EF5DFC" w:rsidRPr="00534145" w:rsidTr="00FC1985">
        <w:tc>
          <w:tcPr>
            <w:tcW w:w="1955" w:type="dxa"/>
          </w:tcPr>
          <w:p w:rsidR="00EF5DFC" w:rsidRPr="00534145" w:rsidRDefault="00EF5DFC" w:rsidP="00FC1985">
            <w:pPr>
              <w:spacing w:after="0" w:line="240" w:lineRule="auto"/>
              <w:rPr>
                <w:rFonts w:ascii="Verdana" w:hAnsi="Verdana"/>
                <w:sz w:val="20"/>
              </w:rPr>
            </w:pPr>
            <w:r w:rsidRPr="00534145">
              <w:rPr>
                <w:rFonts w:ascii="Verdana" w:hAnsi="Verdana"/>
                <w:sz w:val="20"/>
              </w:rPr>
              <w:t>3^ B</w:t>
            </w:r>
          </w:p>
        </w:tc>
        <w:tc>
          <w:tcPr>
            <w:tcW w:w="2016" w:type="dxa"/>
          </w:tcPr>
          <w:p w:rsidR="00EF5DFC" w:rsidRPr="00534145" w:rsidRDefault="00EF5DFC" w:rsidP="00FC1985">
            <w:pPr>
              <w:spacing w:after="0" w:line="240" w:lineRule="auto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SI</w:t>
            </w:r>
          </w:p>
        </w:tc>
        <w:tc>
          <w:tcPr>
            <w:tcW w:w="2434" w:type="dxa"/>
          </w:tcPr>
          <w:p w:rsidR="00EF5DFC" w:rsidRPr="00534145" w:rsidRDefault="00EF5DFC" w:rsidP="00FC1985">
            <w:pPr>
              <w:spacing w:after="0" w:line="240" w:lineRule="auto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1/1</w:t>
            </w:r>
          </w:p>
        </w:tc>
        <w:tc>
          <w:tcPr>
            <w:tcW w:w="2268" w:type="dxa"/>
          </w:tcPr>
          <w:p w:rsidR="00EF5DFC" w:rsidRPr="00534145" w:rsidRDefault="00EF5DFC" w:rsidP="00FC1985">
            <w:pPr>
              <w:spacing w:after="0" w:line="240" w:lineRule="auto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54%</w:t>
            </w:r>
          </w:p>
        </w:tc>
      </w:tr>
      <w:tr w:rsidR="00EF5DFC" w:rsidRPr="00534145" w:rsidTr="00FC1985">
        <w:tc>
          <w:tcPr>
            <w:tcW w:w="1955" w:type="dxa"/>
          </w:tcPr>
          <w:p w:rsidR="00EF5DFC" w:rsidRPr="00534145" w:rsidRDefault="00EF5DFC" w:rsidP="00FC1985">
            <w:pPr>
              <w:spacing w:after="0" w:line="240" w:lineRule="auto"/>
              <w:rPr>
                <w:rFonts w:ascii="Verdana" w:hAnsi="Verdana"/>
                <w:sz w:val="20"/>
              </w:rPr>
            </w:pPr>
            <w:r w:rsidRPr="00534145">
              <w:rPr>
                <w:rFonts w:ascii="Verdana" w:hAnsi="Verdana"/>
                <w:sz w:val="20"/>
              </w:rPr>
              <w:t>3^ C</w:t>
            </w:r>
          </w:p>
        </w:tc>
        <w:tc>
          <w:tcPr>
            <w:tcW w:w="2016" w:type="dxa"/>
          </w:tcPr>
          <w:p w:rsidR="00EF5DFC" w:rsidRPr="00534145" w:rsidRDefault="00EF5DFC" w:rsidP="00FC1985">
            <w:pPr>
              <w:spacing w:after="0" w:line="240" w:lineRule="auto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SI</w:t>
            </w:r>
          </w:p>
        </w:tc>
        <w:tc>
          <w:tcPr>
            <w:tcW w:w="2434" w:type="dxa"/>
          </w:tcPr>
          <w:p w:rsidR="00EF5DFC" w:rsidRPr="00534145" w:rsidRDefault="00EF5DFC" w:rsidP="00FC1985">
            <w:pPr>
              <w:spacing w:after="0" w:line="240" w:lineRule="auto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1/1</w:t>
            </w:r>
          </w:p>
        </w:tc>
        <w:tc>
          <w:tcPr>
            <w:tcW w:w="2268" w:type="dxa"/>
          </w:tcPr>
          <w:p w:rsidR="00EF5DFC" w:rsidRPr="00534145" w:rsidRDefault="00EF5DFC" w:rsidP="00FC1985">
            <w:pPr>
              <w:spacing w:after="0" w:line="240" w:lineRule="auto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40%</w:t>
            </w:r>
          </w:p>
        </w:tc>
      </w:tr>
      <w:tr w:rsidR="00EF5DFC" w:rsidRPr="00534145" w:rsidTr="00FC1985">
        <w:tc>
          <w:tcPr>
            <w:tcW w:w="1955" w:type="dxa"/>
          </w:tcPr>
          <w:p w:rsidR="00EF5DFC" w:rsidRPr="00534145" w:rsidRDefault="00EF5DFC" w:rsidP="00FC1985">
            <w:pPr>
              <w:spacing w:after="0" w:line="240" w:lineRule="auto"/>
              <w:rPr>
                <w:rFonts w:ascii="Verdana" w:hAnsi="Verdana"/>
                <w:sz w:val="20"/>
              </w:rPr>
            </w:pPr>
            <w:r w:rsidRPr="00534145">
              <w:rPr>
                <w:rFonts w:ascii="Verdana" w:hAnsi="Verdana"/>
                <w:sz w:val="20"/>
              </w:rPr>
              <w:t>3^ D</w:t>
            </w:r>
          </w:p>
        </w:tc>
        <w:tc>
          <w:tcPr>
            <w:tcW w:w="2016" w:type="dxa"/>
          </w:tcPr>
          <w:p w:rsidR="00EF5DFC" w:rsidRPr="00534145" w:rsidRDefault="00EF5DFC" w:rsidP="00FC1985">
            <w:pPr>
              <w:spacing w:after="0" w:line="240" w:lineRule="auto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SI</w:t>
            </w:r>
          </w:p>
        </w:tc>
        <w:tc>
          <w:tcPr>
            <w:tcW w:w="2434" w:type="dxa"/>
          </w:tcPr>
          <w:p w:rsidR="00EF5DFC" w:rsidRPr="00534145" w:rsidRDefault="00EF5DFC" w:rsidP="00FC1985">
            <w:pPr>
              <w:spacing w:after="0" w:line="240" w:lineRule="auto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1/1</w:t>
            </w:r>
          </w:p>
        </w:tc>
        <w:tc>
          <w:tcPr>
            <w:tcW w:w="2268" w:type="dxa"/>
          </w:tcPr>
          <w:p w:rsidR="00EF5DFC" w:rsidRPr="00534145" w:rsidRDefault="00EF5DFC" w:rsidP="00FC1985">
            <w:pPr>
              <w:spacing w:after="0" w:line="240" w:lineRule="auto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62%</w:t>
            </w:r>
          </w:p>
        </w:tc>
      </w:tr>
      <w:tr w:rsidR="00EF5DFC" w:rsidRPr="00534145" w:rsidTr="00FC1985">
        <w:tc>
          <w:tcPr>
            <w:tcW w:w="1955" w:type="dxa"/>
          </w:tcPr>
          <w:p w:rsidR="00EF5DFC" w:rsidRPr="00534145" w:rsidRDefault="00EF5DFC" w:rsidP="00FC1985">
            <w:pPr>
              <w:spacing w:after="0" w:line="240" w:lineRule="auto"/>
              <w:rPr>
                <w:rFonts w:ascii="Verdana" w:hAnsi="Verdana"/>
                <w:sz w:val="20"/>
              </w:rPr>
            </w:pPr>
            <w:r w:rsidRPr="00534145">
              <w:rPr>
                <w:rFonts w:ascii="Verdana" w:hAnsi="Verdana"/>
                <w:sz w:val="20"/>
              </w:rPr>
              <w:t>3^ E</w:t>
            </w:r>
          </w:p>
        </w:tc>
        <w:tc>
          <w:tcPr>
            <w:tcW w:w="2016" w:type="dxa"/>
          </w:tcPr>
          <w:p w:rsidR="00EF5DFC" w:rsidRPr="00534145" w:rsidRDefault="00EF5DFC" w:rsidP="00FC1985">
            <w:pPr>
              <w:spacing w:after="0" w:line="240" w:lineRule="auto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SI</w:t>
            </w:r>
          </w:p>
        </w:tc>
        <w:tc>
          <w:tcPr>
            <w:tcW w:w="2434" w:type="dxa"/>
          </w:tcPr>
          <w:p w:rsidR="00EF5DFC" w:rsidRPr="00534145" w:rsidRDefault="00EF5DFC" w:rsidP="00FC1985">
            <w:pPr>
              <w:spacing w:after="0" w:line="240" w:lineRule="auto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1/1</w:t>
            </w:r>
          </w:p>
        </w:tc>
        <w:tc>
          <w:tcPr>
            <w:tcW w:w="2268" w:type="dxa"/>
          </w:tcPr>
          <w:p w:rsidR="00EF5DFC" w:rsidRPr="00534145" w:rsidRDefault="00EF5DFC" w:rsidP="00FC1985">
            <w:pPr>
              <w:spacing w:after="0" w:line="240" w:lineRule="auto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88%</w:t>
            </w:r>
          </w:p>
        </w:tc>
      </w:tr>
      <w:tr w:rsidR="00EF5DFC" w:rsidRPr="00534145" w:rsidTr="00FC1985">
        <w:tc>
          <w:tcPr>
            <w:tcW w:w="1955" w:type="dxa"/>
          </w:tcPr>
          <w:p w:rsidR="00EF5DFC" w:rsidRPr="00534145" w:rsidRDefault="00EF5DFC" w:rsidP="00FC1985">
            <w:pPr>
              <w:spacing w:after="0" w:line="240" w:lineRule="auto"/>
              <w:rPr>
                <w:rFonts w:ascii="Verdana" w:hAnsi="Verdana"/>
                <w:sz w:val="20"/>
              </w:rPr>
            </w:pPr>
            <w:r w:rsidRPr="00534145">
              <w:rPr>
                <w:rFonts w:ascii="Verdana" w:hAnsi="Verdana"/>
                <w:sz w:val="20"/>
              </w:rPr>
              <w:t>4^ A</w:t>
            </w:r>
          </w:p>
        </w:tc>
        <w:tc>
          <w:tcPr>
            <w:tcW w:w="2016" w:type="dxa"/>
          </w:tcPr>
          <w:p w:rsidR="00EF5DFC" w:rsidRPr="00534145" w:rsidRDefault="00EF5DFC" w:rsidP="00FC1985">
            <w:pPr>
              <w:spacing w:after="0" w:line="240" w:lineRule="auto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SI</w:t>
            </w:r>
          </w:p>
        </w:tc>
        <w:tc>
          <w:tcPr>
            <w:tcW w:w="2434" w:type="dxa"/>
          </w:tcPr>
          <w:p w:rsidR="00EF5DFC" w:rsidRPr="00534145" w:rsidRDefault="00EF5DFC" w:rsidP="00FC1985">
            <w:pPr>
              <w:spacing w:after="0" w:line="240" w:lineRule="auto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4/4</w:t>
            </w:r>
          </w:p>
        </w:tc>
        <w:tc>
          <w:tcPr>
            <w:tcW w:w="2268" w:type="dxa"/>
          </w:tcPr>
          <w:p w:rsidR="00EF5DFC" w:rsidRPr="00534145" w:rsidRDefault="00EF5DFC" w:rsidP="00FC1985">
            <w:pPr>
              <w:spacing w:after="0" w:line="240" w:lineRule="auto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88%</w:t>
            </w:r>
          </w:p>
        </w:tc>
      </w:tr>
      <w:tr w:rsidR="00EF5DFC" w:rsidRPr="00534145" w:rsidTr="00FC1985">
        <w:tc>
          <w:tcPr>
            <w:tcW w:w="1955" w:type="dxa"/>
          </w:tcPr>
          <w:p w:rsidR="00EF5DFC" w:rsidRPr="00534145" w:rsidRDefault="00EF5DFC" w:rsidP="00FC1985">
            <w:pPr>
              <w:spacing w:after="0" w:line="240" w:lineRule="auto"/>
              <w:rPr>
                <w:rFonts w:ascii="Verdana" w:hAnsi="Verdana"/>
                <w:sz w:val="20"/>
              </w:rPr>
            </w:pPr>
            <w:r w:rsidRPr="00534145">
              <w:rPr>
                <w:rFonts w:ascii="Verdana" w:hAnsi="Verdana"/>
                <w:sz w:val="20"/>
              </w:rPr>
              <w:t>4^ B</w:t>
            </w:r>
          </w:p>
        </w:tc>
        <w:tc>
          <w:tcPr>
            <w:tcW w:w="2016" w:type="dxa"/>
          </w:tcPr>
          <w:p w:rsidR="00EF5DFC" w:rsidRPr="00534145" w:rsidRDefault="00EF5DFC" w:rsidP="00FC1985">
            <w:pPr>
              <w:spacing w:after="0" w:line="240" w:lineRule="auto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SI</w:t>
            </w:r>
          </w:p>
        </w:tc>
        <w:tc>
          <w:tcPr>
            <w:tcW w:w="2434" w:type="dxa"/>
          </w:tcPr>
          <w:p w:rsidR="00EF5DFC" w:rsidRPr="00534145" w:rsidRDefault="00EF5DFC" w:rsidP="00FC1985">
            <w:pPr>
              <w:spacing w:after="0" w:line="240" w:lineRule="auto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4/4</w:t>
            </w:r>
          </w:p>
        </w:tc>
        <w:tc>
          <w:tcPr>
            <w:tcW w:w="2268" w:type="dxa"/>
          </w:tcPr>
          <w:p w:rsidR="00EF5DFC" w:rsidRPr="00534145" w:rsidRDefault="00EF5DFC" w:rsidP="00FC1985">
            <w:pPr>
              <w:spacing w:after="0" w:line="240" w:lineRule="auto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96%</w:t>
            </w:r>
          </w:p>
        </w:tc>
      </w:tr>
      <w:tr w:rsidR="00EF5DFC" w:rsidRPr="00534145" w:rsidTr="00FC1985">
        <w:tc>
          <w:tcPr>
            <w:tcW w:w="1955" w:type="dxa"/>
          </w:tcPr>
          <w:p w:rsidR="00EF5DFC" w:rsidRPr="00534145" w:rsidRDefault="00EF5DFC" w:rsidP="00FC1985">
            <w:pPr>
              <w:spacing w:after="0" w:line="240" w:lineRule="auto"/>
              <w:rPr>
                <w:rFonts w:ascii="Verdana" w:hAnsi="Verdana"/>
                <w:sz w:val="20"/>
              </w:rPr>
            </w:pPr>
            <w:r w:rsidRPr="00534145">
              <w:rPr>
                <w:rFonts w:ascii="Verdana" w:hAnsi="Verdana"/>
                <w:sz w:val="20"/>
              </w:rPr>
              <w:t>4^ C</w:t>
            </w:r>
          </w:p>
        </w:tc>
        <w:tc>
          <w:tcPr>
            <w:tcW w:w="2016" w:type="dxa"/>
          </w:tcPr>
          <w:p w:rsidR="00EF5DFC" w:rsidRPr="00534145" w:rsidRDefault="00EF5DFC" w:rsidP="00FC1985">
            <w:pPr>
              <w:spacing w:after="0" w:line="240" w:lineRule="auto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SI</w:t>
            </w:r>
          </w:p>
        </w:tc>
        <w:tc>
          <w:tcPr>
            <w:tcW w:w="2434" w:type="dxa"/>
          </w:tcPr>
          <w:p w:rsidR="00EF5DFC" w:rsidRPr="00534145" w:rsidRDefault="00EF5DFC" w:rsidP="00FC1985">
            <w:pPr>
              <w:spacing w:after="0" w:line="240" w:lineRule="auto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4/4</w:t>
            </w:r>
          </w:p>
        </w:tc>
        <w:tc>
          <w:tcPr>
            <w:tcW w:w="2268" w:type="dxa"/>
          </w:tcPr>
          <w:p w:rsidR="00EF5DFC" w:rsidRPr="00534145" w:rsidRDefault="00EF5DFC" w:rsidP="00FC1985">
            <w:pPr>
              <w:spacing w:after="0" w:line="240" w:lineRule="auto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90%</w:t>
            </w:r>
          </w:p>
        </w:tc>
      </w:tr>
      <w:tr w:rsidR="00EF5DFC" w:rsidRPr="00534145" w:rsidTr="00FC1985">
        <w:tc>
          <w:tcPr>
            <w:tcW w:w="1955" w:type="dxa"/>
          </w:tcPr>
          <w:p w:rsidR="00EF5DFC" w:rsidRPr="00534145" w:rsidRDefault="00EF5DFC" w:rsidP="00FC1985">
            <w:pPr>
              <w:spacing w:after="0" w:line="240" w:lineRule="auto"/>
              <w:rPr>
                <w:rFonts w:ascii="Verdana" w:hAnsi="Verdana"/>
                <w:sz w:val="20"/>
              </w:rPr>
            </w:pPr>
            <w:r w:rsidRPr="00534145">
              <w:rPr>
                <w:rFonts w:ascii="Verdana" w:hAnsi="Verdana"/>
                <w:sz w:val="20"/>
              </w:rPr>
              <w:t>4^ D</w:t>
            </w:r>
          </w:p>
        </w:tc>
        <w:tc>
          <w:tcPr>
            <w:tcW w:w="2016" w:type="dxa"/>
          </w:tcPr>
          <w:p w:rsidR="00EF5DFC" w:rsidRPr="00534145" w:rsidRDefault="00EF5DFC" w:rsidP="00FC1985">
            <w:pPr>
              <w:spacing w:after="0" w:line="240" w:lineRule="auto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SI</w:t>
            </w:r>
          </w:p>
        </w:tc>
        <w:tc>
          <w:tcPr>
            <w:tcW w:w="2434" w:type="dxa"/>
          </w:tcPr>
          <w:p w:rsidR="00EF5DFC" w:rsidRPr="00534145" w:rsidRDefault="00EF5DFC" w:rsidP="00FC1985">
            <w:pPr>
              <w:spacing w:after="0" w:line="240" w:lineRule="auto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4/4</w:t>
            </w:r>
          </w:p>
        </w:tc>
        <w:tc>
          <w:tcPr>
            <w:tcW w:w="2268" w:type="dxa"/>
          </w:tcPr>
          <w:p w:rsidR="00EF5DFC" w:rsidRPr="00534145" w:rsidRDefault="00EF5DFC" w:rsidP="00FC1985">
            <w:pPr>
              <w:spacing w:after="0" w:line="240" w:lineRule="auto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100%</w:t>
            </w:r>
          </w:p>
        </w:tc>
      </w:tr>
      <w:tr w:rsidR="00EF5DFC" w:rsidRPr="00534145" w:rsidTr="00FC1985">
        <w:tc>
          <w:tcPr>
            <w:tcW w:w="1955" w:type="dxa"/>
          </w:tcPr>
          <w:p w:rsidR="00EF5DFC" w:rsidRPr="00534145" w:rsidRDefault="00EF5DFC" w:rsidP="00FC1985">
            <w:pPr>
              <w:spacing w:after="0" w:line="240" w:lineRule="auto"/>
              <w:rPr>
                <w:rFonts w:ascii="Verdana" w:hAnsi="Verdana"/>
                <w:sz w:val="20"/>
              </w:rPr>
            </w:pPr>
            <w:r w:rsidRPr="00534145">
              <w:rPr>
                <w:rFonts w:ascii="Verdana" w:hAnsi="Verdana"/>
                <w:sz w:val="20"/>
              </w:rPr>
              <w:t>4^ E</w:t>
            </w:r>
          </w:p>
        </w:tc>
        <w:tc>
          <w:tcPr>
            <w:tcW w:w="2016" w:type="dxa"/>
          </w:tcPr>
          <w:p w:rsidR="00EF5DFC" w:rsidRPr="00534145" w:rsidRDefault="00EF5DFC" w:rsidP="00FC1985">
            <w:pPr>
              <w:spacing w:after="0" w:line="240" w:lineRule="auto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SI</w:t>
            </w:r>
          </w:p>
        </w:tc>
        <w:tc>
          <w:tcPr>
            <w:tcW w:w="2434" w:type="dxa"/>
          </w:tcPr>
          <w:p w:rsidR="00EF5DFC" w:rsidRPr="00534145" w:rsidRDefault="00EF5DFC" w:rsidP="00FC1985">
            <w:pPr>
              <w:spacing w:after="0" w:line="240" w:lineRule="auto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4/4</w:t>
            </w:r>
          </w:p>
        </w:tc>
        <w:tc>
          <w:tcPr>
            <w:tcW w:w="2268" w:type="dxa"/>
          </w:tcPr>
          <w:p w:rsidR="00EF5DFC" w:rsidRPr="00534145" w:rsidRDefault="00EF5DFC" w:rsidP="00FC1985">
            <w:pPr>
              <w:spacing w:after="0" w:line="240" w:lineRule="auto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95%</w:t>
            </w:r>
          </w:p>
        </w:tc>
      </w:tr>
      <w:tr w:rsidR="00EF5DFC" w:rsidRPr="00534145" w:rsidTr="00FC1985">
        <w:tc>
          <w:tcPr>
            <w:tcW w:w="1955" w:type="dxa"/>
          </w:tcPr>
          <w:p w:rsidR="00EF5DFC" w:rsidRPr="00534145" w:rsidRDefault="00EF5DFC" w:rsidP="00FC1985">
            <w:pPr>
              <w:spacing w:after="0" w:line="240" w:lineRule="auto"/>
              <w:rPr>
                <w:rFonts w:ascii="Verdana" w:hAnsi="Verdana"/>
                <w:sz w:val="20"/>
              </w:rPr>
            </w:pPr>
            <w:r w:rsidRPr="00534145">
              <w:rPr>
                <w:rFonts w:ascii="Verdana" w:hAnsi="Verdana"/>
                <w:sz w:val="20"/>
              </w:rPr>
              <w:t>5^A</w:t>
            </w:r>
          </w:p>
        </w:tc>
        <w:tc>
          <w:tcPr>
            <w:tcW w:w="2016" w:type="dxa"/>
          </w:tcPr>
          <w:p w:rsidR="00EF5DFC" w:rsidRPr="00534145" w:rsidRDefault="00EF5DFC" w:rsidP="00FC1985">
            <w:pPr>
              <w:spacing w:after="0" w:line="240" w:lineRule="auto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SI</w:t>
            </w:r>
          </w:p>
        </w:tc>
        <w:tc>
          <w:tcPr>
            <w:tcW w:w="2434" w:type="dxa"/>
          </w:tcPr>
          <w:p w:rsidR="00EF5DFC" w:rsidRPr="00534145" w:rsidRDefault="00EF5DFC" w:rsidP="00FC1985">
            <w:pPr>
              <w:spacing w:after="0" w:line="240" w:lineRule="auto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4/4</w:t>
            </w:r>
          </w:p>
        </w:tc>
        <w:tc>
          <w:tcPr>
            <w:tcW w:w="2268" w:type="dxa"/>
          </w:tcPr>
          <w:p w:rsidR="00EF5DFC" w:rsidRPr="00534145" w:rsidRDefault="00EF5DFC" w:rsidP="00FC1985">
            <w:pPr>
              <w:spacing w:after="0" w:line="240" w:lineRule="auto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80%</w:t>
            </w:r>
          </w:p>
        </w:tc>
      </w:tr>
      <w:tr w:rsidR="00EF5DFC" w:rsidRPr="00534145" w:rsidTr="00FC1985">
        <w:tc>
          <w:tcPr>
            <w:tcW w:w="1955" w:type="dxa"/>
          </w:tcPr>
          <w:p w:rsidR="00EF5DFC" w:rsidRPr="00534145" w:rsidRDefault="00EF5DFC" w:rsidP="00FC1985">
            <w:pPr>
              <w:spacing w:after="0" w:line="240" w:lineRule="auto"/>
              <w:rPr>
                <w:rFonts w:ascii="Verdana" w:hAnsi="Verdana"/>
                <w:sz w:val="20"/>
              </w:rPr>
            </w:pPr>
            <w:r w:rsidRPr="00534145">
              <w:rPr>
                <w:rFonts w:ascii="Verdana" w:hAnsi="Verdana"/>
                <w:sz w:val="20"/>
              </w:rPr>
              <w:t>5^ B</w:t>
            </w:r>
          </w:p>
        </w:tc>
        <w:tc>
          <w:tcPr>
            <w:tcW w:w="2016" w:type="dxa"/>
          </w:tcPr>
          <w:p w:rsidR="00EF5DFC" w:rsidRPr="00534145" w:rsidRDefault="00EF5DFC" w:rsidP="00FC1985">
            <w:pPr>
              <w:spacing w:after="0" w:line="240" w:lineRule="auto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SI</w:t>
            </w:r>
          </w:p>
        </w:tc>
        <w:tc>
          <w:tcPr>
            <w:tcW w:w="2434" w:type="dxa"/>
          </w:tcPr>
          <w:p w:rsidR="00EF5DFC" w:rsidRPr="00534145" w:rsidRDefault="00EF5DFC" w:rsidP="00FC1985">
            <w:pPr>
              <w:spacing w:after="0" w:line="240" w:lineRule="auto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4/4</w:t>
            </w:r>
          </w:p>
        </w:tc>
        <w:tc>
          <w:tcPr>
            <w:tcW w:w="2268" w:type="dxa"/>
          </w:tcPr>
          <w:p w:rsidR="00EF5DFC" w:rsidRPr="00534145" w:rsidRDefault="00EF5DFC" w:rsidP="00FC1985">
            <w:pPr>
              <w:spacing w:after="0" w:line="240" w:lineRule="auto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80%</w:t>
            </w:r>
          </w:p>
        </w:tc>
      </w:tr>
      <w:tr w:rsidR="00EF5DFC" w:rsidRPr="00534145" w:rsidTr="00FC1985">
        <w:tc>
          <w:tcPr>
            <w:tcW w:w="1955" w:type="dxa"/>
          </w:tcPr>
          <w:p w:rsidR="00EF5DFC" w:rsidRPr="00534145" w:rsidRDefault="00EF5DFC" w:rsidP="00FC1985">
            <w:pPr>
              <w:spacing w:after="0" w:line="240" w:lineRule="auto"/>
              <w:rPr>
                <w:rFonts w:ascii="Verdana" w:hAnsi="Verdana"/>
                <w:sz w:val="20"/>
              </w:rPr>
            </w:pPr>
            <w:r w:rsidRPr="00534145">
              <w:rPr>
                <w:rFonts w:ascii="Verdana" w:hAnsi="Verdana"/>
                <w:sz w:val="20"/>
              </w:rPr>
              <w:t>5^ C</w:t>
            </w:r>
          </w:p>
        </w:tc>
        <w:tc>
          <w:tcPr>
            <w:tcW w:w="2016" w:type="dxa"/>
          </w:tcPr>
          <w:p w:rsidR="00EF5DFC" w:rsidRPr="00534145" w:rsidRDefault="00EF5DFC" w:rsidP="00FC1985">
            <w:pPr>
              <w:spacing w:after="0" w:line="240" w:lineRule="auto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SI</w:t>
            </w:r>
          </w:p>
        </w:tc>
        <w:tc>
          <w:tcPr>
            <w:tcW w:w="2434" w:type="dxa"/>
          </w:tcPr>
          <w:p w:rsidR="00EF5DFC" w:rsidRPr="00534145" w:rsidRDefault="00EF5DFC" w:rsidP="00FC1985">
            <w:pPr>
              <w:spacing w:after="0" w:line="240" w:lineRule="auto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4/4</w:t>
            </w:r>
          </w:p>
        </w:tc>
        <w:tc>
          <w:tcPr>
            <w:tcW w:w="2268" w:type="dxa"/>
          </w:tcPr>
          <w:p w:rsidR="00EF5DFC" w:rsidRPr="00534145" w:rsidRDefault="00EF5DFC" w:rsidP="00FC1985">
            <w:pPr>
              <w:spacing w:after="0" w:line="240" w:lineRule="auto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88%</w:t>
            </w:r>
          </w:p>
        </w:tc>
      </w:tr>
      <w:tr w:rsidR="00EF5DFC" w:rsidRPr="00534145" w:rsidTr="00FC1985">
        <w:tc>
          <w:tcPr>
            <w:tcW w:w="1955" w:type="dxa"/>
          </w:tcPr>
          <w:p w:rsidR="00EF5DFC" w:rsidRPr="00534145" w:rsidRDefault="00EF5DFC" w:rsidP="00FC1985">
            <w:pPr>
              <w:spacing w:after="0" w:line="240" w:lineRule="auto"/>
              <w:rPr>
                <w:rFonts w:ascii="Verdana" w:hAnsi="Verdana"/>
                <w:sz w:val="20"/>
              </w:rPr>
            </w:pPr>
            <w:r w:rsidRPr="00534145">
              <w:rPr>
                <w:rFonts w:ascii="Verdana" w:hAnsi="Verdana"/>
                <w:sz w:val="20"/>
              </w:rPr>
              <w:t>5^ D</w:t>
            </w:r>
          </w:p>
        </w:tc>
        <w:tc>
          <w:tcPr>
            <w:tcW w:w="2016" w:type="dxa"/>
          </w:tcPr>
          <w:p w:rsidR="00EF5DFC" w:rsidRPr="00534145" w:rsidRDefault="00EF5DFC" w:rsidP="00FC1985">
            <w:pPr>
              <w:spacing w:after="0" w:line="240" w:lineRule="auto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SI</w:t>
            </w:r>
          </w:p>
        </w:tc>
        <w:tc>
          <w:tcPr>
            <w:tcW w:w="2434" w:type="dxa"/>
          </w:tcPr>
          <w:p w:rsidR="00EF5DFC" w:rsidRPr="00534145" w:rsidRDefault="00EF5DFC" w:rsidP="00FC1985">
            <w:pPr>
              <w:spacing w:after="0" w:line="240" w:lineRule="auto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4/4</w:t>
            </w:r>
          </w:p>
        </w:tc>
        <w:tc>
          <w:tcPr>
            <w:tcW w:w="2268" w:type="dxa"/>
          </w:tcPr>
          <w:p w:rsidR="00EF5DFC" w:rsidRPr="00534145" w:rsidRDefault="00EF5DFC" w:rsidP="00FC1985">
            <w:pPr>
              <w:spacing w:after="0" w:line="240" w:lineRule="auto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94%</w:t>
            </w:r>
          </w:p>
        </w:tc>
      </w:tr>
      <w:tr w:rsidR="00EF5DFC" w:rsidRPr="00534145" w:rsidTr="00FC1985">
        <w:tc>
          <w:tcPr>
            <w:tcW w:w="1955" w:type="dxa"/>
          </w:tcPr>
          <w:p w:rsidR="00EF5DFC" w:rsidRPr="00534145" w:rsidRDefault="00EF5DFC" w:rsidP="00FC1985">
            <w:pPr>
              <w:spacing w:after="0" w:line="240" w:lineRule="auto"/>
              <w:rPr>
                <w:rFonts w:ascii="Verdana" w:hAnsi="Verdana"/>
                <w:sz w:val="20"/>
              </w:rPr>
            </w:pPr>
            <w:r w:rsidRPr="00534145">
              <w:rPr>
                <w:rFonts w:ascii="Verdana" w:hAnsi="Verdana"/>
                <w:sz w:val="20"/>
              </w:rPr>
              <w:t>5^ E</w:t>
            </w:r>
          </w:p>
        </w:tc>
        <w:tc>
          <w:tcPr>
            <w:tcW w:w="2016" w:type="dxa"/>
          </w:tcPr>
          <w:p w:rsidR="00EF5DFC" w:rsidRPr="00534145" w:rsidRDefault="00EF5DFC" w:rsidP="00FC1985">
            <w:pPr>
              <w:spacing w:after="0" w:line="240" w:lineRule="auto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SI</w:t>
            </w:r>
          </w:p>
        </w:tc>
        <w:tc>
          <w:tcPr>
            <w:tcW w:w="2434" w:type="dxa"/>
          </w:tcPr>
          <w:p w:rsidR="00EF5DFC" w:rsidRPr="00534145" w:rsidRDefault="00EF5DFC" w:rsidP="00FC1985">
            <w:pPr>
              <w:spacing w:after="0" w:line="240" w:lineRule="auto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4/4</w:t>
            </w:r>
          </w:p>
        </w:tc>
        <w:tc>
          <w:tcPr>
            <w:tcW w:w="2268" w:type="dxa"/>
          </w:tcPr>
          <w:p w:rsidR="00EF5DFC" w:rsidRPr="00534145" w:rsidRDefault="00EF5DFC" w:rsidP="00FC1985">
            <w:pPr>
              <w:spacing w:after="0" w:line="240" w:lineRule="auto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88%</w:t>
            </w:r>
          </w:p>
        </w:tc>
      </w:tr>
      <w:tr w:rsidR="00EF5DFC" w:rsidRPr="00534145" w:rsidTr="00FC1985">
        <w:tc>
          <w:tcPr>
            <w:tcW w:w="1955" w:type="dxa"/>
          </w:tcPr>
          <w:p w:rsidR="00EF5DFC" w:rsidRPr="00534145" w:rsidRDefault="00EF5DFC" w:rsidP="00FC1985">
            <w:pPr>
              <w:spacing w:after="0" w:line="240" w:lineRule="auto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5^ F</w:t>
            </w:r>
          </w:p>
        </w:tc>
        <w:tc>
          <w:tcPr>
            <w:tcW w:w="2016" w:type="dxa"/>
          </w:tcPr>
          <w:p w:rsidR="00EF5DFC" w:rsidRPr="00534145" w:rsidRDefault="00EF5DFC" w:rsidP="00FC1985">
            <w:pPr>
              <w:spacing w:after="0" w:line="240" w:lineRule="auto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SI</w:t>
            </w:r>
          </w:p>
        </w:tc>
        <w:tc>
          <w:tcPr>
            <w:tcW w:w="2434" w:type="dxa"/>
          </w:tcPr>
          <w:p w:rsidR="00EF5DFC" w:rsidRPr="00534145" w:rsidRDefault="00EF5DFC" w:rsidP="00FC1985">
            <w:pPr>
              <w:spacing w:after="0" w:line="240" w:lineRule="auto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4/4</w:t>
            </w:r>
          </w:p>
        </w:tc>
        <w:tc>
          <w:tcPr>
            <w:tcW w:w="2268" w:type="dxa"/>
          </w:tcPr>
          <w:p w:rsidR="00EF5DFC" w:rsidRPr="00534145" w:rsidRDefault="00EF5DFC" w:rsidP="00FC1985">
            <w:pPr>
              <w:spacing w:after="0" w:line="240" w:lineRule="auto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88%</w:t>
            </w:r>
            <w:bookmarkStart w:id="0" w:name="_GoBack"/>
            <w:bookmarkEnd w:id="0"/>
          </w:p>
        </w:tc>
      </w:tr>
    </w:tbl>
    <w:p w:rsidR="00EF5DFC" w:rsidRPr="00534145" w:rsidRDefault="00EF5DFC" w:rsidP="00520028">
      <w:pPr>
        <w:rPr>
          <w:rFonts w:ascii="Verdana" w:hAnsi="Verdana"/>
          <w:sz w:val="20"/>
        </w:rPr>
      </w:pPr>
    </w:p>
    <w:sectPr w:rsidR="00EF5DFC" w:rsidRPr="00534145" w:rsidSect="001E72DE">
      <w:pgSz w:w="11906" w:h="16838"/>
      <w:pgMar w:top="993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C46A6"/>
    <w:rsid w:val="001002FE"/>
    <w:rsid w:val="001E72DE"/>
    <w:rsid w:val="001F7F2D"/>
    <w:rsid w:val="00202BBB"/>
    <w:rsid w:val="00246207"/>
    <w:rsid w:val="00250742"/>
    <w:rsid w:val="002B3521"/>
    <w:rsid w:val="00314185"/>
    <w:rsid w:val="003A073C"/>
    <w:rsid w:val="003B7D98"/>
    <w:rsid w:val="00447012"/>
    <w:rsid w:val="004557D8"/>
    <w:rsid w:val="0045715D"/>
    <w:rsid w:val="0047659D"/>
    <w:rsid w:val="004D7A0E"/>
    <w:rsid w:val="00520028"/>
    <w:rsid w:val="00534145"/>
    <w:rsid w:val="005F1834"/>
    <w:rsid w:val="00684707"/>
    <w:rsid w:val="0070391B"/>
    <w:rsid w:val="007F34A3"/>
    <w:rsid w:val="00882D4E"/>
    <w:rsid w:val="008B76B9"/>
    <w:rsid w:val="00913F1E"/>
    <w:rsid w:val="00915408"/>
    <w:rsid w:val="009329CA"/>
    <w:rsid w:val="00963DFE"/>
    <w:rsid w:val="00970FC1"/>
    <w:rsid w:val="00972BCF"/>
    <w:rsid w:val="009A2DEE"/>
    <w:rsid w:val="009A43C0"/>
    <w:rsid w:val="009B7CEA"/>
    <w:rsid w:val="009C59EB"/>
    <w:rsid w:val="009C738C"/>
    <w:rsid w:val="009D7C4A"/>
    <w:rsid w:val="00A35D62"/>
    <w:rsid w:val="00A77E42"/>
    <w:rsid w:val="00AC46A6"/>
    <w:rsid w:val="00B97716"/>
    <w:rsid w:val="00BE2804"/>
    <w:rsid w:val="00C11A2D"/>
    <w:rsid w:val="00C17851"/>
    <w:rsid w:val="00CA48B8"/>
    <w:rsid w:val="00CB0EDB"/>
    <w:rsid w:val="00CB14C6"/>
    <w:rsid w:val="00CE4C0F"/>
    <w:rsid w:val="00D913BC"/>
    <w:rsid w:val="00E04335"/>
    <w:rsid w:val="00E840DB"/>
    <w:rsid w:val="00EF5DFC"/>
    <w:rsid w:val="00F26C18"/>
    <w:rsid w:val="00FB5207"/>
    <w:rsid w:val="00FC19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48B8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AC46A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31</TotalTime>
  <Pages>3</Pages>
  <Words>500</Words>
  <Characters>2856</Characters>
  <Application>Microsoft Office Outlook</Application>
  <DocSecurity>0</DocSecurity>
  <Lines>0</Lines>
  <Paragraphs>0</Paragraphs>
  <ScaleCrop>false</ScaleCrop>
  <Company>Hewlett-Packard Company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Scuola primaria di BAGNOLO SAN VITO</dc:title>
  <dc:subject/>
  <dc:creator>master</dc:creator>
  <cp:keywords/>
  <dc:description/>
  <cp:lastModifiedBy>Uffici1</cp:lastModifiedBy>
  <cp:revision>4</cp:revision>
  <dcterms:created xsi:type="dcterms:W3CDTF">2019-02-05T09:08:00Z</dcterms:created>
  <dcterms:modified xsi:type="dcterms:W3CDTF">2019-02-13T10:11:00Z</dcterms:modified>
</cp:coreProperties>
</file>