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 xml:space="preserve"> Bagnolo San Vito</w:t>
      </w: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p w:rsidR="006605F4" w:rsidRDefault="006605F4" w:rsidP="00EA567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42"/>
        <w:gridCol w:w="562"/>
      </w:tblGrid>
      <w:tr w:rsidR="006605F4" w:rsidRPr="00337C7C" w:rsidTr="00337C7C"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6605F4" w:rsidRPr="00337C7C" w:rsidTr="00337C7C"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53%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Sett. 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43%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49%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6605F4" w:rsidRPr="00337C7C" w:rsidTr="00337C7C">
        <w:trPr>
          <w:trHeight w:val="451"/>
        </w:trPr>
        <w:tc>
          <w:tcPr>
            <w:tcW w:w="0" w:type="auto"/>
            <w:vMerge w:val="restart"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0" w:type="auto"/>
            <w:gridSpan w:val="12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 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</w:tr>
      <w:tr w:rsidR="006605F4" w:rsidRPr="00337C7C" w:rsidTr="00337C7C">
        <w:trPr>
          <w:trHeight w:val="451"/>
        </w:trPr>
        <w:tc>
          <w:tcPr>
            <w:tcW w:w="0" w:type="auto"/>
            <w:vMerge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Scuola Infanzia  di Cappelletta</w:t>
      </w: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p w:rsidR="006605F4" w:rsidRDefault="006605F4" w:rsidP="00EA567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18"/>
        <w:gridCol w:w="585"/>
        <w:gridCol w:w="562"/>
        <w:gridCol w:w="526"/>
        <w:gridCol w:w="495"/>
        <w:gridCol w:w="585"/>
        <w:gridCol w:w="562"/>
        <w:gridCol w:w="526"/>
        <w:gridCol w:w="618"/>
        <w:gridCol w:w="585"/>
        <w:gridCol w:w="562"/>
        <w:gridCol w:w="526"/>
        <w:gridCol w:w="495"/>
        <w:gridCol w:w="542"/>
        <w:gridCol w:w="562"/>
      </w:tblGrid>
      <w:tr w:rsidR="006605F4" w:rsidRPr="00337C7C" w:rsidTr="005C56DC"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6605F4" w:rsidRPr="00337C7C" w:rsidTr="005C56DC"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71,4%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57%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Sett. 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56,5%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62%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6605F4" w:rsidRPr="00337C7C" w:rsidTr="005C56DC">
        <w:trPr>
          <w:trHeight w:val="451"/>
        </w:trPr>
        <w:tc>
          <w:tcPr>
            <w:tcW w:w="0" w:type="auto"/>
            <w:vMerge w:val="restart"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0" w:type="auto"/>
            <w:gridSpan w:val="12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</w:p>
        </w:tc>
      </w:tr>
      <w:tr w:rsidR="006605F4" w:rsidRPr="00337C7C" w:rsidTr="005C56DC">
        <w:trPr>
          <w:trHeight w:val="451"/>
        </w:trPr>
        <w:tc>
          <w:tcPr>
            <w:tcW w:w="0" w:type="auto"/>
            <w:vMerge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AC69ED">
      <w:pPr>
        <w:spacing w:after="0" w:line="240" w:lineRule="auto"/>
        <w:jc w:val="center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Scuola Infanzia  di Cerese  1</w:t>
      </w: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601"/>
        <w:gridCol w:w="601"/>
        <w:gridCol w:w="601"/>
        <w:gridCol w:w="601"/>
        <w:gridCol w:w="601"/>
        <w:gridCol w:w="601"/>
        <w:gridCol w:w="601"/>
        <w:gridCol w:w="602"/>
        <w:gridCol w:w="601"/>
        <w:gridCol w:w="601"/>
        <w:gridCol w:w="601"/>
        <w:gridCol w:w="602"/>
        <w:gridCol w:w="601"/>
        <w:gridCol w:w="601"/>
        <w:gridCol w:w="601"/>
        <w:gridCol w:w="602"/>
        <w:gridCol w:w="601"/>
        <w:gridCol w:w="601"/>
        <w:gridCol w:w="601"/>
        <w:gridCol w:w="602"/>
      </w:tblGrid>
      <w:tr w:rsidR="006605F4" w:rsidTr="00C32E27">
        <w:tc>
          <w:tcPr>
            <w:tcW w:w="2404" w:type="dxa"/>
            <w:shd w:val="clear" w:color="auto" w:fill="FFFF00"/>
          </w:tcPr>
          <w:p w:rsidR="006605F4" w:rsidRPr="001A26D1" w:rsidRDefault="006605F4" w:rsidP="00C32E27">
            <w:pPr>
              <w:spacing w:after="0" w:line="240" w:lineRule="auto"/>
              <w:jc w:val="center"/>
            </w:pPr>
          </w:p>
        </w:tc>
        <w:tc>
          <w:tcPr>
            <w:tcW w:w="2404" w:type="dxa"/>
            <w:gridSpan w:val="4"/>
            <w:shd w:val="clear" w:color="auto" w:fill="FFFF00"/>
          </w:tcPr>
          <w:p w:rsidR="006605F4" w:rsidRPr="001A26D1" w:rsidRDefault="006605F4" w:rsidP="00C32E27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6605F4" w:rsidRPr="00337C7C" w:rsidRDefault="006605F4" w:rsidP="00C32E27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6605F4" w:rsidRPr="00337C7C" w:rsidRDefault="006605F4" w:rsidP="00C32E27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6605F4" w:rsidRPr="001A26D1" w:rsidRDefault="006605F4" w:rsidP="00C32E27">
            <w:pPr>
              <w:spacing w:after="0" w:line="240" w:lineRule="auto"/>
              <w:jc w:val="center"/>
            </w:pPr>
            <w:r w:rsidRPr="00337C7C">
              <w:t xml:space="preserve">Sezione </w:t>
            </w:r>
            <w:r>
              <w:t>D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6605F4" w:rsidRPr="0011594C" w:rsidRDefault="006605F4" w:rsidP="00C32E27">
            <w:pPr>
              <w:spacing w:after="0" w:line="240" w:lineRule="auto"/>
              <w:jc w:val="center"/>
              <w:rPr>
                <w:b/>
              </w:rPr>
            </w:pPr>
            <w:r w:rsidRPr="0011594C">
              <w:rPr>
                <w:b/>
              </w:rPr>
              <w:t>Plesso</w:t>
            </w:r>
          </w:p>
        </w:tc>
      </w:tr>
      <w:tr w:rsidR="006605F4" w:rsidTr="00C32E27">
        <w:tc>
          <w:tcPr>
            <w:tcW w:w="2404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  <w:r w:rsidRPr="0011594C">
              <w:rPr>
                <w:b/>
              </w:rPr>
              <w:t>Assemblee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602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602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601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602" w:type="dxa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601" w:type="dxa"/>
            <w:shd w:val="clear" w:color="auto" w:fill="FFFF00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  <w:shd w:val="clear" w:color="auto" w:fill="FFFF00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601" w:type="dxa"/>
            <w:shd w:val="clear" w:color="auto" w:fill="FFFF00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602" w:type="dxa"/>
            <w:shd w:val="clear" w:color="auto" w:fill="FFFF00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</w:tc>
      </w:tr>
      <w:tr w:rsidR="006605F4" w:rsidTr="00C32E27">
        <w:trPr>
          <w:trHeight w:val="670"/>
        </w:trPr>
        <w:tc>
          <w:tcPr>
            <w:tcW w:w="2404" w:type="dxa"/>
            <w:vMerge w:val="restart"/>
          </w:tcPr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</w:p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  <w:r w:rsidRPr="0011594C">
              <w:rPr>
                <w:b/>
              </w:rPr>
              <w:t>Colloqui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</w:p>
        </w:tc>
        <w:tc>
          <w:tcPr>
            <w:tcW w:w="9619" w:type="dxa"/>
            <w:gridSpan w:val="16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 xml:space="preserve">Settembre anni 3       </w:t>
            </w: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2405" w:type="dxa"/>
            <w:gridSpan w:val="4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 xml:space="preserve">Settembre anni 3      </w:t>
            </w:r>
          </w:p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</w:tr>
      <w:tr w:rsidR="006605F4" w:rsidTr="00C32E27">
        <w:trPr>
          <w:trHeight w:val="670"/>
        </w:trPr>
        <w:tc>
          <w:tcPr>
            <w:tcW w:w="2404" w:type="dxa"/>
            <w:vMerge/>
          </w:tcPr>
          <w:p w:rsidR="006605F4" w:rsidRPr="0011594C" w:rsidRDefault="006605F4" w:rsidP="00C32E27">
            <w:pPr>
              <w:spacing w:after="0" w:line="240" w:lineRule="auto"/>
              <w:rPr>
                <w:b/>
              </w:rPr>
            </w:pPr>
          </w:p>
        </w:tc>
        <w:tc>
          <w:tcPr>
            <w:tcW w:w="9619" w:type="dxa"/>
            <w:gridSpan w:val="16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2405" w:type="dxa"/>
            <w:gridSpan w:val="4"/>
          </w:tcPr>
          <w:p w:rsidR="006605F4" w:rsidRPr="0011594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Scuola Infanzia  di Cerese  2</w:t>
      </w: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25"/>
        <w:gridCol w:w="585"/>
        <w:gridCol w:w="563"/>
        <w:gridCol w:w="560"/>
        <w:gridCol w:w="701"/>
        <w:gridCol w:w="625"/>
        <w:gridCol w:w="848"/>
        <w:gridCol w:w="727"/>
        <w:gridCol w:w="660"/>
        <w:gridCol w:w="770"/>
        <w:gridCol w:w="829"/>
      </w:tblGrid>
      <w:tr w:rsidR="006605F4" w:rsidRPr="00337C7C" w:rsidTr="00C32E27">
        <w:tc>
          <w:tcPr>
            <w:tcW w:w="0" w:type="auto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jc w:val="center"/>
            </w:pPr>
          </w:p>
        </w:tc>
        <w:tc>
          <w:tcPr>
            <w:tcW w:w="2299" w:type="dxa"/>
            <w:gridSpan w:val="4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jc w:val="center"/>
            </w:pPr>
            <w:r w:rsidRPr="00337C7C">
              <w:t xml:space="preserve">Sezione E        </w:t>
            </w:r>
          </w:p>
        </w:tc>
        <w:tc>
          <w:tcPr>
            <w:tcW w:w="2734" w:type="dxa"/>
            <w:gridSpan w:val="4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jc w:val="center"/>
            </w:pPr>
            <w:r w:rsidRPr="00337C7C">
              <w:t>Sezione F</w:t>
            </w:r>
          </w:p>
        </w:tc>
        <w:tc>
          <w:tcPr>
            <w:tcW w:w="2986" w:type="dxa"/>
            <w:gridSpan w:val="4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6605F4" w:rsidRPr="00337C7C" w:rsidTr="00C32E27">
        <w:tc>
          <w:tcPr>
            <w:tcW w:w="0" w:type="auto"/>
          </w:tcPr>
          <w:p w:rsidR="006605F4" w:rsidRPr="00337C7C" w:rsidRDefault="006605F4" w:rsidP="00C32E27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526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25" w:type="dxa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C32E27">
            <w:pPr>
              <w:spacing w:after="0" w:line="240" w:lineRule="auto"/>
              <w:rPr>
                <w:sz w:val="16"/>
                <w:szCs w:val="16"/>
              </w:rPr>
            </w:pPr>
          </w:p>
          <w:p w:rsidR="006605F4" w:rsidRPr="009C7F9A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C7F9A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5</w:t>
            </w:r>
            <w:r w:rsidRPr="009C7F9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585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563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560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701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85%</w:t>
            </w:r>
          </w:p>
        </w:tc>
        <w:tc>
          <w:tcPr>
            <w:tcW w:w="625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848" w:type="dxa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727" w:type="dxa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60" w:type="dxa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770" w:type="dxa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29" w:type="dxa"/>
            <w:shd w:val="clear" w:color="auto" w:fill="FFFF66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6605F4" w:rsidRPr="00337C7C" w:rsidTr="00C32E27">
        <w:trPr>
          <w:trHeight w:val="451"/>
        </w:trPr>
        <w:tc>
          <w:tcPr>
            <w:tcW w:w="0" w:type="auto"/>
            <w:vMerge w:val="restart"/>
          </w:tcPr>
          <w:p w:rsidR="006605F4" w:rsidRPr="00337C7C" w:rsidRDefault="006605F4" w:rsidP="00C32E27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6605F4" w:rsidRPr="00337C7C" w:rsidRDefault="006605F4" w:rsidP="00C32E27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C32E27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5033" w:type="dxa"/>
            <w:gridSpan w:val="8"/>
            <w:shd w:val="clear" w:color="auto" w:fill="FFFFFF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 sezione F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6605F4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</w:t>
            </w:r>
          </w:p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  <w:r w:rsidRPr="00337C7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605F4" w:rsidRPr="00337C7C" w:rsidTr="00C32E27">
        <w:trPr>
          <w:trHeight w:val="451"/>
        </w:trPr>
        <w:tc>
          <w:tcPr>
            <w:tcW w:w="0" w:type="auto"/>
            <w:vMerge/>
          </w:tcPr>
          <w:p w:rsidR="006605F4" w:rsidRPr="00337C7C" w:rsidRDefault="006605F4" w:rsidP="00C32E27">
            <w:pPr>
              <w:spacing w:after="0" w:line="240" w:lineRule="auto"/>
              <w:rPr>
                <w:b/>
              </w:rPr>
            </w:pPr>
          </w:p>
        </w:tc>
        <w:tc>
          <w:tcPr>
            <w:tcW w:w="5033" w:type="dxa"/>
            <w:gridSpan w:val="8"/>
            <w:shd w:val="clear" w:color="auto" w:fill="FFFFFF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6605F4" w:rsidRPr="00337C7C" w:rsidRDefault="006605F4" w:rsidP="00C32E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FF36F6">
      <w:pPr>
        <w:spacing w:after="0" w:line="240" w:lineRule="auto"/>
        <w:rPr>
          <w:b/>
        </w:rPr>
      </w:pPr>
      <w:r>
        <w:rPr>
          <w:b/>
        </w:rPr>
        <w:t>Scuola Infanzia  di Pietole</w:t>
      </w:r>
    </w:p>
    <w:p w:rsidR="006605F4" w:rsidRDefault="006605F4" w:rsidP="00FF36F6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p w:rsidR="006605F4" w:rsidRDefault="006605F4" w:rsidP="00FF36F6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25"/>
        <w:gridCol w:w="585"/>
        <w:gridCol w:w="563"/>
        <w:gridCol w:w="560"/>
        <w:gridCol w:w="701"/>
        <w:gridCol w:w="625"/>
        <w:gridCol w:w="848"/>
        <w:gridCol w:w="727"/>
        <w:gridCol w:w="660"/>
        <w:gridCol w:w="770"/>
        <w:gridCol w:w="829"/>
      </w:tblGrid>
      <w:tr w:rsidR="006605F4" w:rsidRPr="00337C7C" w:rsidTr="005C56DC">
        <w:tc>
          <w:tcPr>
            <w:tcW w:w="0" w:type="auto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</w:p>
        </w:tc>
        <w:tc>
          <w:tcPr>
            <w:tcW w:w="2299" w:type="dxa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  <w:r>
              <w:t>Sezione A</w:t>
            </w:r>
            <w:r w:rsidRPr="00337C7C">
              <w:t xml:space="preserve">       </w:t>
            </w:r>
          </w:p>
        </w:tc>
        <w:tc>
          <w:tcPr>
            <w:tcW w:w="2734" w:type="dxa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</w:pPr>
            <w:r>
              <w:t>Sezione B</w:t>
            </w:r>
          </w:p>
        </w:tc>
        <w:tc>
          <w:tcPr>
            <w:tcW w:w="2986" w:type="dxa"/>
            <w:gridSpan w:val="4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6605F4" w:rsidRPr="00337C7C" w:rsidTr="005C56DC">
        <w:tc>
          <w:tcPr>
            <w:tcW w:w="0" w:type="auto"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526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25" w:type="dxa"/>
          </w:tcPr>
          <w:p w:rsidR="006605F4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585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563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560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701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64%</w:t>
            </w:r>
          </w:p>
        </w:tc>
        <w:tc>
          <w:tcPr>
            <w:tcW w:w="625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848" w:type="dxa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727" w:type="dxa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60" w:type="dxa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770" w:type="dxa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29" w:type="dxa"/>
            <w:shd w:val="clear" w:color="auto" w:fill="FFFF66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6605F4" w:rsidRPr="00337C7C" w:rsidTr="005C56DC">
        <w:trPr>
          <w:trHeight w:val="451"/>
        </w:trPr>
        <w:tc>
          <w:tcPr>
            <w:tcW w:w="0" w:type="auto"/>
            <w:vMerge w:val="restart"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6605F4" w:rsidRPr="00337C7C" w:rsidRDefault="006605F4" w:rsidP="005C56D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5033" w:type="dxa"/>
            <w:gridSpan w:val="8"/>
            <w:shd w:val="clear" w:color="auto" w:fill="FFFFFF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  <w:r>
              <w:rPr>
                <w:b/>
                <w:sz w:val="16"/>
                <w:szCs w:val="16"/>
              </w:rPr>
              <w:t>94%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  <w:r>
              <w:rPr>
                <w:b/>
                <w:sz w:val="16"/>
                <w:szCs w:val="16"/>
              </w:rPr>
              <w:t>94%</w:t>
            </w:r>
          </w:p>
        </w:tc>
      </w:tr>
      <w:tr w:rsidR="006605F4" w:rsidRPr="00337C7C" w:rsidTr="005C56DC">
        <w:trPr>
          <w:trHeight w:val="451"/>
        </w:trPr>
        <w:tc>
          <w:tcPr>
            <w:tcW w:w="0" w:type="auto"/>
            <w:vMerge/>
          </w:tcPr>
          <w:p w:rsidR="006605F4" w:rsidRPr="00337C7C" w:rsidRDefault="006605F4" w:rsidP="005C56DC">
            <w:pPr>
              <w:spacing w:after="0" w:line="240" w:lineRule="auto"/>
              <w:rPr>
                <w:b/>
              </w:rPr>
            </w:pPr>
          </w:p>
        </w:tc>
        <w:tc>
          <w:tcPr>
            <w:tcW w:w="5033" w:type="dxa"/>
            <w:gridSpan w:val="8"/>
            <w:shd w:val="clear" w:color="auto" w:fill="FFFFFF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6605F4" w:rsidRPr="00337C7C" w:rsidRDefault="006605F4" w:rsidP="005C56D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Scuola Infanzia  di San Biagio</w:t>
      </w:r>
    </w:p>
    <w:p w:rsidR="006605F4" w:rsidRDefault="006605F4" w:rsidP="00EA5670">
      <w:pPr>
        <w:spacing w:after="0" w:line="240" w:lineRule="auto"/>
        <w:rPr>
          <w:b/>
        </w:rPr>
      </w:pPr>
      <w:r>
        <w:rPr>
          <w:b/>
        </w:rPr>
        <w:t>Scheda Monitoraggio partecipazione genitori</w:t>
      </w: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42"/>
        <w:gridCol w:w="562"/>
      </w:tblGrid>
      <w:tr w:rsidR="006605F4" w:rsidRPr="00337C7C" w:rsidTr="00337C7C"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6605F4" w:rsidRPr="00337C7C" w:rsidTr="00337C7C"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27%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66%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Sett. 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</w:tc>
        <w:tc>
          <w:tcPr>
            <w:tcW w:w="0" w:type="auto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6605F4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</w:p>
        </w:tc>
        <w:tc>
          <w:tcPr>
            <w:tcW w:w="0" w:type="auto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6605F4" w:rsidRPr="00337C7C" w:rsidTr="00337C7C">
        <w:trPr>
          <w:trHeight w:val="451"/>
        </w:trPr>
        <w:tc>
          <w:tcPr>
            <w:tcW w:w="0" w:type="auto"/>
            <w:vMerge w:val="restart"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6605F4" w:rsidRPr="00337C7C" w:rsidRDefault="006605F4" w:rsidP="00337C7C">
            <w:pPr>
              <w:spacing w:after="0" w:line="240" w:lineRule="auto"/>
            </w:pPr>
            <w:r w:rsidRPr="00337C7C">
              <w:t>Indicare la percentuale</w:t>
            </w:r>
          </w:p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0" w:type="auto"/>
            <w:gridSpan w:val="12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</w:t>
            </w:r>
            <w:r>
              <w:rPr>
                <w:b/>
                <w:sz w:val="16"/>
                <w:szCs w:val="16"/>
              </w:rPr>
              <w:t>100%</w:t>
            </w:r>
            <w:r w:rsidRPr="00337C7C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</w:t>
            </w:r>
            <w:r>
              <w:rPr>
                <w:b/>
                <w:sz w:val="16"/>
                <w:szCs w:val="16"/>
              </w:rPr>
              <w:t>100%</w:t>
            </w:r>
            <w:bookmarkStart w:id="0" w:name="_GoBack"/>
            <w:bookmarkEnd w:id="0"/>
            <w:r w:rsidRPr="00337C7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605F4" w:rsidRPr="00337C7C" w:rsidTr="00337C7C">
        <w:trPr>
          <w:trHeight w:val="451"/>
        </w:trPr>
        <w:tc>
          <w:tcPr>
            <w:tcW w:w="0" w:type="auto"/>
            <w:vMerge/>
          </w:tcPr>
          <w:p w:rsidR="006605F4" w:rsidRPr="00337C7C" w:rsidRDefault="006605F4" w:rsidP="00337C7C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6605F4" w:rsidRPr="00337C7C" w:rsidRDefault="006605F4" w:rsidP="00337C7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</w:tc>
      </w:tr>
    </w:tbl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p w:rsidR="006605F4" w:rsidRDefault="006605F4" w:rsidP="00EA5670">
      <w:pPr>
        <w:spacing w:after="0" w:line="240" w:lineRule="auto"/>
        <w:rPr>
          <w:b/>
        </w:rPr>
      </w:pPr>
    </w:p>
    <w:sectPr w:rsidR="006605F4" w:rsidSect="00EA567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670"/>
    <w:rsid w:val="00037DF9"/>
    <w:rsid w:val="00086DB9"/>
    <w:rsid w:val="0011594C"/>
    <w:rsid w:val="001A09DD"/>
    <w:rsid w:val="001A26D1"/>
    <w:rsid w:val="0028437E"/>
    <w:rsid w:val="0028690A"/>
    <w:rsid w:val="002876AA"/>
    <w:rsid w:val="00292A71"/>
    <w:rsid w:val="00337C7C"/>
    <w:rsid w:val="003B1DF5"/>
    <w:rsid w:val="004C0AE2"/>
    <w:rsid w:val="005C56DC"/>
    <w:rsid w:val="006605F4"/>
    <w:rsid w:val="0069139F"/>
    <w:rsid w:val="00710778"/>
    <w:rsid w:val="007E2158"/>
    <w:rsid w:val="00800B89"/>
    <w:rsid w:val="008766D3"/>
    <w:rsid w:val="008C5355"/>
    <w:rsid w:val="008E0531"/>
    <w:rsid w:val="009526FA"/>
    <w:rsid w:val="009C7F9A"/>
    <w:rsid w:val="00AC69ED"/>
    <w:rsid w:val="00C2504D"/>
    <w:rsid w:val="00C32E27"/>
    <w:rsid w:val="00CD6F61"/>
    <w:rsid w:val="00D110DE"/>
    <w:rsid w:val="00D355D5"/>
    <w:rsid w:val="00D4017E"/>
    <w:rsid w:val="00D6135C"/>
    <w:rsid w:val="00E24DE4"/>
    <w:rsid w:val="00EA5670"/>
    <w:rsid w:val="00F87EEE"/>
    <w:rsid w:val="00FF36F6"/>
    <w:rsid w:val="00FF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67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567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3</Pages>
  <Words>376</Words>
  <Characters>2146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Uffici1</cp:lastModifiedBy>
  <cp:revision>9</cp:revision>
  <dcterms:created xsi:type="dcterms:W3CDTF">2017-11-16T10:06:00Z</dcterms:created>
  <dcterms:modified xsi:type="dcterms:W3CDTF">2019-02-11T09:39:00Z</dcterms:modified>
</cp:coreProperties>
</file>